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70"/>
      </w:tblGrid>
      <w:tr w:rsidR="00B47564" w:rsidRPr="004C16A8" w14:paraId="41078126" w14:textId="77777777" w:rsidTr="00FF5017">
        <w:trPr>
          <w:cantSplit/>
        </w:trPr>
        <w:tc>
          <w:tcPr>
            <w:tcW w:w="2768" w:type="dxa"/>
            <w:tcBorders>
              <w:top w:val="single" w:sz="12" w:space="0" w:color="auto"/>
              <w:left w:val="single" w:sz="12" w:space="0" w:color="auto"/>
              <w:bottom w:val="single" w:sz="4" w:space="0" w:color="auto"/>
              <w:right w:val="single" w:sz="4" w:space="0" w:color="auto"/>
            </w:tcBorders>
          </w:tcPr>
          <w:p w14:paraId="3B2E86A0" w14:textId="742FE57E" w:rsidR="00B47564" w:rsidRPr="00BF56C3" w:rsidRDefault="00B47564" w:rsidP="00134A98">
            <w:pPr>
              <w:jc w:val="center"/>
              <w:rPr>
                <w:b/>
                <w:bCs/>
              </w:rPr>
            </w:pPr>
            <w:bookmarkStart w:id="0" w:name="_Toc368205897"/>
            <w:r w:rsidRPr="00BF56C3">
              <w:rPr>
                <w:b/>
                <w:bCs/>
              </w:rPr>
              <w:t>OWNER:</w:t>
            </w:r>
          </w:p>
          <w:p w14:paraId="02EF85F0" w14:textId="444DA25A" w:rsidR="00B47564" w:rsidRPr="004C16A8" w:rsidRDefault="005A26CC" w:rsidP="00134A98">
            <w:pPr>
              <w:pStyle w:val="TableHDR"/>
            </w:pPr>
            <w:r>
              <w:fldChar w:fldCharType="begin"/>
            </w:r>
            <w:r>
              <w:instrText xml:space="preserve"> DOCPROPERTY "Owner"  \* MERGEFORMAT </w:instrText>
            </w:r>
            <w:r>
              <w:fldChar w:fldCharType="separate"/>
            </w:r>
            <w:r>
              <w:t>DG TAXUD</w:t>
            </w:r>
            <w:r>
              <w:fldChar w:fldCharType="end"/>
            </w:r>
          </w:p>
        </w:tc>
        <w:tc>
          <w:tcPr>
            <w:tcW w:w="2768" w:type="dxa"/>
            <w:tcBorders>
              <w:top w:val="single" w:sz="12" w:space="0" w:color="auto"/>
              <w:left w:val="single" w:sz="4" w:space="0" w:color="auto"/>
              <w:bottom w:val="single" w:sz="4" w:space="0" w:color="auto"/>
              <w:right w:val="single" w:sz="4" w:space="0" w:color="auto"/>
            </w:tcBorders>
          </w:tcPr>
          <w:p w14:paraId="39F20B8C" w14:textId="77777777" w:rsidR="00B47564" w:rsidRPr="00BF56C3" w:rsidRDefault="00B47564" w:rsidP="00134A98">
            <w:pPr>
              <w:jc w:val="center"/>
              <w:rPr>
                <w:b/>
                <w:bCs/>
              </w:rPr>
            </w:pPr>
            <w:r w:rsidRPr="00BF56C3">
              <w:rPr>
                <w:b/>
                <w:bCs/>
              </w:rPr>
              <w:t>ISSUE DATE:</w:t>
            </w:r>
          </w:p>
          <w:p w14:paraId="15B1DF05" w14:textId="0B5024C6" w:rsidR="00B47564" w:rsidRPr="004C16A8" w:rsidRDefault="005A26CC" w:rsidP="00134A98">
            <w:pPr>
              <w:pStyle w:val="TableHDR"/>
            </w:pPr>
            <w:r>
              <w:fldChar w:fldCharType="begin"/>
            </w:r>
            <w:r>
              <w:instrText xml:space="preserve"> DOCPROPERTY  IssueDate  \* MERGEFORMAT </w:instrText>
            </w:r>
            <w:r>
              <w:fldChar w:fldCharType="separate"/>
            </w:r>
            <w:r w:rsidRPr="005A26CC">
              <w:rPr>
                <w:lang w:val="el-GR"/>
              </w:rPr>
              <w:t>01</w:t>
            </w:r>
            <w:r>
              <w:t>/12/2023</w:t>
            </w:r>
            <w:r>
              <w:fldChar w:fldCharType="end"/>
            </w:r>
          </w:p>
        </w:tc>
        <w:tc>
          <w:tcPr>
            <w:tcW w:w="2768" w:type="dxa"/>
            <w:tcBorders>
              <w:top w:val="single" w:sz="12" w:space="0" w:color="auto"/>
              <w:left w:val="single" w:sz="4" w:space="0" w:color="auto"/>
              <w:bottom w:val="single" w:sz="4" w:space="0" w:color="auto"/>
              <w:right w:val="single" w:sz="12" w:space="0" w:color="auto"/>
            </w:tcBorders>
          </w:tcPr>
          <w:p w14:paraId="63C56F2C" w14:textId="77777777" w:rsidR="00B47564" w:rsidRPr="00BF56C3" w:rsidRDefault="00B47564" w:rsidP="00134A98">
            <w:pPr>
              <w:jc w:val="center"/>
              <w:rPr>
                <w:b/>
                <w:bCs/>
              </w:rPr>
            </w:pPr>
            <w:r w:rsidRPr="00BF56C3">
              <w:rPr>
                <w:b/>
                <w:bCs/>
              </w:rPr>
              <w:t>VERSION:</w:t>
            </w:r>
          </w:p>
          <w:p w14:paraId="2846D935" w14:textId="73B87E20" w:rsidR="00B47564" w:rsidRPr="004C16A8" w:rsidRDefault="005A26CC" w:rsidP="00134A98">
            <w:pPr>
              <w:pStyle w:val="TableHDR"/>
            </w:pPr>
            <w:r>
              <w:fldChar w:fldCharType="begin"/>
            </w:r>
            <w:r>
              <w:instrText xml:space="preserve"> DOCPROPERTY "Version"  \* MERGEFORMAT </w:instrText>
            </w:r>
            <w:r>
              <w:fldChar w:fldCharType="separate"/>
            </w:r>
            <w:r>
              <w:t>5.15.2</w:t>
            </w:r>
            <w:r>
              <w:fldChar w:fldCharType="end"/>
            </w:r>
            <w:r w:rsidR="00F1085A">
              <w:t>-v</w:t>
            </w:r>
            <w:r w:rsidR="004F483E">
              <w:rPr>
                <w:lang w:val="el-GR"/>
              </w:rPr>
              <w:t>2</w:t>
            </w:r>
            <w:r w:rsidR="00F1085A">
              <w:t>.</w:t>
            </w:r>
            <w:r w:rsidR="004F483E">
              <w:rPr>
                <w:lang w:val="el-GR"/>
              </w:rPr>
              <w:t>0</w:t>
            </w:r>
            <w:r w:rsidR="00F1085A">
              <w:t>0</w:t>
            </w:r>
          </w:p>
        </w:tc>
      </w:tr>
      <w:tr w:rsidR="00B47564" w:rsidRPr="004C16A8" w14:paraId="4652DADD" w14:textId="77777777" w:rsidTr="00FF5017">
        <w:trPr>
          <w:cantSplit/>
          <w:trHeight w:val="4465"/>
        </w:trPr>
        <w:tc>
          <w:tcPr>
            <w:tcW w:w="8306" w:type="dxa"/>
            <w:gridSpan w:val="3"/>
            <w:tcBorders>
              <w:top w:val="single" w:sz="4" w:space="0" w:color="auto"/>
              <w:left w:val="single" w:sz="12" w:space="0" w:color="auto"/>
              <w:bottom w:val="single" w:sz="4" w:space="0" w:color="auto"/>
              <w:right w:val="single" w:sz="12" w:space="0" w:color="auto"/>
            </w:tcBorders>
          </w:tcPr>
          <w:p w14:paraId="57F25FCD" w14:textId="77777777" w:rsidR="006E50FA" w:rsidRPr="004C16A8" w:rsidRDefault="006E50FA" w:rsidP="00846F43">
            <w:pPr>
              <w:spacing w:before="480" w:after="0"/>
              <w:jc w:val="center"/>
              <w:rPr>
                <w:b/>
                <w:smallCaps/>
                <w:sz w:val="28"/>
              </w:rPr>
            </w:pPr>
            <w:r w:rsidRPr="004C16A8">
              <w:rPr>
                <w:b/>
                <w:smallCaps/>
                <w:sz w:val="28"/>
              </w:rPr>
              <w:t>Taxation and Customs Union DG</w:t>
            </w:r>
          </w:p>
          <w:p w14:paraId="085222E1" w14:textId="77777777" w:rsidR="00153E65" w:rsidRPr="004C16A8" w:rsidRDefault="00153E65" w:rsidP="00F70A40">
            <w:pPr>
              <w:pStyle w:val="subject"/>
            </w:pPr>
            <w:r w:rsidRPr="004C16A8">
              <w:t>SUBJECT:</w:t>
            </w:r>
          </w:p>
          <w:p w14:paraId="5210B853" w14:textId="77777777" w:rsidR="006E50FA" w:rsidRPr="004C16A8" w:rsidRDefault="006E50FA" w:rsidP="00846F43">
            <w:pPr>
              <w:pStyle w:val="Title"/>
              <w:keepNext/>
              <w:tabs>
                <w:tab w:val="clear" w:pos="1134"/>
                <w:tab w:val="clear" w:pos="1701"/>
                <w:tab w:val="clear" w:pos="2268"/>
              </w:tabs>
              <w:spacing w:before="120" w:after="240" w:line="320" w:lineRule="atLeast"/>
              <w:ind w:left="34"/>
              <w:rPr>
                <w:i w:val="0"/>
                <w:kern w:val="0"/>
              </w:rPr>
            </w:pPr>
            <w:r w:rsidRPr="004C16A8">
              <w:rPr>
                <w:i w:val="0"/>
                <w:kern w:val="0"/>
              </w:rPr>
              <w:t>DDN</w:t>
            </w:r>
            <w:r w:rsidR="00CB489E" w:rsidRPr="004C16A8">
              <w:rPr>
                <w:i w:val="0"/>
                <w:kern w:val="0"/>
              </w:rPr>
              <w:t>T</w:t>
            </w:r>
            <w:r w:rsidRPr="004C16A8">
              <w:rPr>
                <w:i w:val="0"/>
                <w:kern w:val="0"/>
              </w:rPr>
              <w:t xml:space="preserve">A FOR </w:t>
            </w:r>
            <w:r w:rsidR="00CB489E" w:rsidRPr="004C16A8">
              <w:rPr>
                <w:i w:val="0"/>
                <w:kern w:val="0"/>
              </w:rPr>
              <w:t>NCTS</w:t>
            </w:r>
            <w:r w:rsidR="0082765E" w:rsidRPr="004C16A8">
              <w:rPr>
                <w:i w:val="0"/>
                <w:kern w:val="0"/>
              </w:rPr>
              <w:t>-P</w:t>
            </w:r>
            <w:r w:rsidR="00CB489E" w:rsidRPr="004C16A8">
              <w:rPr>
                <w:i w:val="0"/>
                <w:kern w:val="0"/>
              </w:rPr>
              <w:t>5</w:t>
            </w:r>
          </w:p>
          <w:p w14:paraId="667C36E5" w14:textId="6A566445" w:rsidR="00B47564" w:rsidRPr="004C16A8" w:rsidRDefault="005A26CC" w:rsidP="00F70A40">
            <w:pPr>
              <w:pStyle w:val="Title"/>
            </w:pPr>
            <w:r>
              <w:fldChar w:fldCharType="begin"/>
            </w:r>
            <w:r>
              <w:instrText xml:space="preserve"> SUBJECT  \* MERGEFORMAT </w:instrText>
            </w:r>
            <w:r>
              <w:fldChar w:fldCharType="separate"/>
            </w:r>
            <w:r>
              <w:t>Appendix B: Transitional Analysis</w:t>
            </w:r>
            <w:r>
              <w:fldChar w:fldCharType="end"/>
            </w:r>
            <w:r w:rsidR="00011988" w:rsidRPr="004C16A8">
              <w:br/>
            </w:r>
            <w:r w:rsidR="00B47564" w:rsidRPr="004C16A8">
              <w:br/>
              <w:t>(</w:t>
            </w:r>
            <w:r>
              <w:fldChar w:fldCharType="begin"/>
            </w:r>
            <w:r>
              <w:instrText xml:space="preserve"> DOCPROPERTY "Reference"  \* MERGEFORMAT </w:instrText>
            </w:r>
            <w:r>
              <w:fldChar w:fldCharType="separate"/>
            </w:r>
            <w:r>
              <w:t>DDNTA_APP_B</w:t>
            </w:r>
            <w:r>
              <w:fldChar w:fldCharType="end"/>
            </w:r>
            <w:r w:rsidR="00B47564" w:rsidRPr="004C16A8">
              <w:t>)</w:t>
            </w:r>
          </w:p>
        </w:tc>
      </w:tr>
      <w:tr w:rsidR="00B47564" w:rsidRPr="004C16A8" w14:paraId="0563F918" w14:textId="77777777" w:rsidTr="00FF5017">
        <w:trPr>
          <w:cantSplit/>
        </w:trPr>
        <w:tc>
          <w:tcPr>
            <w:tcW w:w="8306" w:type="dxa"/>
            <w:gridSpan w:val="3"/>
            <w:tcBorders>
              <w:top w:val="single" w:sz="4" w:space="0" w:color="auto"/>
              <w:left w:val="single" w:sz="12" w:space="0" w:color="auto"/>
              <w:bottom w:val="single" w:sz="12" w:space="0" w:color="auto"/>
              <w:right w:val="single" w:sz="12" w:space="0" w:color="auto"/>
            </w:tcBorders>
          </w:tcPr>
          <w:p w14:paraId="73A32ACC" w14:textId="48B483CD" w:rsidR="006E50FA" w:rsidRPr="004C16A8" w:rsidRDefault="006E50FA" w:rsidP="00F70A40">
            <w:pPr>
              <w:pStyle w:val="Subtitle"/>
            </w:pPr>
            <w:r w:rsidRPr="004C16A8">
              <w:t xml:space="preserve">FRAMEWORK CONTRACT </w:t>
            </w:r>
            <w:r w:rsidR="005A26CC">
              <w:fldChar w:fldCharType="begin"/>
            </w:r>
            <w:r w:rsidR="005A26CC">
              <w:instrText xml:space="preserve"> DOCPROPERTY  FC  \* MERGEFORMAT </w:instrText>
            </w:r>
            <w:r w:rsidR="005A26CC">
              <w:fldChar w:fldCharType="separate"/>
            </w:r>
            <w:r w:rsidR="005A26CC">
              <w:t>TAXUD/2021/CC/162</w:t>
            </w:r>
            <w:r w:rsidR="005A26CC">
              <w:fldChar w:fldCharType="end"/>
            </w:r>
            <w:r w:rsidRPr="004C16A8">
              <w:t xml:space="preserve"> </w:t>
            </w:r>
          </w:p>
          <w:p w14:paraId="55ADBE22" w14:textId="0AC27FF3" w:rsidR="00B47564" w:rsidRPr="004C16A8" w:rsidRDefault="00070391" w:rsidP="00F70A40">
            <w:pPr>
              <w:pStyle w:val="Subtitle"/>
            </w:pPr>
            <w:r w:rsidRPr="004C16A8">
              <w:t xml:space="preserve">SPECIFIC CONTRACT </w:t>
            </w:r>
            <w:r w:rsidR="005A26CC">
              <w:fldChar w:fldCharType="begin"/>
            </w:r>
            <w:r w:rsidR="005A26CC">
              <w:instrText xml:space="preserve"> DOCPROPERTY  SC  \* MERGEFORMAT </w:instrText>
            </w:r>
            <w:r w:rsidR="005A26CC">
              <w:fldChar w:fldCharType="separate"/>
            </w:r>
            <w:r w:rsidR="005A26CC">
              <w:t>06</w:t>
            </w:r>
            <w:r w:rsidR="005A26CC">
              <w:fldChar w:fldCharType="end"/>
            </w:r>
          </w:p>
        </w:tc>
      </w:tr>
    </w:tbl>
    <w:p w14:paraId="6757BFEB" w14:textId="3827E8B1" w:rsidR="00B47564" w:rsidRPr="004C16A8" w:rsidRDefault="00B47564" w:rsidP="00F70A40">
      <w:r w:rsidRPr="004C16A8">
        <w:fldChar w:fldCharType="begin"/>
      </w:r>
      <w:r w:rsidRPr="004C16A8">
        <w:instrText xml:space="preserve"> SET IntroPageCount “</w:instrText>
      </w:r>
      <w:r w:rsidR="00D46640">
        <w:rPr>
          <w:noProof/>
        </w:rPr>
        <w:fldChar w:fldCharType="begin"/>
      </w:r>
      <w:r w:rsidR="00D46640">
        <w:rPr>
          <w:noProof/>
        </w:rPr>
        <w:instrText xml:space="preserve"> SECTIONPAGES </w:instrText>
      </w:r>
      <w:r w:rsidR="00D46640">
        <w:rPr>
          <w:noProof/>
        </w:rPr>
        <w:fldChar w:fldCharType="separate"/>
      </w:r>
      <w:r w:rsidR="005A26CC">
        <w:rPr>
          <w:noProof/>
        </w:rPr>
        <w:instrText>2</w:instrText>
      </w:r>
      <w:r w:rsidR="00D46640">
        <w:rPr>
          <w:noProof/>
        </w:rPr>
        <w:fldChar w:fldCharType="end"/>
      </w:r>
      <w:r w:rsidRPr="004C16A8">
        <w:instrText>”</w:instrText>
      </w:r>
      <w:r w:rsidRPr="004C16A8">
        <w:fldChar w:fldCharType="separate"/>
      </w:r>
      <w:bookmarkStart w:id="1" w:name="IntroPageCount"/>
      <w:r w:rsidR="005A26CC">
        <w:rPr>
          <w:noProof/>
        </w:rPr>
        <w:t>2</w:t>
      </w:r>
      <w:bookmarkEnd w:id="1"/>
      <w:r w:rsidRPr="004C16A8">
        <w:fldChar w:fldCharType="end"/>
      </w:r>
    </w:p>
    <w:p w14:paraId="2C6A8F09" w14:textId="77777777" w:rsidR="00B47564" w:rsidRPr="004C16A8" w:rsidRDefault="00B47564" w:rsidP="008E65EB">
      <w:pPr>
        <w:pStyle w:val="Heading1"/>
        <w:numPr>
          <w:ilvl w:val="0"/>
          <w:numId w:val="0"/>
        </w:numPr>
        <w:ind w:left="432"/>
        <w:jc w:val="center"/>
      </w:pPr>
      <w:bookmarkStart w:id="2" w:name="_Toc152696954"/>
      <w:bookmarkEnd w:id="0"/>
      <w:r w:rsidRPr="004C16A8">
        <w:lastRenderedPageBreak/>
        <w:t>Table of Contents</w:t>
      </w:r>
      <w:bookmarkEnd w:id="2"/>
    </w:p>
    <w:p w14:paraId="04296FC6" w14:textId="4F5B2730" w:rsidR="005A26CC" w:rsidRDefault="00FF5017">
      <w:pPr>
        <w:pStyle w:val="TOC1"/>
        <w:rPr>
          <w:rFonts w:asciiTheme="minorHAnsi" w:eastAsiaTheme="minorEastAsia" w:hAnsiTheme="minorHAnsi" w:cstheme="minorBidi"/>
          <w:b w:val="0"/>
          <w:sz w:val="22"/>
          <w:szCs w:val="22"/>
          <w:lang w:val="en-IE" w:eastAsia="en-IE"/>
        </w:rPr>
      </w:pPr>
      <w:r w:rsidRPr="004C16A8">
        <w:rPr>
          <w:noProof w:val="0"/>
        </w:rPr>
        <w:fldChar w:fldCharType="begin"/>
      </w:r>
      <w:r w:rsidRPr="004C16A8">
        <w:rPr>
          <w:noProof w:val="0"/>
        </w:rPr>
        <w:instrText xml:space="preserve"> TOC \o "1-3" </w:instrText>
      </w:r>
      <w:r w:rsidRPr="004C16A8">
        <w:rPr>
          <w:noProof w:val="0"/>
        </w:rPr>
        <w:fldChar w:fldCharType="separate"/>
      </w:r>
      <w:r w:rsidR="005A26CC">
        <w:t>Table of Contents</w:t>
      </w:r>
      <w:r w:rsidR="005A26CC">
        <w:tab/>
      </w:r>
      <w:r w:rsidR="005A26CC">
        <w:fldChar w:fldCharType="begin"/>
      </w:r>
      <w:r w:rsidR="005A26CC">
        <w:instrText xml:space="preserve"> PAGEREF _Toc152696954 \h </w:instrText>
      </w:r>
      <w:r w:rsidR="005A26CC">
        <w:fldChar w:fldCharType="separate"/>
      </w:r>
      <w:r w:rsidR="005A26CC">
        <w:t>2</w:t>
      </w:r>
      <w:r w:rsidR="005A26CC">
        <w:fldChar w:fldCharType="end"/>
      </w:r>
    </w:p>
    <w:p w14:paraId="44B1AC0A" w14:textId="417DA726" w:rsidR="005A26CC" w:rsidRDefault="005A26CC">
      <w:pPr>
        <w:pStyle w:val="TOC1"/>
        <w:rPr>
          <w:rFonts w:asciiTheme="minorHAnsi" w:eastAsiaTheme="minorEastAsia" w:hAnsiTheme="minorHAnsi" w:cstheme="minorBidi"/>
          <w:b w:val="0"/>
          <w:sz w:val="22"/>
          <w:szCs w:val="22"/>
          <w:lang w:val="en-IE" w:eastAsia="en-IE"/>
        </w:rPr>
      </w:pPr>
      <w:r>
        <w:t>List of Tables</w:t>
      </w:r>
      <w:r>
        <w:tab/>
      </w:r>
      <w:r>
        <w:fldChar w:fldCharType="begin"/>
      </w:r>
      <w:r>
        <w:instrText xml:space="preserve"> PAGEREF _Toc152696955 \h </w:instrText>
      </w:r>
      <w:r>
        <w:fldChar w:fldCharType="separate"/>
      </w:r>
      <w:r>
        <w:t>2</w:t>
      </w:r>
      <w:r>
        <w:fldChar w:fldCharType="end"/>
      </w:r>
    </w:p>
    <w:p w14:paraId="6F21D370" w14:textId="5856F778" w:rsidR="005A26CC" w:rsidRDefault="005A26CC">
      <w:pPr>
        <w:pStyle w:val="TOC1"/>
        <w:rPr>
          <w:rFonts w:asciiTheme="minorHAnsi" w:eastAsiaTheme="minorEastAsia" w:hAnsiTheme="minorHAnsi" w:cstheme="minorBidi"/>
          <w:b w:val="0"/>
          <w:sz w:val="22"/>
          <w:szCs w:val="22"/>
          <w:lang w:val="en-IE" w:eastAsia="en-IE"/>
        </w:rPr>
      </w:pPr>
      <w:r>
        <w:t>1</w:t>
      </w:r>
      <w:r>
        <w:rPr>
          <w:rFonts w:asciiTheme="minorHAnsi" w:eastAsiaTheme="minorEastAsia" w:hAnsiTheme="minorHAnsi" w:cstheme="minorBidi"/>
          <w:b w:val="0"/>
          <w:sz w:val="22"/>
          <w:szCs w:val="22"/>
          <w:lang w:val="en-IE" w:eastAsia="en-IE"/>
        </w:rPr>
        <w:tab/>
      </w:r>
      <w:r>
        <w:t>Introduction</w:t>
      </w:r>
      <w:r>
        <w:tab/>
      </w:r>
      <w:r>
        <w:fldChar w:fldCharType="begin"/>
      </w:r>
      <w:r>
        <w:instrText xml:space="preserve"> PAGEREF _Toc152696956 \h </w:instrText>
      </w:r>
      <w:r>
        <w:fldChar w:fldCharType="separate"/>
      </w:r>
      <w:r>
        <w:t>3</w:t>
      </w:r>
      <w:r>
        <w:fldChar w:fldCharType="end"/>
      </w:r>
    </w:p>
    <w:p w14:paraId="7FB95C1B" w14:textId="24680C39" w:rsidR="005A26CC" w:rsidRDefault="005A26CC">
      <w:pPr>
        <w:pStyle w:val="TOC1"/>
        <w:rPr>
          <w:rFonts w:asciiTheme="minorHAnsi" w:eastAsiaTheme="minorEastAsia" w:hAnsiTheme="minorHAnsi" w:cstheme="minorBidi"/>
          <w:b w:val="0"/>
          <w:sz w:val="22"/>
          <w:szCs w:val="22"/>
          <w:lang w:val="en-IE" w:eastAsia="en-IE"/>
        </w:rPr>
      </w:pPr>
      <w:r>
        <w:t>2</w:t>
      </w:r>
      <w:r>
        <w:rPr>
          <w:rFonts w:asciiTheme="minorHAnsi" w:eastAsiaTheme="minorEastAsia" w:hAnsiTheme="minorHAnsi" w:cstheme="minorBidi"/>
          <w:b w:val="0"/>
          <w:sz w:val="22"/>
          <w:szCs w:val="22"/>
          <w:lang w:val="en-IE" w:eastAsia="en-IE"/>
        </w:rPr>
        <w:tab/>
      </w:r>
      <w:r>
        <w:t>Scenarios Transition Analysis</w:t>
      </w:r>
      <w:r>
        <w:tab/>
      </w:r>
      <w:r>
        <w:fldChar w:fldCharType="begin"/>
      </w:r>
      <w:r>
        <w:instrText xml:space="preserve"> PAGEREF _Toc152696957 \h </w:instrText>
      </w:r>
      <w:r>
        <w:fldChar w:fldCharType="separate"/>
      </w:r>
      <w:r>
        <w:t>4</w:t>
      </w:r>
      <w:r>
        <w:fldChar w:fldCharType="end"/>
      </w:r>
    </w:p>
    <w:p w14:paraId="050F71B9" w14:textId="1EFA23AD" w:rsidR="005A26CC" w:rsidRDefault="005A26CC">
      <w:pPr>
        <w:pStyle w:val="TOC2"/>
        <w:rPr>
          <w:rFonts w:asciiTheme="minorHAnsi" w:eastAsiaTheme="minorEastAsia" w:hAnsiTheme="minorHAnsi" w:cstheme="minorBidi"/>
          <w:b w:val="0"/>
          <w:sz w:val="22"/>
          <w:szCs w:val="22"/>
          <w:lang w:val="en-IE" w:eastAsia="en-IE"/>
        </w:rPr>
      </w:pPr>
      <w:r>
        <w:t>2.1</w:t>
      </w:r>
      <w:r>
        <w:rPr>
          <w:rFonts w:asciiTheme="minorHAnsi" w:eastAsiaTheme="minorEastAsia" w:hAnsiTheme="minorHAnsi" w:cstheme="minorBidi"/>
          <w:b w:val="0"/>
          <w:sz w:val="22"/>
          <w:szCs w:val="22"/>
          <w:lang w:val="en-IE" w:eastAsia="en-IE"/>
        </w:rPr>
        <w:tab/>
      </w:r>
      <w:r>
        <w:t>Gap Analysis indicator (GAI)</w:t>
      </w:r>
      <w:r>
        <w:tab/>
      </w:r>
      <w:r>
        <w:fldChar w:fldCharType="begin"/>
      </w:r>
      <w:r>
        <w:instrText xml:space="preserve"> PAGEREF _Toc152696958 \h </w:instrText>
      </w:r>
      <w:r>
        <w:fldChar w:fldCharType="separate"/>
      </w:r>
      <w:r>
        <w:t>6</w:t>
      </w:r>
      <w:r>
        <w:fldChar w:fldCharType="end"/>
      </w:r>
    </w:p>
    <w:p w14:paraId="3C8A67B3" w14:textId="02317B65" w:rsidR="005A26CC" w:rsidRDefault="005A26CC">
      <w:pPr>
        <w:pStyle w:val="TOC2"/>
        <w:rPr>
          <w:rFonts w:asciiTheme="minorHAnsi" w:eastAsiaTheme="minorEastAsia" w:hAnsiTheme="minorHAnsi" w:cstheme="minorBidi"/>
          <w:b w:val="0"/>
          <w:sz w:val="22"/>
          <w:szCs w:val="22"/>
          <w:lang w:val="en-IE" w:eastAsia="en-IE"/>
        </w:rPr>
      </w:pPr>
      <w:r>
        <w:t>2.2</w:t>
      </w:r>
      <w:r>
        <w:rPr>
          <w:rFonts w:asciiTheme="minorHAnsi" w:eastAsiaTheme="minorEastAsia" w:hAnsiTheme="minorHAnsi" w:cstheme="minorBidi"/>
          <w:b w:val="0"/>
          <w:sz w:val="22"/>
          <w:szCs w:val="22"/>
          <w:lang w:val="en-IE" w:eastAsia="en-IE"/>
        </w:rPr>
        <w:tab/>
      </w:r>
      <w:r>
        <w:t>IE Compatibility Indicator (IECI)</w:t>
      </w:r>
      <w:r>
        <w:tab/>
      </w:r>
      <w:r>
        <w:fldChar w:fldCharType="begin"/>
      </w:r>
      <w:r>
        <w:instrText xml:space="preserve"> PAGEREF _Toc152696959 \h </w:instrText>
      </w:r>
      <w:r>
        <w:fldChar w:fldCharType="separate"/>
      </w:r>
      <w:r>
        <w:t>7</w:t>
      </w:r>
      <w:r>
        <w:fldChar w:fldCharType="end"/>
      </w:r>
    </w:p>
    <w:p w14:paraId="24B91F49" w14:textId="3991E030" w:rsidR="005A26CC" w:rsidRDefault="005A26CC">
      <w:pPr>
        <w:pStyle w:val="TOC2"/>
        <w:rPr>
          <w:rFonts w:asciiTheme="minorHAnsi" w:eastAsiaTheme="minorEastAsia" w:hAnsiTheme="minorHAnsi" w:cstheme="minorBidi"/>
          <w:b w:val="0"/>
          <w:sz w:val="22"/>
          <w:szCs w:val="22"/>
          <w:lang w:val="en-IE" w:eastAsia="en-IE"/>
        </w:rPr>
      </w:pPr>
      <w:r>
        <w:t>2.3</w:t>
      </w:r>
      <w:r>
        <w:rPr>
          <w:rFonts w:asciiTheme="minorHAnsi" w:eastAsiaTheme="minorEastAsia" w:hAnsiTheme="minorHAnsi" w:cstheme="minorBidi"/>
          <w:b w:val="0"/>
          <w:sz w:val="22"/>
          <w:szCs w:val="22"/>
          <w:lang w:val="en-IE" w:eastAsia="en-IE"/>
        </w:rPr>
        <w:tab/>
      </w:r>
      <w:r>
        <w:t>State Machine Compatibility Indicator (SMCI)</w:t>
      </w:r>
      <w:r>
        <w:tab/>
      </w:r>
      <w:r>
        <w:fldChar w:fldCharType="begin"/>
      </w:r>
      <w:r>
        <w:instrText xml:space="preserve"> PAGEREF _Toc152696960 \h </w:instrText>
      </w:r>
      <w:r>
        <w:fldChar w:fldCharType="separate"/>
      </w:r>
      <w:r>
        <w:t>9</w:t>
      </w:r>
      <w:r>
        <w:fldChar w:fldCharType="end"/>
      </w:r>
    </w:p>
    <w:p w14:paraId="6CF20484" w14:textId="3FECB188" w:rsidR="005A26CC" w:rsidRDefault="005A26CC">
      <w:pPr>
        <w:pStyle w:val="TOC2"/>
        <w:rPr>
          <w:rFonts w:asciiTheme="minorHAnsi" w:eastAsiaTheme="minorEastAsia" w:hAnsiTheme="minorHAnsi" w:cstheme="minorBidi"/>
          <w:b w:val="0"/>
          <w:sz w:val="22"/>
          <w:szCs w:val="22"/>
          <w:lang w:val="en-IE" w:eastAsia="en-IE"/>
        </w:rPr>
      </w:pPr>
      <w:r>
        <w:t>2.4</w:t>
      </w:r>
      <w:r>
        <w:rPr>
          <w:rFonts w:asciiTheme="minorHAnsi" w:eastAsiaTheme="minorEastAsia" w:hAnsiTheme="minorHAnsi" w:cstheme="minorBidi"/>
          <w:b w:val="0"/>
          <w:sz w:val="22"/>
          <w:szCs w:val="22"/>
          <w:lang w:val="en-IE" w:eastAsia="en-IE"/>
        </w:rPr>
        <w:tab/>
      </w:r>
      <w:r>
        <w:t>Transition Analysis Outcome</w:t>
      </w:r>
      <w:r>
        <w:tab/>
      </w:r>
      <w:r>
        <w:fldChar w:fldCharType="begin"/>
      </w:r>
      <w:r>
        <w:instrText xml:space="preserve"> PAGEREF _Toc152696961 \h </w:instrText>
      </w:r>
      <w:r>
        <w:fldChar w:fldCharType="separate"/>
      </w:r>
      <w:r>
        <w:t>11</w:t>
      </w:r>
      <w:r>
        <w:fldChar w:fldCharType="end"/>
      </w:r>
    </w:p>
    <w:p w14:paraId="1BA4235B" w14:textId="3D76BF0C" w:rsidR="005A26CC" w:rsidRDefault="005A26CC">
      <w:pPr>
        <w:pStyle w:val="TOC1"/>
        <w:rPr>
          <w:rFonts w:asciiTheme="minorHAnsi" w:eastAsiaTheme="minorEastAsia" w:hAnsiTheme="minorHAnsi" w:cstheme="minorBidi"/>
          <w:b w:val="0"/>
          <w:sz w:val="22"/>
          <w:szCs w:val="22"/>
          <w:lang w:val="en-IE" w:eastAsia="en-IE"/>
        </w:rPr>
      </w:pPr>
      <w:r>
        <w:t>3</w:t>
      </w:r>
      <w:r>
        <w:rPr>
          <w:rFonts w:asciiTheme="minorHAnsi" w:eastAsiaTheme="minorEastAsia" w:hAnsiTheme="minorHAnsi" w:cstheme="minorBidi"/>
          <w:b w:val="0"/>
          <w:sz w:val="22"/>
          <w:szCs w:val="22"/>
          <w:lang w:val="en-IE" w:eastAsia="en-IE"/>
        </w:rPr>
        <w:tab/>
      </w:r>
      <w:r>
        <w:t>State Machine Transition Analysis</w:t>
      </w:r>
      <w:r>
        <w:tab/>
      </w:r>
      <w:r>
        <w:fldChar w:fldCharType="begin"/>
      </w:r>
      <w:r>
        <w:instrText xml:space="preserve"> PAGEREF _Toc152696962 \h </w:instrText>
      </w:r>
      <w:r>
        <w:fldChar w:fldCharType="separate"/>
      </w:r>
      <w:r>
        <w:t>12</w:t>
      </w:r>
      <w:r>
        <w:fldChar w:fldCharType="end"/>
      </w:r>
    </w:p>
    <w:p w14:paraId="02ED2704" w14:textId="1E719357" w:rsidR="005A26CC" w:rsidRDefault="005A26CC">
      <w:pPr>
        <w:pStyle w:val="TOC1"/>
        <w:rPr>
          <w:rFonts w:asciiTheme="minorHAnsi" w:eastAsiaTheme="minorEastAsia" w:hAnsiTheme="minorHAnsi" w:cstheme="minorBidi"/>
          <w:b w:val="0"/>
          <w:sz w:val="22"/>
          <w:szCs w:val="22"/>
          <w:lang w:val="en-IE" w:eastAsia="en-IE"/>
        </w:rPr>
      </w:pPr>
      <w:r>
        <w:t>4</w:t>
      </w:r>
      <w:r>
        <w:rPr>
          <w:rFonts w:asciiTheme="minorHAnsi" w:eastAsiaTheme="minorEastAsia" w:hAnsiTheme="minorHAnsi" w:cstheme="minorBidi"/>
          <w:b w:val="0"/>
          <w:sz w:val="22"/>
          <w:szCs w:val="22"/>
          <w:lang w:val="en-IE" w:eastAsia="en-IE"/>
        </w:rPr>
        <w:tab/>
      </w:r>
      <w:r>
        <w:t>Information Exchange Reference Table (NCTS-P5 and NCTS-P4)</w:t>
      </w:r>
      <w:r>
        <w:tab/>
      </w:r>
      <w:r>
        <w:fldChar w:fldCharType="begin"/>
      </w:r>
      <w:r>
        <w:instrText xml:space="preserve"> PAGEREF _Toc152696963 \h </w:instrText>
      </w:r>
      <w:r>
        <w:fldChar w:fldCharType="separate"/>
      </w:r>
      <w:r>
        <w:t>17</w:t>
      </w:r>
      <w:r>
        <w:fldChar w:fldCharType="end"/>
      </w:r>
    </w:p>
    <w:p w14:paraId="654B153D" w14:textId="5EFE6678" w:rsidR="00FF5017" w:rsidRPr="004C16A8" w:rsidRDefault="00FF5017" w:rsidP="002453E0">
      <w:pPr>
        <w:jc w:val="center"/>
      </w:pPr>
      <w:r w:rsidRPr="004C16A8">
        <w:fldChar w:fldCharType="end"/>
      </w:r>
    </w:p>
    <w:p w14:paraId="599F78BC" w14:textId="77777777" w:rsidR="00FF5017" w:rsidRPr="004C16A8" w:rsidRDefault="00FF5017" w:rsidP="00F70A40"/>
    <w:p w14:paraId="55E7BC42" w14:textId="0078310D" w:rsidR="00B47564" w:rsidRPr="004C16A8" w:rsidRDefault="008E65EB" w:rsidP="00DA10CE">
      <w:pPr>
        <w:pStyle w:val="Heading1"/>
        <w:pageBreakBefore w:val="0"/>
        <w:numPr>
          <w:ilvl w:val="0"/>
          <w:numId w:val="0"/>
        </w:numPr>
        <w:ind w:left="431"/>
        <w:jc w:val="center"/>
      </w:pPr>
      <w:bookmarkStart w:id="3" w:name="_Toc152696955"/>
      <w:r>
        <w:t>List</w:t>
      </w:r>
      <w:r w:rsidR="00B47564" w:rsidRPr="004C16A8">
        <w:t xml:space="preserve"> of Tables</w:t>
      </w:r>
      <w:bookmarkEnd w:id="3"/>
    </w:p>
    <w:p w14:paraId="24A4E826" w14:textId="3FB0E128" w:rsidR="005A26CC" w:rsidRDefault="00BF09DD">
      <w:pPr>
        <w:pStyle w:val="TableofFigures"/>
        <w:rPr>
          <w:rFonts w:asciiTheme="minorHAnsi" w:eastAsiaTheme="minorEastAsia" w:hAnsiTheme="minorHAnsi" w:cstheme="minorBidi"/>
          <w:smallCaps w:val="0"/>
          <w:noProof/>
          <w:sz w:val="22"/>
          <w:szCs w:val="22"/>
          <w:lang w:val="en-IE" w:eastAsia="en-IE"/>
        </w:rPr>
      </w:pPr>
      <w:r w:rsidRPr="004C16A8">
        <w:rPr>
          <w:b/>
        </w:rPr>
        <w:fldChar w:fldCharType="begin"/>
      </w:r>
      <w:r w:rsidRPr="004C16A8">
        <w:rPr>
          <w:b/>
        </w:rPr>
        <w:instrText xml:space="preserve"> TOC \c "Table" </w:instrText>
      </w:r>
      <w:r w:rsidRPr="004C16A8">
        <w:rPr>
          <w:b/>
        </w:rPr>
        <w:fldChar w:fldCharType="separate"/>
      </w:r>
      <w:r w:rsidR="005A26CC">
        <w:rPr>
          <w:noProof/>
        </w:rPr>
        <w:t>Table 1: Gap Analysis indicator (GAI) values</w:t>
      </w:r>
      <w:r w:rsidR="005A26CC">
        <w:rPr>
          <w:noProof/>
        </w:rPr>
        <w:tab/>
      </w:r>
      <w:r w:rsidR="005A26CC">
        <w:rPr>
          <w:noProof/>
        </w:rPr>
        <w:fldChar w:fldCharType="begin"/>
      </w:r>
      <w:r w:rsidR="005A26CC">
        <w:rPr>
          <w:noProof/>
        </w:rPr>
        <w:instrText xml:space="preserve"> PAGEREF _Toc152696964 \h </w:instrText>
      </w:r>
      <w:r w:rsidR="005A26CC">
        <w:rPr>
          <w:noProof/>
        </w:rPr>
      </w:r>
      <w:r w:rsidR="005A26CC">
        <w:rPr>
          <w:noProof/>
        </w:rPr>
        <w:fldChar w:fldCharType="separate"/>
      </w:r>
      <w:r w:rsidR="005A26CC">
        <w:rPr>
          <w:noProof/>
        </w:rPr>
        <w:t>6</w:t>
      </w:r>
      <w:r w:rsidR="005A26CC">
        <w:rPr>
          <w:noProof/>
        </w:rPr>
        <w:fldChar w:fldCharType="end"/>
      </w:r>
    </w:p>
    <w:p w14:paraId="656ACDB9" w14:textId="1F2BBB2B" w:rsidR="005A26CC" w:rsidRDefault="005A26CC">
      <w:pPr>
        <w:pStyle w:val="TableofFigures"/>
        <w:rPr>
          <w:rFonts w:asciiTheme="minorHAnsi" w:eastAsiaTheme="minorEastAsia" w:hAnsiTheme="minorHAnsi" w:cstheme="minorBidi"/>
          <w:smallCaps w:val="0"/>
          <w:noProof/>
          <w:sz w:val="22"/>
          <w:szCs w:val="22"/>
          <w:lang w:val="en-IE" w:eastAsia="en-IE"/>
        </w:rPr>
      </w:pPr>
      <w:r>
        <w:rPr>
          <w:noProof/>
        </w:rPr>
        <w:t>Table 2: IE Compatibility Indicator (IECI) values</w:t>
      </w:r>
      <w:r>
        <w:rPr>
          <w:noProof/>
        </w:rPr>
        <w:tab/>
      </w:r>
      <w:r>
        <w:rPr>
          <w:noProof/>
        </w:rPr>
        <w:fldChar w:fldCharType="begin"/>
      </w:r>
      <w:r>
        <w:rPr>
          <w:noProof/>
        </w:rPr>
        <w:instrText xml:space="preserve"> PAGEREF _Toc152696965 \h </w:instrText>
      </w:r>
      <w:r>
        <w:rPr>
          <w:noProof/>
        </w:rPr>
      </w:r>
      <w:r>
        <w:rPr>
          <w:noProof/>
        </w:rPr>
        <w:fldChar w:fldCharType="separate"/>
      </w:r>
      <w:r>
        <w:rPr>
          <w:noProof/>
        </w:rPr>
        <w:t>8</w:t>
      </w:r>
      <w:r>
        <w:rPr>
          <w:noProof/>
        </w:rPr>
        <w:fldChar w:fldCharType="end"/>
      </w:r>
    </w:p>
    <w:p w14:paraId="4D631CD4" w14:textId="0A4AC604" w:rsidR="005A26CC" w:rsidRDefault="005A26CC">
      <w:pPr>
        <w:pStyle w:val="TableofFigures"/>
        <w:rPr>
          <w:rFonts w:asciiTheme="minorHAnsi" w:eastAsiaTheme="minorEastAsia" w:hAnsiTheme="minorHAnsi" w:cstheme="minorBidi"/>
          <w:smallCaps w:val="0"/>
          <w:noProof/>
          <w:sz w:val="22"/>
          <w:szCs w:val="22"/>
          <w:lang w:val="en-IE" w:eastAsia="en-IE"/>
        </w:rPr>
      </w:pPr>
      <w:r>
        <w:rPr>
          <w:noProof/>
        </w:rPr>
        <w:t>Table 3: State Machine Compatibility Indicator (SMCI) values</w:t>
      </w:r>
      <w:r>
        <w:rPr>
          <w:noProof/>
        </w:rPr>
        <w:tab/>
      </w:r>
      <w:r>
        <w:rPr>
          <w:noProof/>
        </w:rPr>
        <w:fldChar w:fldCharType="begin"/>
      </w:r>
      <w:r>
        <w:rPr>
          <w:noProof/>
        </w:rPr>
        <w:instrText xml:space="preserve"> PAGEREF _Toc152696966 \h </w:instrText>
      </w:r>
      <w:r>
        <w:rPr>
          <w:noProof/>
        </w:rPr>
      </w:r>
      <w:r>
        <w:rPr>
          <w:noProof/>
        </w:rPr>
        <w:fldChar w:fldCharType="separate"/>
      </w:r>
      <w:r>
        <w:rPr>
          <w:noProof/>
        </w:rPr>
        <w:t>10</w:t>
      </w:r>
      <w:r>
        <w:rPr>
          <w:noProof/>
        </w:rPr>
        <w:fldChar w:fldCharType="end"/>
      </w:r>
    </w:p>
    <w:p w14:paraId="6E55DD0F" w14:textId="1D7578B5" w:rsidR="005A26CC" w:rsidRDefault="005A26CC">
      <w:pPr>
        <w:pStyle w:val="TableofFigures"/>
        <w:rPr>
          <w:rFonts w:asciiTheme="minorHAnsi" w:eastAsiaTheme="minorEastAsia" w:hAnsiTheme="minorHAnsi" w:cstheme="minorBidi"/>
          <w:smallCaps w:val="0"/>
          <w:noProof/>
          <w:sz w:val="22"/>
          <w:szCs w:val="22"/>
          <w:lang w:val="en-IE" w:eastAsia="en-IE"/>
        </w:rPr>
      </w:pPr>
      <w:r>
        <w:rPr>
          <w:noProof/>
        </w:rPr>
        <w:t>Table 4: Transition Analysis Outcome values</w:t>
      </w:r>
      <w:r>
        <w:rPr>
          <w:noProof/>
        </w:rPr>
        <w:tab/>
      </w:r>
      <w:r>
        <w:rPr>
          <w:noProof/>
        </w:rPr>
        <w:fldChar w:fldCharType="begin"/>
      </w:r>
      <w:r>
        <w:rPr>
          <w:noProof/>
        </w:rPr>
        <w:instrText xml:space="preserve"> PAGEREF _Toc152696967 \h </w:instrText>
      </w:r>
      <w:r>
        <w:rPr>
          <w:noProof/>
        </w:rPr>
      </w:r>
      <w:r>
        <w:rPr>
          <w:noProof/>
        </w:rPr>
        <w:fldChar w:fldCharType="separate"/>
      </w:r>
      <w:r>
        <w:rPr>
          <w:noProof/>
        </w:rPr>
        <w:t>11</w:t>
      </w:r>
      <w:r>
        <w:rPr>
          <w:noProof/>
        </w:rPr>
        <w:fldChar w:fldCharType="end"/>
      </w:r>
    </w:p>
    <w:p w14:paraId="6F0E85CD" w14:textId="373E2470" w:rsidR="005A26CC" w:rsidRDefault="005A26CC">
      <w:pPr>
        <w:pStyle w:val="TableofFigures"/>
        <w:rPr>
          <w:rFonts w:asciiTheme="minorHAnsi" w:eastAsiaTheme="minorEastAsia" w:hAnsiTheme="minorHAnsi" w:cstheme="minorBidi"/>
          <w:smallCaps w:val="0"/>
          <w:noProof/>
          <w:sz w:val="22"/>
          <w:szCs w:val="22"/>
          <w:lang w:val="en-IE" w:eastAsia="en-IE"/>
        </w:rPr>
      </w:pPr>
      <w:r>
        <w:rPr>
          <w:noProof/>
        </w:rPr>
        <w:t>Table 5: State Machines reference mapping table</w:t>
      </w:r>
      <w:r>
        <w:rPr>
          <w:noProof/>
        </w:rPr>
        <w:tab/>
      </w:r>
      <w:r>
        <w:rPr>
          <w:noProof/>
        </w:rPr>
        <w:fldChar w:fldCharType="begin"/>
      </w:r>
      <w:r>
        <w:rPr>
          <w:noProof/>
        </w:rPr>
        <w:instrText xml:space="preserve"> PAGEREF _Toc152696968 \h </w:instrText>
      </w:r>
      <w:r>
        <w:rPr>
          <w:noProof/>
        </w:rPr>
      </w:r>
      <w:r>
        <w:rPr>
          <w:noProof/>
        </w:rPr>
        <w:fldChar w:fldCharType="separate"/>
      </w:r>
      <w:r>
        <w:rPr>
          <w:noProof/>
        </w:rPr>
        <w:t>14</w:t>
      </w:r>
      <w:r>
        <w:rPr>
          <w:noProof/>
        </w:rPr>
        <w:fldChar w:fldCharType="end"/>
      </w:r>
    </w:p>
    <w:p w14:paraId="1AD756C3" w14:textId="1B300555" w:rsidR="00B47564" w:rsidRPr="004C16A8" w:rsidRDefault="00BF09DD" w:rsidP="00F70A40">
      <w:pPr>
        <w:pStyle w:val="TOC1"/>
        <w:rPr>
          <w:noProof w:val="0"/>
        </w:rPr>
        <w:sectPr w:rsidR="00B47564" w:rsidRPr="004C16A8" w:rsidSect="003560E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12" w:right="1412" w:bottom="1412" w:left="1412" w:header="720" w:footer="182" w:gutter="0"/>
          <w:pgNumType w:start="1"/>
          <w:cols w:space="720"/>
          <w:titlePg/>
          <w:docGrid w:linePitch="326"/>
        </w:sectPr>
      </w:pPr>
      <w:r w:rsidRPr="004C16A8">
        <w:rPr>
          <w:noProof w:val="0"/>
        </w:rPr>
        <w:fldChar w:fldCharType="end"/>
      </w:r>
    </w:p>
    <w:p w14:paraId="5228369A" w14:textId="77777777" w:rsidR="00CE04FB" w:rsidRPr="004C16A8" w:rsidRDefault="00CE04FB" w:rsidP="00F70A40">
      <w:pPr>
        <w:pStyle w:val="Heading1"/>
      </w:pPr>
      <w:bookmarkStart w:id="4" w:name="_Ref11163246"/>
      <w:bookmarkStart w:id="5" w:name="_Toc11234222"/>
      <w:bookmarkStart w:id="6" w:name="_Toc13399601"/>
      <w:bookmarkStart w:id="7" w:name="_Toc152696956"/>
      <w:r w:rsidRPr="004C16A8">
        <w:lastRenderedPageBreak/>
        <w:t>Introduction</w:t>
      </w:r>
      <w:bookmarkEnd w:id="7"/>
    </w:p>
    <w:p w14:paraId="6BC3A1E3" w14:textId="77777777" w:rsidR="00CE04FB" w:rsidRPr="004C16A8" w:rsidRDefault="00CE04FB" w:rsidP="00CE04FB">
      <w:r w:rsidRPr="004C16A8">
        <w:t xml:space="preserve">The purpose of this Appendix is to provide the approach followed for the transitional analysis. </w:t>
      </w:r>
    </w:p>
    <w:p w14:paraId="4B26698A" w14:textId="0B34E50E" w:rsidR="00CE04FB" w:rsidRPr="004C16A8" w:rsidRDefault="00CE04FB" w:rsidP="00CE04FB">
      <w:r w:rsidRPr="004C16A8">
        <w:t>The transitional analysis has been performed by analysing each message exchange protocol/scenarios (</w:t>
      </w:r>
      <w:r w:rsidR="004F3634" w:rsidRPr="004C16A8">
        <w:t>paragraph</w:t>
      </w:r>
      <w:r w:rsidRPr="004C16A8">
        <w:t xml:space="preserve"> </w:t>
      </w:r>
      <w:r w:rsidR="004F3634" w:rsidRPr="004C16A8">
        <w:t>III.I.2</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and state transition diagram (</w:t>
      </w:r>
      <w:r w:rsidR="004F3634" w:rsidRPr="004C16A8">
        <w:t>Sub-Section</w:t>
      </w:r>
      <w:r w:rsidRPr="004C16A8">
        <w:t xml:space="preserve"> </w:t>
      </w:r>
      <w:r w:rsidR="004F3634" w:rsidRPr="004C16A8">
        <w:t>III.IV</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xml:space="preserve">) of </w:t>
      </w:r>
      <w:r w:rsidR="004F3634" w:rsidRPr="004C16A8">
        <w:t>NCTS-P5</w:t>
      </w:r>
      <w:r w:rsidRPr="004C16A8">
        <w:t xml:space="preserve"> against the </w:t>
      </w:r>
      <w:r w:rsidR="00173EBD" w:rsidRPr="004C16A8">
        <w:t>NCTS-P4</w:t>
      </w:r>
      <w:r w:rsidRPr="004C16A8">
        <w:t>. Therefore, the transitional analysis is a compatibility and gap analysis (comparison) between TO-BE (</w:t>
      </w:r>
      <w:r w:rsidR="00173EBD" w:rsidRPr="004C16A8">
        <w:t>NCTS-P5</w:t>
      </w:r>
      <w:r w:rsidRPr="004C16A8">
        <w:t xml:space="preserve">) </w:t>
      </w:r>
      <w:r w:rsidR="00173EBD" w:rsidRPr="004C16A8">
        <w:t xml:space="preserve">and </w:t>
      </w:r>
      <w:r w:rsidRPr="004C16A8">
        <w:t>AS-IS (</w:t>
      </w:r>
      <w:r w:rsidR="009F58B2" w:rsidRPr="004C16A8">
        <w:t>NCTS-P4</w:t>
      </w:r>
      <w:r w:rsidRPr="004C16A8">
        <w:t>) message exchange protocol &amp; state transition diagrams (</w:t>
      </w:r>
      <w:r w:rsidRPr="004C16A8">
        <w:fldChar w:fldCharType="begin"/>
      </w:r>
      <w:r w:rsidRPr="004C16A8">
        <w:instrText xml:space="preserve"> REF _Ref10212797 \h </w:instrText>
      </w:r>
      <w:r w:rsidRPr="004C16A8">
        <w:fldChar w:fldCharType="separate"/>
      </w:r>
      <w:r w:rsidR="005A26CC" w:rsidRPr="004C16A8">
        <w:t xml:space="preserve">Figure </w:t>
      </w:r>
      <w:r w:rsidR="005A26CC">
        <w:rPr>
          <w:noProof/>
        </w:rPr>
        <w:t>1</w:t>
      </w:r>
      <w:r w:rsidRPr="004C16A8">
        <w:fldChar w:fldCharType="end"/>
      </w:r>
      <w:r w:rsidRPr="004C16A8">
        <w:t>). Consequently, the message exchange protocol &amp; state transition diagrams are the key two elements for the compatibility analysis.</w:t>
      </w:r>
    </w:p>
    <w:p w14:paraId="1BABB883" w14:textId="77777777" w:rsidR="00CE04FB" w:rsidRPr="004C16A8" w:rsidRDefault="00177D78" w:rsidP="00CE04FB">
      <w:r w:rsidRPr="004C16A8">
        <w:rPr>
          <w:noProof/>
        </w:rPr>
        <w:drawing>
          <wp:inline distT="0" distB="0" distL="0" distR="0" wp14:anchorId="1F36FFE0" wp14:editId="1C02F497">
            <wp:extent cx="5762625" cy="379095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3790950"/>
                    </a:xfrm>
                    <a:prstGeom prst="rect">
                      <a:avLst/>
                    </a:prstGeom>
                    <a:noFill/>
                    <a:ln>
                      <a:noFill/>
                    </a:ln>
                  </pic:spPr>
                </pic:pic>
              </a:graphicData>
            </a:graphic>
          </wp:inline>
        </w:drawing>
      </w:r>
    </w:p>
    <w:p w14:paraId="25D24A37" w14:textId="0299C5F0" w:rsidR="00CE04FB" w:rsidRPr="004C16A8" w:rsidRDefault="00CE04FB" w:rsidP="00CE04FB">
      <w:pPr>
        <w:pStyle w:val="Caption"/>
      </w:pPr>
      <w:bookmarkStart w:id="8" w:name="_Ref10212797"/>
      <w:bookmarkStart w:id="9" w:name="_Toc11234395"/>
      <w:bookmarkStart w:id="10" w:name="_Toc13400066"/>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5A26CC">
        <w:rPr>
          <w:noProof/>
        </w:rPr>
        <w:t>1</w:t>
      </w:r>
      <w:r w:rsidR="00D46640">
        <w:rPr>
          <w:noProof/>
        </w:rPr>
        <w:fldChar w:fldCharType="end"/>
      </w:r>
      <w:bookmarkEnd w:id="8"/>
      <w:r w:rsidRPr="004C16A8">
        <w:t>: Transitional Analysis concept</w:t>
      </w:r>
      <w:bookmarkEnd w:id="9"/>
      <w:bookmarkEnd w:id="10"/>
    </w:p>
    <w:p w14:paraId="0F75E48B" w14:textId="02B3585F" w:rsidR="00CE04FB" w:rsidRPr="004C16A8" w:rsidRDefault="00CE04FB" w:rsidP="00CE04FB">
      <w:r w:rsidRPr="004C16A8">
        <w:t xml:space="preserve">The </w:t>
      </w:r>
      <w:r w:rsidR="002F3483" w:rsidRPr="004C16A8">
        <w:t>transitional analysis</w:t>
      </w:r>
      <w:r w:rsidRPr="004C16A8">
        <w:t xml:space="preserve"> approach is further described in </w:t>
      </w:r>
      <w:r w:rsidR="00A05E41" w:rsidRPr="004C16A8">
        <w:t>S</w:t>
      </w:r>
      <w:r w:rsidRPr="004C16A8">
        <w:t xml:space="preserve">ection </w:t>
      </w:r>
      <w:r w:rsidRPr="004C16A8">
        <w:fldChar w:fldCharType="begin"/>
      </w:r>
      <w:r w:rsidRPr="004C16A8">
        <w:instrText xml:space="preserve"> REF _Ref13405502 \r \h </w:instrText>
      </w:r>
      <w:r w:rsidRPr="004C16A8">
        <w:fldChar w:fldCharType="separate"/>
      </w:r>
      <w:r w:rsidR="005A26CC">
        <w:t>2</w:t>
      </w:r>
      <w:r w:rsidRPr="004C16A8">
        <w:fldChar w:fldCharType="end"/>
      </w:r>
      <w:r w:rsidRPr="004C16A8">
        <w:t xml:space="preserve"> and the </w:t>
      </w:r>
      <w:r w:rsidRPr="004C16A8">
        <w:fldChar w:fldCharType="begin"/>
      </w:r>
      <w:r w:rsidRPr="004C16A8">
        <w:instrText xml:space="preserve"> REF _Ref11232148 \h </w:instrText>
      </w:r>
      <w:r w:rsidRPr="004C16A8">
        <w:fldChar w:fldCharType="separate"/>
      </w:r>
      <w:r w:rsidR="005A26CC" w:rsidRPr="004C16A8">
        <w:t>State Machine Transition Analysis</w:t>
      </w:r>
      <w:r w:rsidRPr="004C16A8">
        <w:fldChar w:fldCharType="end"/>
      </w:r>
      <w:r w:rsidRPr="004C16A8">
        <w:t xml:space="preserve"> in </w:t>
      </w:r>
      <w:r w:rsidR="00A05E41" w:rsidRPr="004C16A8">
        <w:t>S</w:t>
      </w:r>
      <w:r w:rsidRPr="004C16A8">
        <w:t xml:space="preserve">ection </w:t>
      </w:r>
      <w:r w:rsidRPr="004C16A8">
        <w:fldChar w:fldCharType="begin"/>
      </w:r>
      <w:r w:rsidRPr="004C16A8">
        <w:instrText xml:space="preserve"> REF _Ref11232148 \r \h </w:instrText>
      </w:r>
      <w:r w:rsidRPr="004C16A8">
        <w:fldChar w:fldCharType="separate"/>
      </w:r>
      <w:r w:rsidR="005A26CC">
        <w:t>3</w:t>
      </w:r>
      <w:r w:rsidRPr="004C16A8">
        <w:fldChar w:fldCharType="end"/>
      </w:r>
      <w:r w:rsidRPr="004C16A8">
        <w:t>.</w:t>
      </w:r>
    </w:p>
    <w:p w14:paraId="38CD63B1" w14:textId="77777777" w:rsidR="00CE04FB" w:rsidRPr="004C16A8" w:rsidRDefault="00CE04FB" w:rsidP="00CE04FB"/>
    <w:p w14:paraId="3A7643CF" w14:textId="77777777" w:rsidR="00B47564" w:rsidRPr="004C16A8" w:rsidRDefault="00EB054E" w:rsidP="00F70A40">
      <w:pPr>
        <w:pStyle w:val="Heading1"/>
      </w:pPr>
      <w:bookmarkStart w:id="11" w:name="_Ref13405502"/>
      <w:bookmarkStart w:id="12" w:name="_Toc152696957"/>
      <w:r w:rsidRPr="004C16A8">
        <w:lastRenderedPageBreak/>
        <w:t>Scenarios Transition Analysis</w:t>
      </w:r>
      <w:bookmarkEnd w:id="4"/>
      <w:bookmarkEnd w:id="5"/>
      <w:bookmarkEnd w:id="6"/>
      <w:bookmarkEnd w:id="11"/>
      <w:bookmarkEnd w:id="12"/>
    </w:p>
    <w:p w14:paraId="6614331D" w14:textId="3C1D0489" w:rsidR="00EB054E" w:rsidRPr="004C16A8" w:rsidRDefault="00EB054E" w:rsidP="00F70A40">
      <w:bookmarkStart w:id="13" w:name="_Toc412548668"/>
      <w:bookmarkStart w:id="14" w:name="_Toc404475766"/>
      <w:bookmarkStart w:id="15" w:name="_Toc406317475"/>
      <w:r w:rsidRPr="004C16A8">
        <w:t>All the DDN</w:t>
      </w:r>
      <w:r w:rsidR="00D02694" w:rsidRPr="004C16A8">
        <w:t>T</w:t>
      </w:r>
      <w:r w:rsidRPr="004C16A8">
        <w:t xml:space="preserve">A message exchange protocols or scenarios (hereafter scenarios) defined in </w:t>
      </w:r>
      <w:r w:rsidR="00D02694" w:rsidRPr="004C16A8">
        <w:t>NCTS-P5</w:t>
      </w:r>
      <w:r w:rsidRPr="004C16A8">
        <w:t xml:space="preserve"> and</w:t>
      </w:r>
      <w:r w:rsidR="00D02694" w:rsidRPr="004C16A8">
        <w:t xml:space="preserve"> NCTS-P4</w:t>
      </w:r>
      <w:r w:rsidRPr="004C16A8">
        <w:t xml:space="preserve"> have been consolidated and mapping </w:t>
      </w:r>
      <w:r w:rsidR="00D02694" w:rsidRPr="004C16A8">
        <w:t>has been</w:t>
      </w:r>
      <w:r w:rsidRPr="004C16A8">
        <w:t xml:space="preserve"> performed during this activity. </w:t>
      </w:r>
    </w:p>
    <w:p w14:paraId="2FF9D45A" w14:textId="77777777" w:rsidR="00EB054E" w:rsidRPr="004C16A8" w:rsidRDefault="00EB054E" w:rsidP="00F70A40">
      <w:r w:rsidRPr="004C16A8">
        <w:t xml:space="preserve">The output of Scenarios Transition Analysis is provided in the </w:t>
      </w:r>
      <w:r w:rsidR="002453E0" w:rsidRPr="004C16A8">
        <w:t>Appendix M</w:t>
      </w:r>
      <w:r w:rsidRPr="004C16A8">
        <w:t xml:space="preserve"> excel file which accompanies DDN</w:t>
      </w:r>
      <w:r w:rsidR="00D02694" w:rsidRPr="004C16A8">
        <w:t>T</w:t>
      </w:r>
      <w:r w:rsidRPr="004C16A8">
        <w:t>A.</w:t>
      </w:r>
    </w:p>
    <w:p w14:paraId="1E543AFE" w14:textId="77777777" w:rsidR="00EB054E" w:rsidRPr="004C16A8" w:rsidRDefault="00EB054E" w:rsidP="00F70A40">
      <w:r w:rsidRPr="004C16A8">
        <w:t>The Scenarios Transition Analysis defines the following three Compatibility Indicators to designate potential compatibility issues between TO-BE and AS-IS scenarios:</w:t>
      </w:r>
    </w:p>
    <w:p w14:paraId="2067E1E4" w14:textId="77777777" w:rsidR="00EB054E" w:rsidRPr="004C16A8" w:rsidRDefault="00177D78" w:rsidP="00F70A40">
      <w:r w:rsidRPr="004C16A8">
        <w:rPr>
          <w:noProof/>
        </w:rPr>
        <w:drawing>
          <wp:inline distT="0" distB="0" distL="0" distR="0" wp14:anchorId="386E11E2" wp14:editId="71B0DA73">
            <wp:extent cx="5734050" cy="3314700"/>
            <wp:effectExtent l="0" t="0" r="0" b="0"/>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14:paraId="4C51A378" w14:textId="1358CDF6" w:rsidR="00EB054E" w:rsidRPr="004C16A8" w:rsidRDefault="00EB054E" w:rsidP="00F70A40">
      <w:pPr>
        <w:pStyle w:val="Caption"/>
      </w:pPr>
      <w:bookmarkStart w:id="16" w:name="_Toc13400067"/>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5A26CC">
        <w:rPr>
          <w:noProof/>
        </w:rPr>
        <w:t>2</w:t>
      </w:r>
      <w:r w:rsidR="00D46640">
        <w:rPr>
          <w:noProof/>
        </w:rPr>
        <w:fldChar w:fldCharType="end"/>
      </w:r>
      <w:r w:rsidRPr="004C16A8">
        <w:t>: Scenarios Transition Analysis compatibility indicators</w:t>
      </w:r>
      <w:bookmarkEnd w:id="16"/>
    </w:p>
    <w:p w14:paraId="72F922E9" w14:textId="176008D2" w:rsidR="00EB054E" w:rsidRPr="004C16A8" w:rsidRDefault="00EB054E" w:rsidP="00061DE7">
      <w:r w:rsidRPr="004C16A8">
        <w:t xml:space="preserve">Each indicator has different range of values and </w:t>
      </w:r>
      <w:r w:rsidR="00F33FBE" w:rsidRPr="00F33FBE">
        <w:t>meanings</w:t>
      </w:r>
      <w:r w:rsidR="00F33FBE">
        <w:t>.</w:t>
      </w:r>
      <w:r w:rsidRPr="004C16A8">
        <w:t xml:space="preserve"> Further information is provided below in </w:t>
      </w:r>
      <w:r w:rsidR="00F66353">
        <w:t>Sub-</w:t>
      </w:r>
      <w:r w:rsidR="00C56B21" w:rsidRPr="004C16A8">
        <w:t>S</w:t>
      </w:r>
      <w:r w:rsidR="00346F8F" w:rsidRPr="004C16A8">
        <w:t xml:space="preserve">ections </w:t>
      </w:r>
      <w:r w:rsidRPr="004C16A8">
        <w:fldChar w:fldCharType="begin"/>
      </w:r>
      <w:r w:rsidRPr="004C16A8">
        <w:instrText xml:space="preserve"> REF _Ref10271266 \r \h  \* MERGEFORMAT </w:instrText>
      </w:r>
      <w:r w:rsidRPr="004C16A8">
        <w:fldChar w:fldCharType="separate"/>
      </w:r>
      <w:r w:rsidR="005A26CC">
        <w:t>2.1</w:t>
      </w:r>
      <w:r w:rsidRPr="004C16A8">
        <w:fldChar w:fldCharType="end"/>
      </w:r>
      <w:r w:rsidRPr="004C16A8">
        <w:t xml:space="preserve">, </w:t>
      </w:r>
      <w:r w:rsidRPr="004C16A8">
        <w:fldChar w:fldCharType="begin"/>
      </w:r>
      <w:r w:rsidRPr="004C16A8">
        <w:instrText xml:space="preserve"> REF _Ref10271268 \r \h  \* MERGEFORMAT </w:instrText>
      </w:r>
      <w:r w:rsidRPr="004C16A8">
        <w:fldChar w:fldCharType="separate"/>
      </w:r>
      <w:r w:rsidR="005A26CC">
        <w:t>2.2</w:t>
      </w:r>
      <w:r w:rsidRPr="004C16A8">
        <w:fldChar w:fldCharType="end"/>
      </w:r>
      <w:r w:rsidRPr="004C16A8">
        <w:t xml:space="preserve"> and </w:t>
      </w:r>
      <w:r w:rsidRPr="004C16A8">
        <w:fldChar w:fldCharType="begin"/>
      </w:r>
      <w:r w:rsidRPr="004C16A8">
        <w:instrText xml:space="preserve"> REF _Ref10271269 \r \h  \* MERGEFORMAT </w:instrText>
      </w:r>
      <w:r w:rsidRPr="004C16A8">
        <w:fldChar w:fldCharType="separate"/>
      </w:r>
      <w:r w:rsidR="005A26CC">
        <w:t>2.3</w:t>
      </w:r>
      <w:r w:rsidRPr="004C16A8">
        <w:fldChar w:fldCharType="end"/>
      </w:r>
      <w:r w:rsidRPr="004C16A8">
        <w:t xml:space="preserve"> respectively.</w:t>
      </w:r>
    </w:p>
    <w:p w14:paraId="5ABD2932" w14:textId="77777777" w:rsidR="00EB054E" w:rsidRPr="004C16A8" w:rsidRDefault="00EB054E" w:rsidP="00061DE7">
      <w:r w:rsidRPr="004C16A8">
        <w:t>Apart from the above three indicators, the following information is defined for each analysed scenario in Scenarios Transition Analysis file:</w:t>
      </w:r>
    </w:p>
    <w:p w14:paraId="25E25A60" w14:textId="43B0395C" w:rsidR="00EB054E" w:rsidRPr="004C16A8" w:rsidRDefault="00EB054E" w:rsidP="00061DE7">
      <w:pPr>
        <w:pStyle w:val="ListParagraph"/>
        <w:numPr>
          <w:ilvl w:val="0"/>
          <w:numId w:val="6"/>
        </w:numPr>
        <w:jc w:val="both"/>
      </w:pPr>
      <w:r w:rsidRPr="004C16A8">
        <w:rPr>
          <w:b/>
          <w:i/>
        </w:rPr>
        <w:t>Transition Conflict Explanation</w:t>
      </w:r>
      <w:r w:rsidRPr="004C16A8">
        <w:t>: brief explanation of the conflict during Transition</w:t>
      </w:r>
      <w:r w:rsidR="000E4A1B">
        <w:t>al</w:t>
      </w:r>
      <w:r w:rsidRPr="004C16A8">
        <w:t xml:space="preserve"> Period (if any)</w:t>
      </w:r>
    </w:p>
    <w:p w14:paraId="77B1EE56" w14:textId="417011AB" w:rsidR="00EB054E" w:rsidRPr="004C16A8" w:rsidRDefault="00EB054E" w:rsidP="00061DE7">
      <w:pPr>
        <w:pStyle w:val="ListParagraph"/>
        <w:numPr>
          <w:ilvl w:val="0"/>
          <w:numId w:val="6"/>
        </w:numPr>
        <w:jc w:val="both"/>
        <w:rPr>
          <w:b/>
        </w:rPr>
      </w:pPr>
      <w:r w:rsidRPr="004C16A8">
        <w:rPr>
          <w:b/>
          <w:i/>
        </w:rPr>
        <w:t>Transition Analysis Outcome (TAO)</w:t>
      </w:r>
      <w:r w:rsidRPr="004C16A8">
        <w:rPr>
          <w:b/>
        </w:rPr>
        <w:t xml:space="preserve">: </w:t>
      </w:r>
      <w:r w:rsidRPr="004C16A8">
        <w:t>analysis result for the feasibility of a particular scenario during Transition</w:t>
      </w:r>
      <w:r w:rsidR="000E4A1B">
        <w:t>al</w:t>
      </w:r>
      <w:r w:rsidRPr="004C16A8">
        <w:t xml:space="preserve"> Period. This is further explained and defined in</w:t>
      </w:r>
      <w:r w:rsidR="00582D0C">
        <w:t xml:space="preserve"> Sub-Section</w:t>
      </w:r>
      <w:r w:rsidRPr="004C16A8">
        <w:t xml:space="preserve"> </w:t>
      </w:r>
      <w:r w:rsidRPr="004C16A8">
        <w:fldChar w:fldCharType="begin"/>
      </w:r>
      <w:r w:rsidRPr="004C16A8">
        <w:instrText xml:space="preserve"> REF _Ref10271451 \r \h  \* MERGEFORMAT </w:instrText>
      </w:r>
      <w:r w:rsidRPr="004C16A8">
        <w:fldChar w:fldCharType="separate"/>
      </w:r>
      <w:r w:rsidR="005A26CC">
        <w:t>2.4</w:t>
      </w:r>
      <w:r w:rsidRPr="004C16A8">
        <w:fldChar w:fldCharType="end"/>
      </w:r>
      <w:r w:rsidRPr="004C16A8">
        <w:rPr>
          <w:b/>
        </w:rPr>
        <w:t>.</w:t>
      </w:r>
    </w:p>
    <w:p w14:paraId="001154CE" w14:textId="5902AEE5" w:rsidR="00EB054E" w:rsidRPr="004C16A8" w:rsidRDefault="00EB054E" w:rsidP="00061DE7">
      <w:pPr>
        <w:pStyle w:val="ListParagraph"/>
        <w:numPr>
          <w:ilvl w:val="0"/>
          <w:numId w:val="6"/>
        </w:numPr>
        <w:jc w:val="both"/>
      </w:pPr>
      <w:r w:rsidRPr="004C16A8">
        <w:rPr>
          <w:b/>
          <w:i/>
        </w:rPr>
        <w:lastRenderedPageBreak/>
        <w:t xml:space="preserve">Precondition for use in </w:t>
      </w:r>
      <w:r w:rsidR="00A27B32" w:rsidRPr="004C16A8">
        <w:rPr>
          <w:b/>
          <w:i/>
        </w:rPr>
        <w:t>NCTS-P5</w:t>
      </w:r>
      <w:r w:rsidRPr="004C16A8">
        <w:rPr>
          <w:b/>
        </w:rPr>
        <w:t>:</w:t>
      </w:r>
      <w:r w:rsidRPr="004C16A8">
        <w:t xml:space="preserve"> defines any precondition for executing the particular scenario in new phase. For instance, it might require one or more Roles to be in new phase so as its usage </w:t>
      </w:r>
      <w:r w:rsidR="00402554" w:rsidRPr="00402554">
        <w:t>is</w:t>
      </w:r>
      <w:r w:rsidRPr="004C16A8">
        <w:t xml:space="preserve"> feasible during Transition</w:t>
      </w:r>
      <w:r w:rsidR="000E4A1B">
        <w:t>al</w:t>
      </w:r>
      <w:r w:rsidRPr="004C16A8">
        <w:t xml:space="preserve"> Period</w:t>
      </w:r>
      <w:r w:rsidR="00402554">
        <w:t>.</w:t>
      </w:r>
    </w:p>
    <w:p w14:paraId="33EF042E" w14:textId="77777777" w:rsidR="00EB054E" w:rsidRPr="004C16A8" w:rsidRDefault="00EB054E" w:rsidP="00061DE7">
      <w:pPr>
        <w:pStyle w:val="ListParagraph"/>
        <w:numPr>
          <w:ilvl w:val="0"/>
          <w:numId w:val="6"/>
        </w:numPr>
        <w:jc w:val="both"/>
      </w:pPr>
      <w:r w:rsidRPr="004C16A8">
        <w:rPr>
          <w:b/>
          <w:i/>
        </w:rPr>
        <w:t>Resolution for State Machine or for Common Domain exchanges</w:t>
      </w:r>
      <w:r w:rsidRPr="004C16A8">
        <w:t>: provide how it is expected to resolve a particular conflict (if Transition Analysis Outcome (TAO) = 1 or 2).</w:t>
      </w:r>
    </w:p>
    <w:p w14:paraId="73802C08" w14:textId="77777777" w:rsidR="00EB054E" w:rsidRPr="004C16A8" w:rsidRDefault="00EB054E" w:rsidP="00061DE7">
      <w:pPr>
        <w:pStyle w:val="ListParagraph"/>
        <w:numPr>
          <w:ilvl w:val="0"/>
          <w:numId w:val="6"/>
        </w:numPr>
        <w:jc w:val="both"/>
      </w:pPr>
      <w:r w:rsidRPr="004C16A8">
        <w:rPr>
          <w:b/>
          <w:i/>
        </w:rPr>
        <w:t>Remark for ED exchanges</w:t>
      </w:r>
      <w:r w:rsidRPr="004C16A8">
        <w:rPr>
          <w:b/>
        </w:rPr>
        <w:t>:</w:t>
      </w:r>
      <w:r w:rsidRPr="004C16A8">
        <w:t xml:space="preserve"> additional information for spotted discrepancies in External Domain exchanges during the analysis of particular scenario between TO-BE and AS-IS.</w:t>
      </w:r>
    </w:p>
    <w:p w14:paraId="172615C9" w14:textId="77777777" w:rsidR="00EB054E" w:rsidRPr="004C16A8" w:rsidRDefault="00EB054E" w:rsidP="00061DE7">
      <w:pPr>
        <w:pStyle w:val="ListParagraph"/>
        <w:numPr>
          <w:ilvl w:val="0"/>
          <w:numId w:val="6"/>
        </w:numPr>
        <w:jc w:val="both"/>
      </w:pPr>
      <w:r w:rsidRPr="004C16A8">
        <w:rPr>
          <w:b/>
          <w:i/>
        </w:rPr>
        <w:t>Reference to Transitional Scenario</w:t>
      </w:r>
      <w:r w:rsidRPr="004C16A8">
        <w:t xml:space="preserve">: a Transitional Scenario is required to resolve a conflict (if Transition Analysis Outcome (TAO) = 2). Those scenarios will be defined in </w:t>
      </w:r>
      <w:r w:rsidR="009A10D1" w:rsidRPr="004C16A8">
        <w:t>Sub-Section IV.II of the DDNTA Main Document</w:t>
      </w:r>
      <w:r w:rsidRPr="004C16A8">
        <w:t>.</w:t>
      </w:r>
      <w:bookmarkEnd w:id="13"/>
      <w:bookmarkEnd w:id="14"/>
      <w:bookmarkEnd w:id="15"/>
    </w:p>
    <w:p w14:paraId="2B1E82A2" w14:textId="77777777" w:rsidR="00EB054E" w:rsidRPr="004C16A8" w:rsidRDefault="00EB054E" w:rsidP="00F70A40">
      <w:pPr>
        <w:pStyle w:val="ListParagraph"/>
      </w:pPr>
    </w:p>
    <w:p w14:paraId="4C8646AF" w14:textId="77777777" w:rsidR="00EB054E" w:rsidRPr="004C16A8" w:rsidRDefault="00EB054E" w:rsidP="00F70A40">
      <w:pPr>
        <w:pStyle w:val="Heading2"/>
      </w:pPr>
      <w:bookmarkStart w:id="17" w:name="_Ref10271266"/>
      <w:bookmarkStart w:id="18" w:name="_Ref11178332"/>
      <w:bookmarkStart w:id="19" w:name="_Toc11234223"/>
      <w:bookmarkStart w:id="20" w:name="_Toc13399602"/>
      <w:bookmarkStart w:id="21" w:name="_Toc152696958"/>
      <w:r w:rsidRPr="004C16A8">
        <w:lastRenderedPageBreak/>
        <w:t>Gap Analysis indicator (GAI)</w:t>
      </w:r>
      <w:bookmarkEnd w:id="17"/>
      <w:bookmarkEnd w:id="18"/>
      <w:bookmarkEnd w:id="19"/>
      <w:bookmarkEnd w:id="20"/>
      <w:bookmarkEnd w:id="21"/>
    </w:p>
    <w:p w14:paraId="56528C80" w14:textId="77777777" w:rsidR="00EB054E" w:rsidRPr="004C16A8" w:rsidRDefault="00EB054E" w:rsidP="00F70A40">
      <w:r w:rsidRPr="004C16A8">
        <w:t xml:space="preserve">One of the activities of transition analysis is to identify whether the TO-BE message exchange protocols exists or are new (Phase-In) compared to AS-IS phase. In addition, it is to identify which message exchange protocol of AS-IS is not anymore applicable in TO-BE phase (Phase-Out). Therefore, a gap analysis between the TO-BE phase and AS-IS phase in terms of message exchange protocols is performed. </w:t>
      </w:r>
    </w:p>
    <w:p w14:paraId="37E4FE0A" w14:textId="77777777" w:rsidR="00EB054E" w:rsidRPr="004C16A8" w:rsidRDefault="00EB054E" w:rsidP="00F70A40">
      <w:r w:rsidRPr="004C16A8">
        <w:t>The purpose of the Gap Analysis indicator (GAI) is to depict the outcome of the assessment of the aforementioned analysis.</w:t>
      </w:r>
    </w:p>
    <w:p w14:paraId="66F2A2EB" w14:textId="65869233" w:rsidR="00EB054E" w:rsidRPr="004C16A8" w:rsidRDefault="00EB054E" w:rsidP="00F70A40">
      <w:r w:rsidRPr="004C16A8">
        <w:t xml:space="preserve">The possible value of Gap Analysis indicator (GAI) and their meaning is shown in </w:t>
      </w:r>
      <w:r w:rsidRPr="004C16A8">
        <w:fldChar w:fldCharType="begin"/>
      </w:r>
      <w:r w:rsidRPr="004C16A8">
        <w:instrText xml:space="preserve"> REF _Ref10271067 \h </w:instrText>
      </w:r>
      <w:r w:rsidRPr="004C16A8">
        <w:fldChar w:fldCharType="separate"/>
      </w:r>
      <w:r w:rsidR="005A26CC" w:rsidRPr="004C16A8">
        <w:t xml:space="preserve">Table </w:t>
      </w:r>
      <w:r w:rsidR="005A26CC">
        <w:rPr>
          <w:noProof/>
        </w:rPr>
        <w:t>1</w:t>
      </w:r>
      <w:r w:rsidRPr="004C16A8">
        <w:fldChar w:fldCharType="end"/>
      </w:r>
      <w:r w:rsidRPr="004C16A8">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4C16A8" w14:paraId="19F24A4B"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0560F0AF" w14:textId="77777777" w:rsidR="00EB054E" w:rsidRPr="004C16A8" w:rsidRDefault="00EB054E" w:rsidP="00346F8F">
            <w:pPr>
              <w:spacing w:before="120"/>
              <w:jc w:val="center"/>
              <w:rPr>
                <w:b/>
              </w:rPr>
            </w:pPr>
            <w:r w:rsidRPr="004C16A8">
              <w:rPr>
                <w:b/>
              </w:rPr>
              <w:t>Value</w:t>
            </w:r>
          </w:p>
        </w:tc>
        <w:tc>
          <w:tcPr>
            <w:tcW w:w="8093" w:type="dxa"/>
            <w:shd w:val="clear" w:color="auto" w:fill="D9D9D9"/>
            <w:tcMar>
              <w:top w:w="15" w:type="dxa"/>
              <w:left w:w="15" w:type="dxa"/>
              <w:bottom w:w="0" w:type="dxa"/>
              <w:right w:w="15" w:type="dxa"/>
            </w:tcMar>
            <w:vAlign w:val="center"/>
            <w:hideMark/>
          </w:tcPr>
          <w:p w14:paraId="72FE1ED8" w14:textId="77777777" w:rsidR="00EB054E" w:rsidRPr="004C16A8" w:rsidRDefault="00EB054E" w:rsidP="00346F8F">
            <w:pPr>
              <w:spacing w:before="120"/>
              <w:rPr>
                <w:b/>
              </w:rPr>
            </w:pPr>
            <w:r w:rsidRPr="004C16A8">
              <w:rPr>
                <w:b/>
              </w:rPr>
              <w:t>Description</w:t>
            </w:r>
          </w:p>
        </w:tc>
      </w:tr>
      <w:tr w:rsidR="00EB054E" w:rsidRPr="004C16A8" w14:paraId="1B3B461A"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F18E29A" w14:textId="77777777" w:rsidR="00EB054E" w:rsidRPr="004C16A8" w:rsidRDefault="00EB054E" w:rsidP="00346F8F">
            <w:pPr>
              <w:spacing w:before="120"/>
              <w:jc w:val="center"/>
              <w:rPr>
                <w:b/>
                <w:sz w:val="28"/>
              </w:rPr>
            </w:pPr>
            <w:r w:rsidRPr="004C16A8">
              <w:rPr>
                <w:b/>
                <w:sz w:val="28"/>
              </w:rPr>
              <w:t>1</w:t>
            </w:r>
          </w:p>
        </w:tc>
        <w:tc>
          <w:tcPr>
            <w:tcW w:w="8093" w:type="dxa"/>
            <w:shd w:val="clear" w:color="auto" w:fill="auto"/>
            <w:tcMar>
              <w:top w:w="15" w:type="dxa"/>
              <w:left w:w="15" w:type="dxa"/>
              <w:bottom w:w="0" w:type="dxa"/>
              <w:right w:w="15" w:type="dxa"/>
            </w:tcMar>
            <w:vAlign w:val="center"/>
            <w:hideMark/>
          </w:tcPr>
          <w:p w14:paraId="78BA3975" w14:textId="77777777" w:rsidR="00EB054E" w:rsidRPr="004C16A8" w:rsidRDefault="00EB054E" w:rsidP="00346F8F">
            <w:pPr>
              <w:spacing w:before="120"/>
            </w:pPr>
            <w:r w:rsidRPr="004C16A8">
              <w:rPr>
                <w:b/>
                <w:bCs/>
              </w:rPr>
              <w:t>Continuity</w:t>
            </w:r>
            <w:r w:rsidRPr="004C16A8">
              <w:t>: A message exchange protocol of previous phase also exists in new phase.</w:t>
            </w:r>
          </w:p>
        </w:tc>
      </w:tr>
      <w:tr w:rsidR="00EB054E" w:rsidRPr="004C16A8" w14:paraId="5E6358B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4BFD0C04" w14:textId="77777777" w:rsidR="00EB054E" w:rsidRPr="004C16A8" w:rsidRDefault="00EB054E" w:rsidP="00346F8F">
            <w:pPr>
              <w:spacing w:before="120"/>
              <w:jc w:val="center"/>
              <w:rPr>
                <w:b/>
                <w:sz w:val="28"/>
              </w:rPr>
            </w:pPr>
            <w:r w:rsidRPr="004C16A8">
              <w:rPr>
                <w:b/>
                <w:sz w:val="28"/>
              </w:rPr>
              <w:t>2</w:t>
            </w:r>
          </w:p>
        </w:tc>
        <w:tc>
          <w:tcPr>
            <w:tcW w:w="8093" w:type="dxa"/>
            <w:shd w:val="clear" w:color="auto" w:fill="auto"/>
            <w:tcMar>
              <w:top w:w="15" w:type="dxa"/>
              <w:left w:w="15" w:type="dxa"/>
              <w:bottom w:w="0" w:type="dxa"/>
              <w:right w:w="15" w:type="dxa"/>
            </w:tcMar>
            <w:vAlign w:val="center"/>
            <w:hideMark/>
          </w:tcPr>
          <w:p w14:paraId="45C2D49D" w14:textId="77777777" w:rsidR="00EB054E" w:rsidRPr="004C16A8" w:rsidRDefault="00EB054E" w:rsidP="00346F8F">
            <w:pPr>
              <w:spacing w:before="120"/>
            </w:pPr>
            <w:r w:rsidRPr="004C16A8">
              <w:rPr>
                <w:b/>
                <w:bCs/>
              </w:rPr>
              <w:t>Phase In</w:t>
            </w:r>
            <w:r w:rsidRPr="004C16A8">
              <w:t>: Particular functionality of the message exchange protocol introduced in new phase and has no previous equivalent in previous phase</w:t>
            </w:r>
          </w:p>
        </w:tc>
      </w:tr>
      <w:tr w:rsidR="00EB054E" w:rsidRPr="004C16A8" w14:paraId="63427320"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24500C00" w14:textId="77777777" w:rsidR="00EB054E" w:rsidRPr="004C16A8" w:rsidRDefault="00EB054E" w:rsidP="00346F8F">
            <w:pPr>
              <w:spacing w:before="120"/>
              <w:jc w:val="center"/>
              <w:rPr>
                <w:b/>
                <w:sz w:val="28"/>
              </w:rPr>
            </w:pPr>
            <w:r w:rsidRPr="004C16A8">
              <w:rPr>
                <w:b/>
                <w:sz w:val="28"/>
              </w:rPr>
              <w:t>3</w:t>
            </w:r>
          </w:p>
        </w:tc>
        <w:tc>
          <w:tcPr>
            <w:tcW w:w="8093" w:type="dxa"/>
            <w:shd w:val="clear" w:color="auto" w:fill="auto"/>
            <w:tcMar>
              <w:top w:w="15" w:type="dxa"/>
              <w:left w:w="15" w:type="dxa"/>
              <w:bottom w:w="0" w:type="dxa"/>
              <w:right w:w="15" w:type="dxa"/>
            </w:tcMar>
            <w:vAlign w:val="center"/>
            <w:hideMark/>
          </w:tcPr>
          <w:p w14:paraId="2DE91E76" w14:textId="77777777" w:rsidR="00EB054E" w:rsidRPr="004C16A8" w:rsidRDefault="00EB054E" w:rsidP="00346F8F">
            <w:pPr>
              <w:spacing w:before="120"/>
            </w:pPr>
            <w:r w:rsidRPr="004C16A8">
              <w:rPr>
                <w:b/>
                <w:bCs/>
              </w:rPr>
              <w:t>Phase Out</w:t>
            </w:r>
            <w:r w:rsidRPr="004C16A8">
              <w:t>: Particular functionality of the message exchange protocol of previous phase is discontinued.</w:t>
            </w:r>
          </w:p>
        </w:tc>
      </w:tr>
    </w:tbl>
    <w:p w14:paraId="07477FCD" w14:textId="1610C229" w:rsidR="00EB054E" w:rsidRPr="004C16A8" w:rsidRDefault="00EB054E" w:rsidP="00F70A40">
      <w:pPr>
        <w:pStyle w:val="Caption"/>
      </w:pPr>
      <w:bookmarkStart w:id="22" w:name="_Ref10271067"/>
      <w:bookmarkStart w:id="23" w:name="_Ref10271059"/>
      <w:bookmarkStart w:id="24" w:name="_Toc11234411"/>
      <w:bookmarkStart w:id="25" w:name="_Toc12273582"/>
      <w:bookmarkStart w:id="26" w:name="_Toc152696964"/>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5A26CC">
        <w:rPr>
          <w:noProof/>
        </w:rPr>
        <w:t>1</w:t>
      </w:r>
      <w:r w:rsidR="00D46640">
        <w:rPr>
          <w:noProof/>
        </w:rPr>
        <w:fldChar w:fldCharType="end"/>
      </w:r>
      <w:bookmarkEnd w:id="22"/>
      <w:r w:rsidRPr="004C16A8">
        <w:t xml:space="preserve">: </w:t>
      </w:r>
      <w:r w:rsidRPr="004C16A8">
        <w:fldChar w:fldCharType="begin"/>
      </w:r>
      <w:r w:rsidRPr="004C16A8">
        <w:instrText xml:space="preserve"> REF _Ref11178332 \h </w:instrText>
      </w:r>
      <w:r w:rsidRPr="004C16A8">
        <w:fldChar w:fldCharType="separate"/>
      </w:r>
      <w:r w:rsidR="005A26CC" w:rsidRPr="004C16A8">
        <w:t>Gap Analysis indicator (GAI)</w:t>
      </w:r>
      <w:r w:rsidRPr="004C16A8">
        <w:fldChar w:fldCharType="end"/>
      </w:r>
      <w:r w:rsidRPr="004C16A8">
        <w:t xml:space="preserve"> values</w:t>
      </w:r>
      <w:bookmarkEnd w:id="23"/>
      <w:bookmarkEnd w:id="24"/>
      <w:bookmarkEnd w:id="25"/>
      <w:bookmarkEnd w:id="26"/>
    </w:p>
    <w:p w14:paraId="5CFE8189" w14:textId="77777777" w:rsidR="00EB054E" w:rsidRPr="004C16A8" w:rsidRDefault="00EB054E" w:rsidP="00F70A40">
      <w:pPr>
        <w:pStyle w:val="Heading2"/>
      </w:pPr>
      <w:bookmarkStart w:id="27" w:name="_Ref10271268"/>
      <w:bookmarkStart w:id="28" w:name="_Toc11234224"/>
      <w:bookmarkStart w:id="29" w:name="_Toc13399603"/>
      <w:bookmarkStart w:id="30" w:name="_Toc152696959"/>
      <w:r w:rsidRPr="004C16A8">
        <w:lastRenderedPageBreak/>
        <w:t>IE Compatibility Indicator (IECI)</w:t>
      </w:r>
      <w:bookmarkEnd w:id="27"/>
      <w:bookmarkEnd w:id="28"/>
      <w:bookmarkEnd w:id="29"/>
      <w:bookmarkEnd w:id="30"/>
    </w:p>
    <w:p w14:paraId="2ABC491A" w14:textId="39CD151D" w:rsidR="00EB054E" w:rsidRPr="004C16A8" w:rsidRDefault="00EB054E" w:rsidP="00F70A40">
      <w:r w:rsidRPr="004C16A8">
        <w:t xml:space="preserve">Each scenario is assessed from IE compatibility point of view. </w:t>
      </w:r>
      <w:r w:rsidRPr="004C16A8">
        <w:fldChar w:fldCharType="begin"/>
      </w:r>
      <w:r w:rsidRPr="004C16A8">
        <w:instrText xml:space="preserve"> REF _Ref11174837 \h </w:instrText>
      </w:r>
      <w:r w:rsidRPr="004C16A8">
        <w:fldChar w:fldCharType="separate"/>
      </w:r>
      <w:r w:rsidR="005A26CC" w:rsidRPr="004C16A8">
        <w:t xml:space="preserve">Figure </w:t>
      </w:r>
      <w:r w:rsidR="005A26CC">
        <w:rPr>
          <w:noProof/>
        </w:rPr>
        <w:t>3</w:t>
      </w:r>
      <w:r w:rsidRPr="004C16A8">
        <w:fldChar w:fldCharType="end"/>
      </w:r>
      <w:r w:rsidRPr="004C16A8">
        <w:t xml:space="preserve"> visualizes the concept of IE compatibility analysis.</w:t>
      </w:r>
    </w:p>
    <w:p w14:paraId="144D263E" w14:textId="77777777" w:rsidR="00EB054E" w:rsidRPr="004C16A8" w:rsidRDefault="00177D78" w:rsidP="00F70A40">
      <w:r w:rsidRPr="004C16A8">
        <w:rPr>
          <w:noProof/>
        </w:rPr>
        <w:drawing>
          <wp:inline distT="0" distB="0" distL="0" distR="0" wp14:anchorId="28B95554" wp14:editId="65AFE697">
            <wp:extent cx="6000750" cy="3552825"/>
            <wp:effectExtent l="0" t="0" r="0" b="0"/>
            <wp:docPr id="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00750" cy="3552825"/>
                    </a:xfrm>
                    <a:prstGeom prst="rect">
                      <a:avLst/>
                    </a:prstGeom>
                    <a:noFill/>
                    <a:ln>
                      <a:noFill/>
                    </a:ln>
                  </pic:spPr>
                </pic:pic>
              </a:graphicData>
            </a:graphic>
          </wp:inline>
        </w:drawing>
      </w:r>
    </w:p>
    <w:p w14:paraId="6EC0CA0C" w14:textId="25358B6C" w:rsidR="00EB054E" w:rsidRPr="004C16A8" w:rsidRDefault="00EB054E" w:rsidP="00F70A40">
      <w:pPr>
        <w:pStyle w:val="Caption"/>
      </w:pPr>
      <w:bookmarkStart w:id="31" w:name="_Ref11174837"/>
      <w:bookmarkStart w:id="32" w:name="_Toc11234396"/>
      <w:bookmarkStart w:id="33" w:name="_Toc13400068"/>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5A26CC">
        <w:rPr>
          <w:noProof/>
        </w:rPr>
        <w:t>3</w:t>
      </w:r>
      <w:r w:rsidR="00D46640">
        <w:rPr>
          <w:noProof/>
        </w:rPr>
        <w:fldChar w:fldCharType="end"/>
      </w:r>
      <w:bookmarkEnd w:id="31"/>
      <w:r w:rsidRPr="004C16A8">
        <w:t>: IE compatibility analysis concept</w:t>
      </w:r>
      <w:bookmarkEnd w:id="32"/>
      <w:bookmarkEnd w:id="33"/>
    </w:p>
    <w:p w14:paraId="75143108" w14:textId="77777777" w:rsidR="00EB054E" w:rsidRPr="004C16A8" w:rsidRDefault="00EB054E" w:rsidP="00F70A40">
      <w:r w:rsidRPr="004C16A8">
        <w:t xml:space="preserve">The purpose is to </w:t>
      </w:r>
      <w:r w:rsidR="004C16A8" w:rsidRPr="004C16A8">
        <w:t>analyse</w:t>
      </w:r>
      <w:r w:rsidRPr="004C16A8">
        <w:t xml:space="preserve"> the IEs involved in common domain exchanges for a </w:t>
      </w:r>
      <w:r w:rsidR="00570564" w:rsidRPr="004C16A8">
        <w:t>scenario</w:t>
      </w:r>
      <w:r w:rsidRPr="004C16A8">
        <w:t xml:space="preserve">. The comparison is done between the </w:t>
      </w:r>
      <w:r w:rsidR="00A424A5" w:rsidRPr="004C16A8">
        <w:t>NCTS-P5</w:t>
      </w:r>
      <w:r w:rsidRPr="004C16A8">
        <w:t xml:space="preserve"> scenario and its mapped </w:t>
      </w:r>
      <w:r w:rsidR="00A424A5" w:rsidRPr="004C16A8">
        <w:t>NCTS-P4</w:t>
      </w:r>
      <w:r w:rsidRPr="004C16A8">
        <w:t xml:space="preserve"> scenario.</w:t>
      </w:r>
    </w:p>
    <w:p w14:paraId="22A9F7B8" w14:textId="77777777" w:rsidR="00EB054E" w:rsidRPr="004C16A8" w:rsidRDefault="00EB054E" w:rsidP="00FC574D">
      <w:r w:rsidRPr="004C16A8">
        <w:t>The analysis concern whether the CD IEs exists in both phases</w:t>
      </w:r>
    </w:p>
    <w:p w14:paraId="6D911267" w14:textId="77777777" w:rsidR="00EB054E" w:rsidRPr="004C16A8" w:rsidRDefault="00EB054E" w:rsidP="00FC574D">
      <w:pPr>
        <w:pStyle w:val="ListParagraph"/>
        <w:numPr>
          <w:ilvl w:val="0"/>
          <w:numId w:val="15"/>
        </w:numPr>
        <w:jc w:val="both"/>
      </w:pPr>
      <w:r w:rsidRPr="004C16A8">
        <w:t xml:space="preserve">If yes (Continuity), a further analysis is performed in order to identify the type of continuity (e.g. continuity is ensured via conversion), i.e. whether </w:t>
      </w:r>
      <w:r w:rsidR="00570564" w:rsidRPr="004C16A8">
        <w:t xml:space="preserve">it </w:t>
      </w:r>
      <w:r w:rsidRPr="004C16A8">
        <w:t>has:</w:t>
      </w:r>
    </w:p>
    <w:p w14:paraId="717BDAF9" w14:textId="77777777" w:rsidR="00EB054E" w:rsidRPr="004C16A8" w:rsidRDefault="00EB054E" w:rsidP="00FC574D">
      <w:pPr>
        <w:pStyle w:val="ListParagraph"/>
        <w:numPr>
          <w:ilvl w:val="1"/>
          <w:numId w:val="15"/>
        </w:numPr>
        <w:jc w:val="both"/>
      </w:pPr>
      <w:r w:rsidRPr="004C16A8">
        <w:t xml:space="preserve">the same message version, </w:t>
      </w:r>
    </w:p>
    <w:p w14:paraId="378C6F7B" w14:textId="77777777" w:rsidR="00EB054E" w:rsidRPr="004C16A8" w:rsidRDefault="00EB054E" w:rsidP="00FC574D">
      <w:pPr>
        <w:pStyle w:val="ListParagraph"/>
        <w:numPr>
          <w:ilvl w:val="1"/>
          <w:numId w:val="15"/>
        </w:numPr>
        <w:jc w:val="both"/>
      </w:pPr>
      <w:r w:rsidRPr="004C16A8">
        <w:t xml:space="preserve">different message version and same IE number, or </w:t>
      </w:r>
    </w:p>
    <w:p w14:paraId="219D8040" w14:textId="77777777" w:rsidR="00EB054E" w:rsidRPr="004C16A8" w:rsidRDefault="00EB054E" w:rsidP="00FC574D">
      <w:pPr>
        <w:pStyle w:val="ListParagraph"/>
        <w:numPr>
          <w:ilvl w:val="1"/>
          <w:numId w:val="15"/>
        </w:numPr>
        <w:jc w:val="both"/>
      </w:pPr>
      <w:r w:rsidRPr="004C16A8">
        <w:t>different IE number</w:t>
      </w:r>
    </w:p>
    <w:p w14:paraId="324DE46D" w14:textId="77777777" w:rsidR="00EB054E" w:rsidRPr="004C16A8" w:rsidRDefault="00EB054E" w:rsidP="00FC574D">
      <w:pPr>
        <w:pStyle w:val="ListParagraph"/>
        <w:numPr>
          <w:ilvl w:val="0"/>
          <w:numId w:val="15"/>
        </w:numPr>
        <w:jc w:val="both"/>
      </w:pPr>
      <w:r w:rsidRPr="004C16A8">
        <w:t>If not (Discontinuity), a further analysis is performed in order to identify the type of discontinuity since different resolution might be different per case, i.e. whether:</w:t>
      </w:r>
    </w:p>
    <w:p w14:paraId="714106E1" w14:textId="77777777" w:rsidR="00EB054E" w:rsidRPr="004C16A8" w:rsidRDefault="00EB054E" w:rsidP="00FC574D">
      <w:pPr>
        <w:pStyle w:val="ListParagraph"/>
        <w:numPr>
          <w:ilvl w:val="1"/>
          <w:numId w:val="15"/>
        </w:numPr>
        <w:jc w:val="both"/>
      </w:pPr>
      <w:r w:rsidRPr="004C16A8">
        <w:t xml:space="preserve">a new CD IE has been added in </w:t>
      </w:r>
      <w:r w:rsidR="007D7321" w:rsidRPr="004C16A8">
        <w:t>NCTS-P5</w:t>
      </w:r>
      <w:r w:rsidRPr="004C16A8">
        <w:t xml:space="preserve"> (Phase In) or </w:t>
      </w:r>
    </w:p>
    <w:p w14:paraId="66B1EB69" w14:textId="77777777" w:rsidR="00EB054E" w:rsidRPr="004C16A8" w:rsidRDefault="00EB054E" w:rsidP="00FC574D">
      <w:pPr>
        <w:pStyle w:val="ListParagraph"/>
        <w:numPr>
          <w:ilvl w:val="1"/>
          <w:numId w:val="15"/>
        </w:numPr>
        <w:jc w:val="both"/>
      </w:pPr>
      <w:r w:rsidRPr="004C16A8">
        <w:t xml:space="preserve">a CD IE has been removed in </w:t>
      </w:r>
      <w:r w:rsidR="007D7321" w:rsidRPr="004C16A8">
        <w:t>NCTS-P5</w:t>
      </w:r>
      <w:r w:rsidRPr="004C16A8">
        <w:t xml:space="preserve"> (Phase Out), or </w:t>
      </w:r>
    </w:p>
    <w:p w14:paraId="52A0F6C8" w14:textId="77777777" w:rsidR="00EB054E" w:rsidRPr="004C16A8" w:rsidRDefault="00EB054E" w:rsidP="00FC574D">
      <w:pPr>
        <w:pStyle w:val="ListParagraph"/>
        <w:numPr>
          <w:ilvl w:val="1"/>
          <w:numId w:val="15"/>
        </w:numPr>
        <w:jc w:val="both"/>
      </w:pPr>
      <w:r w:rsidRPr="004C16A8">
        <w:t>sequence of CD IEs exchanges is not the same</w:t>
      </w:r>
      <w:r w:rsidR="007D7321" w:rsidRPr="004C16A8">
        <w:t>,</w:t>
      </w:r>
      <w:r w:rsidRPr="004C16A8">
        <w:t xml:space="preserve"> or </w:t>
      </w:r>
    </w:p>
    <w:p w14:paraId="0428361E" w14:textId="77777777" w:rsidR="00EB054E" w:rsidRPr="004C16A8" w:rsidRDefault="00EB054E" w:rsidP="00FC574D">
      <w:pPr>
        <w:pStyle w:val="ListParagraph"/>
        <w:numPr>
          <w:ilvl w:val="1"/>
          <w:numId w:val="15"/>
        </w:numPr>
        <w:jc w:val="both"/>
      </w:pPr>
      <w:r w:rsidRPr="004C16A8">
        <w:t xml:space="preserve">a combination of above cases </w:t>
      </w:r>
      <w:r w:rsidR="00570564" w:rsidRPr="004C16A8">
        <w:t>exists</w:t>
      </w:r>
      <w:r w:rsidRPr="004C16A8">
        <w:t xml:space="preserve"> (Phase In &amp; Phase Out).</w:t>
      </w:r>
    </w:p>
    <w:p w14:paraId="15B0E01D" w14:textId="22ABB262" w:rsidR="00EB054E" w:rsidRPr="004C16A8" w:rsidRDefault="00EB054E" w:rsidP="00FC574D">
      <w:r w:rsidRPr="004C16A8">
        <w:lastRenderedPageBreak/>
        <w:t xml:space="preserve">This analysis use as reference the </w:t>
      </w:r>
      <w:r w:rsidRPr="004C16A8">
        <w:fldChar w:fldCharType="begin"/>
      </w:r>
      <w:r w:rsidRPr="004C16A8">
        <w:instrText xml:space="preserve"> REF _Ref11172001 \h </w:instrText>
      </w:r>
      <w:r w:rsidR="00FC574D">
        <w:instrText xml:space="preserve"> \* MERGEFORMAT </w:instrText>
      </w:r>
      <w:r w:rsidRPr="004C16A8">
        <w:fldChar w:fldCharType="separate"/>
      </w:r>
      <w:r w:rsidR="005A26CC" w:rsidRPr="004C16A8">
        <w:t xml:space="preserve">Table </w:t>
      </w:r>
      <w:r w:rsidR="005A26CC">
        <w:t>2</w:t>
      </w:r>
      <w:r w:rsidRPr="004C16A8">
        <w:fldChar w:fldCharType="end"/>
      </w:r>
      <w:r w:rsidRPr="004C16A8">
        <w:t xml:space="preserve"> which is the </w:t>
      </w:r>
      <w:r w:rsidRPr="004C16A8">
        <w:fldChar w:fldCharType="begin"/>
      </w:r>
      <w:r w:rsidRPr="004C16A8">
        <w:instrText xml:space="preserve"> REF _Ref11162931 \h  \* MERGEFORMAT </w:instrText>
      </w:r>
      <w:r w:rsidRPr="004C16A8">
        <w:fldChar w:fldCharType="separate"/>
      </w:r>
      <w:r w:rsidR="005A26CC" w:rsidRPr="004C16A8">
        <w:t>Information Exchange Reference Table (NCTS-P5 and NCTS-P4)</w:t>
      </w:r>
      <w:r w:rsidRPr="004C16A8">
        <w:fldChar w:fldCharType="end"/>
      </w:r>
      <w:r w:rsidRPr="004C16A8">
        <w:t xml:space="preserve"> (</w:t>
      </w:r>
      <w:r w:rsidRPr="004C16A8">
        <w:fldChar w:fldCharType="begin"/>
      </w:r>
      <w:r w:rsidRPr="004C16A8">
        <w:instrText xml:space="preserve"> REF _Ref11162931 \r \h </w:instrText>
      </w:r>
      <w:r w:rsidR="00FC574D">
        <w:instrText xml:space="preserve"> \* MERGEFORMAT </w:instrText>
      </w:r>
      <w:r w:rsidRPr="004C16A8">
        <w:fldChar w:fldCharType="separate"/>
      </w:r>
      <w:r w:rsidR="005A26CC">
        <w:t>4</w:t>
      </w:r>
      <w:r w:rsidRPr="004C16A8">
        <w:fldChar w:fldCharType="end"/>
      </w:r>
      <w:r w:rsidRPr="004C16A8">
        <w:t>).</w:t>
      </w:r>
    </w:p>
    <w:p w14:paraId="3D926964" w14:textId="5503F7A1" w:rsidR="00EB054E" w:rsidRPr="004C16A8" w:rsidRDefault="00EB054E" w:rsidP="00FC574D">
      <w:r w:rsidRPr="004C16A8">
        <w:t xml:space="preserve">The outcome of the analysis in terms of IE compatibility is reflected in IE Compatibility Indicator (IECI). The possible value of IECI and their meaning is shown in </w:t>
      </w:r>
      <w:r w:rsidRPr="004C16A8">
        <w:fldChar w:fldCharType="begin"/>
      </w:r>
      <w:r w:rsidRPr="004C16A8">
        <w:instrText xml:space="preserve"> REF _Ref11172001 \h </w:instrText>
      </w:r>
      <w:r w:rsidR="00FC574D">
        <w:instrText xml:space="preserve"> \* MERGEFORMAT </w:instrText>
      </w:r>
      <w:r w:rsidRPr="004C16A8">
        <w:fldChar w:fldCharType="separate"/>
      </w:r>
      <w:r w:rsidR="005A26CC" w:rsidRPr="004C16A8">
        <w:t xml:space="preserve">Table </w:t>
      </w:r>
      <w:r w:rsidR="005A26CC">
        <w:t>2</w:t>
      </w:r>
      <w:r w:rsidRPr="004C16A8">
        <w:fldChar w:fldCharType="end"/>
      </w:r>
      <w:r w:rsidRPr="004C16A8">
        <w:t xml:space="preserve"> below:</w:t>
      </w:r>
    </w:p>
    <w:tbl>
      <w:tblPr>
        <w:tblW w:w="0" w:type="auto"/>
        <w:jc w:val="center"/>
        <w:tblCellMar>
          <w:left w:w="0" w:type="dxa"/>
          <w:right w:w="0" w:type="dxa"/>
        </w:tblCellMar>
        <w:tblLook w:val="0600" w:firstRow="0" w:lastRow="0" w:firstColumn="0" w:lastColumn="0" w:noHBand="1" w:noVBand="1"/>
      </w:tblPr>
      <w:tblGrid>
        <w:gridCol w:w="8216"/>
        <w:gridCol w:w="857"/>
      </w:tblGrid>
      <w:tr w:rsidR="00EB054E" w:rsidRPr="004C16A8" w14:paraId="5926180E" w14:textId="77777777" w:rsidTr="003560E3">
        <w:trPr>
          <w:trHeight w:val="446"/>
          <w:jc w:val="center"/>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34E1E54A" w14:textId="77777777" w:rsidR="00EB054E" w:rsidRPr="004C16A8" w:rsidRDefault="00EB054E" w:rsidP="00346F8F">
            <w:pPr>
              <w:spacing w:before="120" w:afterLines="120" w:after="288"/>
              <w:ind w:left="142"/>
              <w:rPr>
                <w:b/>
              </w:rPr>
            </w:pPr>
            <w:r w:rsidRPr="004C16A8">
              <w:rPr>
                <w:b/>
              </w:rPr>
              <w:t>CD IE compatibility Assessment for specific message exchange protocol</w:t>
            </w:r>
          </w:p>
        </w:tc>
      </w:tr>
      <w:tr w:rsidR="00EB054E" w:rsidRPr="004C16A8" w14:paraId="2C4B020F" w14:textId="77777777" w:rsidTr="003560E3">
        <w:trPr>
          <w:trHeight w:val="62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575B890" w14:textId="77777777" w:rsidR="00EB054E" w:rsidRPr="004C16A8" w:rsidRDefault="00EB054E" w:rsidP="00346F8F">
            <w:pPr>
              <w:spacing w:before="120"/>
              <w:ind w:left="142" w:right="134"/>
            </w:pPr>
            <w:r w:rsidRPr="004C16A8">
              <w:rPr>
                <w:b/>
                <w:bCs/>
              </w:rPr>
              <w:t>Continuity</w:t>
            </w:r>
            <w:r w:rsidRPr="004C16A8">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3036403C" w14:textId="77777777" w:rsidR="00EB054E" w:rsidRPr="004C16A8" w:rsidRDefault="00EB054E" w:rsidP="00346F8F">
            <w:pPr>
              <w:spacing w:before="120"/>
              <w:jc w:val="center"/>
              <w:rPr>
                <w:b/>
                <w:sz w:val="28"/>
              </w:rPr>
            </w:pPr>
            <w:r w:rsidRPr="004C16A8">
              <w:rPr>
                <w:b/>
                <w:sz w:val="28"/>
              </w:rPr>
              <w:t>0</w:t>
            </w:r>
          </w:p>
        </w:tc>
      </w:tr>
      <w:tr w:rsidR="00EB054E" w:rsidRPr="004C16A8" w14:paraId="479ACF63" w14:textId="77777777" w:rsidTr="003560E3">
        <w:trPr>
          <w:trHeight w:val="81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49ABF22" w14:textId="77777777" w:rsidR="00EB054E" w:rsidRPr="004C16A8" w:rsidRDefault="00EB054E" w:rsidP="00346F8F">
            <w:pPr>
              <w:spacing w:before="120"/>
              <w:ind w:left="142" w:right="134"/>
            </w:pPr>
            <w:r w:rsidRPr="004C16A8">
              <w:rPr>
                <w:b/>
                <w:bCs/>
              </w:rPr>
              <w:t>Continuity</w:t>
            </w:r>
            <w:r w:rsidRPr="004C16A8">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4FA35258" w14:textId="77777777" w:rsidR="00EB054E" w:rsidRPr="004C16A8" w:rsidRDefault="00EB054E" w:rsidP="00346F8F">
            <w:pPr>
              <w:spacing w:before="120"/>
              <w:jc w:val="center"/>
              <w:rPr>
                <w:b/>
                <w:sz w:val="28"/>
              </w:rPr>
            </w:pPr>
            <w:r w:rsidRPr="004C16A8">
              <w:rPr>
                <w:b/>
                <w:sz w:val="28"/>
              </w:rPr>
              <w:t>1</w:t>
            </w:r>
          </w:p>
        </w:tc>
      </w:tr>
      <w:tr w:rsidR="00EB054E" w:rsidRPr="004C16A8" w14:paraId="36B39AAE"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1912E581" w14:textId="77777777" w:rsidR="00EB054E" w:rsidRPr="004C16A8" w:rsidRDefault="00EB054E" w:rsidP="00346F8F">
            <w:pPr>
              <w:spacing w:before="120"/>
              <w:ind w:left="142" w:right="134"/>
            </w:pPr>
            <w:r w:rsidRPr="004C16A8">
              <w:rPr>
                <w:b/>
                <w:bCs/>
              </w:rPr>
              <w:t>Continuity</w:t>
            </w:r>
            <w:r w:rsidRPr="004C16A8">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04FB45DB" w14:textId="77777777" w:rsidR="00EB054E" w:rsidRPr="004C16A8" w:rsidRDefault="00EB054E" w:rsidP="00346F8F">
            <w:pPr>
              <w:spacing w:before="120"/>
              <w:jc w:val="center"/>
              <w:rPr>
                <w:b/>
                <w:sz w:val="28"/>
              </w:rPr>
            </w:pPr>
            <w:r w:rsidRPr="004C16A8">
              <w:rPr>
                <w:b/>
                <w:sz w:val="28"/>
              </w:rPr>
              <w:t>2</w:t>
            </w:r>
          </w:p>
        </w:tc>
      </w:tr>
      <w:tr w:rsidR="00EB054E" w:rsidRPr="004C16A8" w14:paraId="16CC9E5A" w14:textId="77777777" w:rsidTr="003560E3">
        <w:trPr>
          <w:trHeight w:val="84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341E0ED" w14:textId="77777777" w:rsidR="00EB054E" w:rsidRPr="004C16A8" w:rsidRDefault="00EB054E" w:rsidP="00346F8F">
            <w:pPr>
              <w:spacing w:before="120"/>
              <w:ind w:left="142" w:right="134"/>
            </w:pPr>
            <w:r w:rsidRPr="004C16A8">
              <w:rPr>
                <w:b/>
                <w:bCs/>
              </w:rPr>
              <w:t>Continuity</w:t>
            </w:r>
            <w:r w:rsidRPr="004C16A8">
              <w:t xml:space="preserve">: One or more CD IE are present in both phases but different </w:t>
            </w:r>
            <w:r w:rsidR="00570564" w:rsidRPr="004C16A8">
              <w:t>structure</w:t>
            </w:r>
            <w:r w:rsidRPr="004C16A8">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15EA42A" w14:textId="77777777" w:rsidR="00EB054E" w:rsidRPr="004C16A8" w:rsidRDefault="00EB054E" w:rsidP="00346F8F">
            <w:pPr>
              <w:spacing w:before="120"/>
              <w:jc w:val="center"/>
              <w:rPr>
                <w:b/>
                <w:sz w:val="28"/>
              </w:rPr>
            </w:pPr>
            <w:r w:rsidRPr="004C16A8">
              <w:rPr>
                <w:b/>
                <w:sz w:val="28"/>
              </w:rPr>
              <w:t>3</w:t>
            </w:r>
          </w:p>
        </w:tc>
      </w:tr>
      <w:tr w:rsidR="00EB054E" w:rsidRPr="004C16A8" w14:paraId="5AF788B3" w14:textId="77777777" w:rsidTr="003560E3">
        <w:trPr>
          <w:trHeight w:val="82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2E393EC" w14:textId="77777777" w:rsidR="00EB054E" w:rsidRPr="004C16A8" w:rsidRDefault="00EB054E" w:rsidP="00346F8F">
            <w:pPr>
              <w:spacing w:before="120"/>
              <w:ind w:left="142" w:right="134"/>
            </w:pPr>
            <w:r w:rsidRPr="004C16A8">
              <w:rPr>
                <w:b/>
                <w:bCs/>
              </w:rPr>
              <w:t>Discontinuity, Phase In</w:t>
            </w:r>
            <w:r w:rsidRPr="004C16A8">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2FAEAB8A" w14:textId="77777777" w:rsidR="00EB054E" w:rsidRPr="004C16A8" w:rsidRDefault="00EB054E" w:rsidP="00346F8F">
            <w:pPr>
              <w:spacing w:before="120"/>
              <w:jc w:val="center"/>
              <w:rPr>
                <w:b/>
                <w:sz w:val="28"/>
              </w:rPr>
            </w:pPr>
            <w:r w:rsidRPr="004C16A8">
              <w:rPr>
                <w:b/>
                <w:sz w:val="28"/>
              </w:rPr>
              <w:t>4</w:t>
            </w:r>
          </w:p>
        </w:tc>
      </w:tr>
      <w:tr w:rsidR="00EB054E" w:rsidRPr="004C16A8" w14:paraId="2E42748C"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5442460" w14:textId="77777777" w:rsidR="00EB054E" w:rsidRPr="004C16A8" w:rsidRDefault="00EB054E" w:rsidP="00346F8F">
            <w:pPr>
              <w:spacing w:before="120"/>
              <w:ind w:left="142" w:right="134"/>
            </w:pPr>
            <w:r w:rsidRPr="004C16A8">
              <w:rPr>
                <w:b/>
                <w:bCs/>
              </w:rPr>
              <w:t>Discontinuity, Phase Out</w:t>
            </w:r>
            <w:r w:rsidRPr="004C16A8">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2345F8E" w14:textId="77777777" w:rsidR="00EB054E" w:rsidRPr="004C16A8" w:rsidRDefault="00EB054E" w:rsidP="00346F8F">
            <w:pPr>
              <w:spacing w:before="120"/>
              <w:jc w:val="center"/>
              <w:rPr>
                <w:b/>
                <w:sz w:val="28"/>
              </w:rPr>
            </w:pPr>
            <w:r w:rsidRPr="004C16A8">
              <w:rPr>
                <w:b/>
                <w:sz w:val="28"/>
              </w:rPr>
              <w:t>5</w:t>
            </w:r>
          </w:p>
        </w:tc>
      </w:tr>
      <w:tr w:rsidR="00EB054E" w:rsidRPr="004C16A8" w14:paraId="4E2766F3" w14:textId="77777777" w:rsidTr="003560E3">
        <w:trPr>
          <w:trHeight w:val="78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67DEDE9" w14:textId="77777777" w:rsidR="00EB054E" w:rsidRPr="004C16A8" w:rsidRDefault="00EB054E" w:rsidP="00346F8F">
            <w:pPr>
              <w:spacing w:before="120"/>
              <w:ind w:left="142" w:right="134"/>
              <w:rPr>
                <w:b/>
              </w:rPr>
            </w:pPr>
            <w:r w:rsidRPr="004C16A8">
              <w:rPr>
                <w:b/>
              </w:rPr>
              <w:t xml:space="preserve">Discontinuity, sequencing or no conversion: </w:t>
            </w:r>
          </w:p>
          <w:p w14:paraId="681CE653" w14:textId="77777777" w:rsidR="00EB054E" w:rsidRPr="004C16A8" w:rsidRDefault="00EB054E" w:rsidP="00346F8F">
            <w:pPr>
              <w:pStyle w:val="ListParagraph"/>
              <w:numPr>
                <w:ilvl w:val="0"/>
                <w:numId w:val="16"/>
              </w:numPr>
              <w:spacing w:before="120" w:after="120"/>
              <w:ind w:left="142" w:right="134"/>
            </w:pPr>
            <w:r w:rsidRPr="004C16A8">
              <w:t xml:space="preserve">CD IEs are present in message exchange protocol in both new phase and previous phase but with different sequence OR </w:t>
            </w:r>
          </w:p>
          <w:p w14:paraId="37BCE076" w14:textId="77777777" w:rsidR="00EB054E" w:rsidRPr="004C16A8" w:rsidRDefault="00EB054E" w:rsidP="00346F8F">
            <w:pPr>
              <w:pStyle w:val="ListParagraph"/>
              <w:numPr>
                <w:ilvl w:val="0"/>
                <w:numId w:val="16"/>
              </w:numPr>
              <w:spacing w:before="120" w:after="120"/>
              <w:ind w:left="142" w:right="134"/>
            </w:pPr>
            <w:r w:rsidRPr="004C16A8">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63FBCE54" w14:textId="77777777" w:rsidR="00EB054E" w:rsidRPr="004C16A8" w:rsidRDefault="00EB054E" w:rsidP="00346F8F">
            <w:pPr>
              <w:spacing w:before="120"/>
              <w:jc w:val="center"/>
              <w:rPr>
                <w:b/>
                <w:sz w:val="28"/>
              </w:rPr>
            </w:pPr>
            <w:r w:rsidRPr="004C16A8">
              <w:rPr>
                <w:b/>
                <w:sz w:val="28"/>
              </w:rPr>
              <w:t>6</w:t>
            </w:r>
          </w:p>
        </w:tc>
      </w:tr>
      <w:tr w:rsidR="00EB054E" w:rsidRPr="004C16A8" w14:paraId="6795FB94" w14:textId="77777777" w:rsidTr="003560E3">
        <w:trPr>
          <w:trHeight w:val="1355"/>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8A54A79" w14:textId="77777777" w:rsidR="00EB054E" w:rsidRPr="004C16A8" w:rsidRDefault="00EB054E" w:rsidP="00346F8F">
            <w:pPr>
              <w:spacing w:before="120"/>
              <w:ind w:left="142" w:right="134"/>
            </w:pPr>
            <w:r w:rsidRPr="004C16A8">
              <w:rPr>
                <w:b/>
                <w:bCs/>
              </w:rPr>
              <w:t>Discontinuity, Phase In &amp; Phase Out</w:t>
            </w:r>
            <w:r w:rsidRPr="004C16A8">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5826E7C3" w14:textId="77777777" w:rsidR="00EB054E" w:rsidRPr="004C16A8" w:rsidRDefault="00EB054E" w:rsidP="00346F8F">
            <w:pPr>
              <w:spacing w:before="120"/>
              <w:jc w:val="center"/>
              <w:rPr>
                <w:b/>
                <w:sz w:val="28"/>
              </w:rPr>
            </w:pPr>
            <w:r w:rsidRPr="004C16A8">
              <w:rPr>
                <w:b/>
                <w:sz w:val="28"/>
              </w:rPr>
              <w:t>7</w:t>
            </w:r>
          </w:p>
        </w:tc>
      </w:tr>
    </w:tbl>
    <w:p w14:paraId="7FE15180" w14:textId="7E73780B" w:rsidR="00EB054E" w:rsidRPr="004C16A8" w:rsidRDefault="00EB054E" w:rsidP="00F70A40">
      <w:pPr>
        <w:pStyle w:val="Caption"/>
      </w:pPr>
      <w:bookmarkStart w:id="34" w:name="_Ref11172001"/>
      <w:bookmarkStart w:id="35" w:name="_Ref11171999"/>
      <w:bookmarkStart w:id="36" w:name="_Toc11234412"/>
      <w:bookmarkStart w:id="37" w:name="_Toc12273583"/>
      <w:bookmarkStart w:id="38" w:name="_Toc152696965"/>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5A26CC">
        <w:rPr>
          <w:noProof/>
        </w:rPr>
        <w:t>2</w:t>
      </w:r>
      <w:r w:rsidR="00D46640">
        <w:rPr>
          <w:noProof/>
        </w:rPr>
        <w:fldChar w:fldCharType="end"/>
      </w:r>
      <w:bookmarkEnd w:id="34"/>
      <w:r w:rsidRPr="004C16A8">
        <w:t xml:space="preserve">: </w:t>
      </w:r>
      <w:r w:rsidRPr="004C16A8">
        <w:fldChar w:fldCharType="begin"/>
      </w:r>
      <w:r w:rsidRPr="004C16A8">
        <w:instrText xml:space="preserve"> REF _Ref10271268 \h </w:instrText>
      </w:r>
      <w:r w:rsidRPr="004C16A8">
        <w:fldChar w:fldCharType="separate"/>
      </w:r>
      <w:r w:rsidR="005A26CC" w:rsidRPr="004C16A8">
        <w:t>IE Compatibility Indicator (IECI)</w:t>
      </w:r>
      <w:r w:rsidRPr="004C16A8">
        <w:fldChar w:fldCharType="end"/>
      </w:r>
      <w:r w:rsidRPr="004C16A8">
        <w:t xml:space="preserve"> values</w:t>
      </w:r>
      <w:bookmarkEnd w:id="35"/>
      <w:bookmarkEnd w:id="36"/>
      <w:bookmarkEnd w:id="37"/>
      <w:bookmarkEnd w:id="38"/>
    </w:p>
    <w:p w14:paraId="02009B8E" w14:textId="77777777" w:rsidR="00EB054E" w:rsidRPr="004C16A8" w:rsidRDefault="00EB054E" w:rsidP="00F70A40">
      <w:pPr>
        <w:pStyle w:val="Heading2"/>
      </w:pPr>
      <w:bookmarkStart w:id="39" w:name="_Ref10271269"/>
      <w:bookmarkStart w:id="40" w:name="_Toc11234225"/>
      <w:bookmarkStart w:id="41" w:name="_Toc13399604"/>
      <w:bookmarkStart w:id="42" w:name="_Toc152696960"/>
      <w:r w:rsidRPr="004C16A8">
        <w:lastRenderedPageBreak/>
        <w:t>State Machine Compatibility Indicator (SMCI)</w:t>
      </w:r>
      <w:bookmarkEnd w:id="39"/>
      <w:bookmarkEnd w:id="40"/>
      <w:bookmarkEnd w:id="41"/>
      <w:bookmarkEnd w:id="42"/>
    </w:p>
    <w:p w14:paraId="6C5C5A65" w14:textId="441427D7" w:rsidR="00EB054E" w:rsidRPr="004C16A8" w:rsidRDefault="00EB054E" w:rsidP="00F70A40">
      <w:r w:rsidRPr="004C16A8">
        <w:t xml:space="preserve">Each scenario is assessed from State Machine (CD states and transitions) compatibility point of view. </w:t>
      </w:r>
      <w:r w:rsidRPr="004C16A8">
        <w:fldChar w:fldCharType="begin"/>
      </w:r>
      <w:r w:rsidRPr="004C16A8">
        <w:instrText xml:space="preserve"> REF _Ref11178631 \h </w:instrText>
      </w:r>
      <w:r w:rsidRPr="004C16A8">
        <w:fldChar w:fldCharType="separate"/>
      </w:r>
      <w:r w:rsidR="005A26CC" w:rsidRPr="004C16A8">
        <w:t xml:space="preserve">Figure </w:t>
      </w:r>
      <w:r w:rsidR="005A26CC">
        <w:rPr>
          <w:noProof/>
        </w:rPr>
        <w:t>4</w:t>
      </w:r>
      <w:r w:rsidRPr="004C16A8">
        <w:fldChar w:fldCharType="end"/>
      </w:r>
      <w:r w:rsidRPr="004C16A8">
        <w:t xml:space="preserve"> visualizes the concept of State Machine compatibility analysis.</w:t>
      </w:r>
    </w:p>
    <w:p w14:paraId="2E04BD4C" w14:textId="77777777" w:rsidR="00EB054E" w:rsidRPr="004C16A8" w:rsidRDefault="00177D78" w:rsidP="00F70A40">
      <w:r w:rsidRPr="004C16A8">
        <w:rPr>
          <w:noProof/>
        </w:rPr>
        <w:drawing>
          <wp:inline distT="0" distB="0" distL="0" distR="0" wp14:anchorId="726ADFA9" wp14:editId="3F48C4BA">
            <wp:extent cx="5762625" cy="3419475"/>
            <wp:effectExtent l="0" t="0" r="0" b="0"/>
            <wp:docPr id="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3419475"/>
                    </a:xfrm>
                    <a:prstGeom prst="rect">
                      <a:avLst/>
                    </a:prstGeom>
                    <a:noFill/>
                    <a:ln>
                      <a:noFill/>
                    </a:ln>
                  </pic:spPr>
                </pic:pic>
              </a:graphicData>
            </a:graphic>
          </wp:inline>
        </w:drawing>
      </w:r>
    </w:p>
    <w:p w14:paraId="06DEC6AF" w14:textId="321C1A92" w:rsidR="00EB054E" w:rsidRPr="004C16A8" w:rsidRDefault="00EB054E" w:rsidP="00F70A40">
      <w:pPr>
        <w:pStyle w:val="Caption"/>
      </w:pPr>
      <w:bookmarkStart w:id="43" w:name="_Ref11178631"/>
      <w:bookmarkStart w:id="44" w:name="_Toc11234397"/>
      <w:bookmarkStart w:id="45" w:name="_Toc13400069"/>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5A26CC">
        <w:rPr>
          <w:noProof/>
        </w:rPr>
        <w:t>4</w:t>
      </w:r>
      <w:r w:rsidR="00D46640">
        <w:rPr>
          <w:noProof/>
        </w:rPr>
        <w:fldChar w:fldCharType="end"/>
      </w:r>
      <w:bookmarkEnd w:id="43"/>
      <w:r w:rsidRPr="004C16A8">
        <w:t>: State Machine compatibility analysis concept</w:t>
      </w:r>
      <w:bookmarkEnd w:id="44"/>
      <w:bookmarkEnd w:id="45"/>
    </w:p>
    <w:p w14:paraId="2B78D249" w14:textId="77777777" w:rsidR="00EB054E" w:rsidRPr="004C16A8" w:rsidRDefault="00EB054E" w:rsidP="00F70A40">
      <w:r w:rsidRPr="004C16A8">
        <w:t xml:space="preserve">The purpose is to </w:t>
      </w:r>
      <w:r w:rsidR="004C16A8" w:rsidRPr="004C16A8">
        <w:t>analyse</w:t>
      </w:r>
      <w:r w:rsidRPr="004C16A8">
        <w:t xml:space="preserve"> the states involved in common domain exchanges for a particular scenario. The comparison is done between the </w:t>
      </w:r>
      <w:r w:rsidR="007D7321" w:rsidRPr="004C16A8">
        <w:t>NCTS-P5</w:t>
      </w:r>
      <w:r w:rsidRPr="004C16A8">
        <w:t xml:space="preserve"> scenario and its mapped </w:t>
      </w:r>
      <w:r w:rsidR="007D7321" w:rsidRPr="004C16A8">
        <w:t>NCTS-P4</w:t>
      </w:r>
      <w:r w:rsidRPr="004C16A8">
        <w:t xml:space="preserve"> scenario and also based on corresponding state machines per phase.</w:t>
      </w:r>
    </w:p>
    <w:p w14:paraId="55280286" w14:textId="77777777" w:rsidR="00EB054E" w:rsidRPr="004C16A8" w:rsidRDefault="00EB054E" w:rsidP="00713B18">
      <w:r w:rsidRPr="004C16A8">
        <w:t>The analysis concern whether there is a conflict in terms of movement state following CD IEs between two systems in different phases:</w:t>
      </w:r>
    </w:p>
    <w:p w14:paraId="7AF5BDDF" w14:textId="77777777" w:rsidR="00EB054E" w:rsidRPr="004C16A8" w:rsidRDefault="00EB054E" w:rsidP="00713B18">
      <w:pPr>
        <w:pStyle w:val="ListParagraph"/>
        <w:numPr>
          <w:ilvl w:val="0"/>
          <w:numId w:val="15"/>
        </w:numPr>
        <w:jc w:val="both"/>
      </w:pPr>
      <w:r w:rsidRPr="004C16A8">
        <w:t xml:space="preserve">Continuity is considered for the scenario during transition: </w:t>
      </w:r>
    </w:p>
    <w:p w14:paraId="40820321" w14:textId="0CD66076" w:rsidR="00EB054E" w:rsidRPr="004C16A8" w:rsidRDefault="00EB054E" w:rsidP="00713B18">
      <w:pPr>
        <w:pStyle w:val="ListParagraph"/>
        <w:numPr>
          <w:ilvl w:val="1"/>
          <w:numId w:val="15"/>
        </w:numPr>
        <w:jc w:val="both"/>
      </w:pPr>
      <w:r w:rsidRPr="004C16A8">
        <w:t>If particular scenario does not involve an</w:t>
      </w:r>
      <w:r w:rsidR="0051462C">
        <w:t>y</w:t>
      </w:r>
      <w:r w:rsidRPr="004C16A8">
        <w:t xml:space="preserve"> CD IEs and therefore </w:t>
      </w:r>
      <w:r w:rsidR="00E621F5" w:rsidRPr="00E621F5">
        <w:t>has</w:t>
      </w:r>
      <w:r w:rsidR="00E621F5">
        <w:t xml:space="preserve"> </w:t>
      </w:r>
      <w:r w:rsidRPr="004C16A8">
        <w:t>no impact on CD states</w:t>
      </w:r>
    </w:p>
    <w:p w14:paraId="56BEF136" w14:textId="77777777" w:rsidR="00EB054E" w:rsidRPr="004C16A8" w:rsidRDefault="00EB054E" w:rsidP="00713B18">
      <w:pPr>
        <w:pStyle w:val="ListParagraph"/>
        <w:numPr>
          <w:ilvl w:val="1"/>
          <w:numId w:val="15"/>
        </w:numPr>
        <w:jc w:val="both"/>
      </w:pPr>
      <w:r w:rsidRPr="004C16A8">
        <w:t xml:space="preserve">If one or more required CD states are present in both phases but possibly with different state name in the particular scenario - State mapping </w:t>
      </w:r>
    </w:p>
    <w:p w14:paraId="763897DB" w14:textId="77777777" w:rsidR="00EB054E" w:rsidRPr="004C16A8" w:rsidRDefault="00EB054E" w:rsidP="00713B18">
      <w:pPr>
        <w:pStyle w:val="ListParagraph"/>
        <w:numPr>
          <w:ilvl w:val="0"/>
          <w:numId w:val="15"/>
        </w:numPr>
        <w:jc w:val="both"/>
      </w:pPr>
      <w:r w:rsidRPr="004C16A8">
        <w:t xml:space="preserve">Discontinuity is considered for the scenario during transition, if: </w:t>
      </w:r>
    </w:p>
    <w:p w14:paraId="74269455" w14:textId="77777777" w:rsidR="00EB054E" w:rsidRPr="004C16A8" w:rsidRDefault="00EB054E" w:rsidP="00713B18">
      <w:pPr>
        <w:pStyle w:val="ListParagraph"/>
        <w:numPr>
          <w:ilvl w:val="1"/>
          <w:numId w:val="15"/>
        </w:numPr>
        <w:jc w:val="both"/>
      </w:pPr>
      <w:r w:rsidRPr="004C16A8">
        <w:t>one or more CD (Required) states or state transition are introduced in new phase and has no previous equivalent in previous phase (Phase In), or</w:t>
      </w:r>
    </w:p>
    <w:p w14:paraId="071570C0" w14:textId="77777777" w:rsidR="00EB054E" w:rsidRPr="004C16A8" w:rsidRDefault="00EB054E" w:rsidP="00713B18">
      <w:pPr>
        <w:pStyle w:val="ListParagraph"/>
        <w:numPr>
          <w:ilvl w:val="1"/>
          <w:numId w:val="15"/>
        </w:numPr>
        <w:jc w:val="both"/>
      </w:pPr>
      <w:r w:rsidRPr="004C16A8">
        <w:t>one or more CD (Required) states or state transition of previous phase is discontinued from the corresponding scenario of new phase (Phase Out), or</w:t>
      </w:r>
    </w:p>
    <w:p w14:paraId="5C933091" w14:textId="77777777" w:rsidR="00EB054E" w:rsidRPr="004C16A8" w:rsidRDefault="00EB054E" w:rsidP="00713B18">
      <w:pPr>
        <w:pStyle w:val="ListParagraph"/>
        <w:numPr>
          <w:ilvl w:val="1"/>
          <w:numId w:val="15"/>
        </w:numPr>
        <w:jc w:val="both"/>
      </w:pPr>
      <w:r w:rsidRPr="004C16A8">
        <w:t>a combination of above cases exists (Phase In &amp; Phase Out).</w:t>
      </w:r>
    </w:p>
    <w:p w14:paraId="15BB1B12" w14:textId="1A7A0D28" w:rsidR="00EB054E" w:rsidRPr="004C16A8" w:rsidRDefault="00EB054E" w:rsidP="00713B18">
      <w:r w:rsidRPr="004C16A8">
        <w:lastRenderedPageBreak/>
        <w:t xml:space="preserve">This analysis uses as reference the </w:t>
      </w:r>
      <w:r w:rsidR="00487A8C" w:rsidRPr="004C16A8">
        <w:t>Appendix N</w:t>
      </w:r>
      <w:r w:rsidRPr="004C16A8">
        <w:t xml:space="preserve"> excel file (</w:t>
      </w:r>
      <w:r w:rsidRPr="004C16A8">
        <w:fldChar w:fldCharType="begin"/>
      </w:r>
      <w:r w:rsidRPr="004C16A8">
        <w:instrText xml:space="preserve"> REF _Ref11232148 \r \h  \* MERGEFORMAT </w:instrText>
      </w:r>
      <w:r w:rsidRPr="004C16A8">
        <w:fldChar w:fldCharType="separate"/>
      </w:r>
      <w:r w:rsidR="005A26CC">
        <w:t>3</w:t>
      </w:r>
      <w:r w:rsidRPr="004C16A8">
        <w:fldChar w:fldCharType="end"/>
      </w:r>
      <w:r w:rsidRPr="004C16A8">
        <w:t>).</w:t>
      </w:r>
    </w:p>
    <w:p w14:paraId="460A46B3" w14:textId="15119259" w:rsidR="00EB054E" w:rsidRPr="004C16A8" w:rsidRDefault="00EB054E" w:rsidP="00713B18">
      <w:r w:rsidRPr="004C16A8">
        <w:t xml:space="preserve">The outcome of the analysis in terms of state machine compatibility is reflected in State Machine Compatibility Indicator (SMCI). The possible value of SMCI and their meaning is shown in </w:t>
      </w:r>
      <w:r w:rsidRPr="004C16A8">
        <w:fldChar w:fldCharType="begin"/>
      </w:r>
      <w:r w:rsidRPr="004C16A8">
        <w:instrText xml:space="preserve"> REF _Ref11234418 \h  \* MERGEFORMAT </w:instrText>
      </w:r>
      <w:r w:rsidRPr="004C16A8">
        <w:fldChar w:fldCharType="separate"/>
      </w:r>
      <w:r w:rsidR="005A26CC" w:rsidRPr="004C16A8">
        <w:t xml:space="preserve">Table </w:t>
      </w:r>
      <w:r w:rsidR="005A26CC">
        <w:t>3</w:t>
      </w:r>
      <w:r w:rsidRPr="004C16A8">
        <w:fldChar w:fldCharType="end"/>
      </w:r>
      <w:r w:rsidRPr="004C16A8">
        <w:t xml:space="preserve"> below:</w:t>
      </w:r>
    </w:p>
    <w:tbl>
      <w:tblPr>
        <w:tblW w:w="0" w:type="auto"/>
        <w:tblCellMar>
          <w:left w:w="0" w:type="dxa"/>
          <w:right w:w="0" w:type="dxa"/>
        </w:tblCellMar>
        <w:tblLook w:val="0600" w:firstRow="0" w:lastRow="0" w:firstColumn="0" w:lastColumn="0" w:noHBand="1" w:noVBand="1"/>
      </w:tblPr>
      <w:tblGrid>
        <w:gridCol w:w="1354"/>
        <w:gridCol w:w="1749"/>
        <w:gridCol w:w="1949"/>
        <w:gridCol w:w="2183"/>
        <w:gridCol w:w="1838"/>
      </w:tblGrid>
      <w:tr w:rsidR="00EB054E" w:rsidRPr="004C16A8" w14:paraId="27E1BF36" w14:textId="77777777" w:rsidTr="00EB054E">
        <w:trPr>
          <w:trHeight w:val="328"/>
        </w:trPr>
        <w:tc>
          <w:tcPr>
            <w:tcW w:w="0" w:type="auto"/>
            <w:gridSpan w:val="5"/>
            <w:tcBorders>
              <w:top w:val="single" w:sz="4" w:space="0" w:color="606060"/>
              <w:left w:val="single" w:sz="4" w:space="0" w:color="606060"/>
              <w:bottom w:val="single" w:sz="4" w:space="0" w:color="606060"/>
              <w:right w:val="single" w:sz="4" w:space="0" w:color="606060"/>
            </w:tcBorders>
            <w:shd w:val="clear" w:color="auto" w:fill="E7E6E6"/>
            <w:tcMar>
              <w:top w:w="11" w:type="dxa"/>
              <w:left w:w="11" w:type="dxa"/>
              <w:bottom w:w="0" w:type="dxa"/>
              <w:right w:w="11" w:type="dxa"/>
            </w:tcMar>
            <w:vAlign w:val="center"/>
            <w:hideMark/>
          </w:tcPr>
          <w:p w14:paraId="13470D9B" w14:textId="77777777" w:rsidR="00EB054E" w:rsidRPr="004C16A8" w:rsidRDefault="00EB054E" w:rsidP="00346F8F">
            <w:pPr>
              <w:spacing w:before="120"/>
              <w:rPr>
                <w:b/>
              </w:rPr>
            </w:pPr>
            <w:r w:rsidRPr="004C16A8">
              <w:rPr>
                <w:b/>
              </w:rPr>
              <w:t>State Machine compatibility Assessment for specific message exchange protocol</w:t>
            </w:r>
          </w:p>
        </w:tc>
      </w:tr>
      <w:tr w:rsidR="00EB054E" w:rsidRPr="004C16A8" w14:paraId="773C3419" w14:textId="77777777" w:rsidTr="00EB054E">
        <w:trPr>
          <w:trHeight w:val="1268"/>
        </w:trPr>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A715489" w14:textId="77777777" w:rsidR="00EB054E" w:rsidRPr="004C16A8" w:rsidRDefault="00EB054E" w:rsidP="00346F8F">
            <w:pPr>
              <w:spacing w:before="120"/>
            </w:pPr>
            <w:r w:rsidRPr="004C16A8">
              <w:rPr>
                <w:b/>
                <w:bCs/>
              </w:rPr>
              <w:t>Continuity</w:t>
            </w:r>
            <w:r w:rsidRPr="004C16A8">
              <w:t>: No Changes on State Machine (CD States)</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8C4BE0D" w14:textId="77777777" w:rsidR="00EB054E" w:rsidRPr="004C16A8" w:rsidRDefault="00EB054E" w:rsidP="00346F8F">
            <w:pPr>
              <w:spacing w:before="120"/>
            </w:pPr>
            <w:r w:rsidRPr="004C16A8">
              <w:rPr>
                <w:b/>
                <w:bCs/>
              </w:rPr>
              <w:t>Continuity</w:t>
            </w:r>
            <w:r w:rsidRPr="004C16A8">
              <w:t>: One or more CD (Required) states are present in both phases but with different state name in the particular message exchange protocol - State mapping</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7EBBA7A0" w14:textId="77777777" w:rsidR="00EB054E" w:rsidRPr="004C16A8" w:rsidRDefault="00EB054E" w:rsidP="00346F8F">
            <w:pPr>
              <w:spacing w:before="120"/>
            </w:pPr>
            <w:r w:rsidRPr="004C16A8">
              <w:rPr>
                <w:b/>
                <w:bCs/>
              </w:rPr>
              <w:t xml:space="preserve">Discontinuity, Phase In: </w:t>
            </w:r>
            <w:r w:rsidRPr="004C16A8">
              <w:t>One or more CD (Required) states or state transition appears in new phase and has no previous equivalent in previous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01A9A18" w14:textId="77777777" w:rsidR="00EB054E" w:rsidRPr="004C16A8" w:rsidRDefault="00EB054E" w:rsidP="00346F8F">
            <w:pPr>
              <w:spacing w:before="120"/>
            </w:pPr>
            <w:r w:rsidRPr="004C16A8">
              <w:rPr>
                <w:b/>
                <w:bCs/>
              </w:rPr>
              <w:t xml:space="preserve">Discontinuity, Phase Out: </w:t>
            </w:r>
            <w:r w:rsidRPr="004C16A8">
              <w:t>One or more CD (Required) states or state transition in the message exchange protocol of previous phase is discontinued from the corresponding message exchange protocol of new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7962CAA" w14:textId="77777777" w:rsidR="00EB054E" w:rsidRPr="004C16A8" w:rsidRDefault="00EB054E" w:rsidP="00346F8F">
            <w:pPr>
              <w:spacing w:before="120"/>
            </w:pPr>
            <w:r w:rsidRPr="004C16A8">
              <w:rPr>
                <w:b/>
                <w:bCs/>
              </w:rPr>
              <w:t>Discontinuity, Phase</w:t>
            </w:r>
            <w:r w:rsidR="00570564" w:rsidRPr="004C16A8">
              <w:rPr>
                <w:b/>
                <w:bCs/>
              </w:rPr>
              <w:t>-</w:t>
            </w:r>
            <w:r w:rsidRPr="004C16A8">
              <w:rPr>
                <w:b/>
                <w:bCs/>
              </w:rPr>
              <w:t>In &amp; Phase</w:t>
            </w:r>
            <w:r w:rsidR="00570564" w:rsidRPr="004C16A8">
              <w:rPr>
                <w:b/>
                <w:bCs/>
              </w:rPr>
              <w:t>-</w:t>
            </w:r>
            <w:r w:rsidRPr="004C16A8">
              <w:rPr>
                <w:b/>
                <w:bCs/>
              </w:rPr>
              <w:t xml:space="preserve">Out: </w:t>
            </w:r>
            <w:r w:rsidRPr="004C16A8">
              <w:t>Discontinuity, Phase In AND AT THE SAME TIME Discontinuity, Phase Out</w:t>
            </w:r>
          </w:p>
        </w:tc>
      </w:tr>
      <w:tr w:rsidR="00EB054E" w:rsidRPr="004C16A8" w14:paraId="61645886" w14:textId="77777777" w:rsidTr="00EB054E">
        <w:trPr>
          <w:trHeight w:val="264"/>
        </w:trPr>
        <w:tc>
          <w:tcPr>
            <w:tcW w:w="0" w:type="auto"/>
            <w:tcBorders>
              <w:top w:val="single" w:sz="4" w:space="0" w:color="606060"/>
              <w:left w:val="single" w:sz="4" w:space="0" w:color="606060"/>
              <w:bottom w:val="single" w:sz="4" w:space="0" w:color="606060"/>
              <w:right w:val="single" w:sz="4" w:space="0" w:color="606060"/>
            </w:tcBorders>
            <w:shd w:val="clear" w:color="auto" w:fill="BCFFA7"/>
            <w:tcMar>
              <w:top w:w="11" w:type="dxa"/>
              <w:left w:w="11" w:type="dxa"/>
              <w:bottom w:w="0" w:type="dxa"/>
              <w:right w:w="11" w:type="dxa"/>
            </w:tcMar>
            <w:vAlign w:val="center"/>
            <w:hideMark/>
          </w:tcPr>
          <w:p w14:paraId="5BA79015" w14:textId="77777777" w:rsidR="00EB054E" w:rsidRPr="004C16A8" w:rsidRDefault="00EB054E" w:rsidP="00346F8F">
            <w:pPr>
              <w:spacing w:before="120"/>
              <w:jc w:val="center"/>
              <w:rPr>
                <w:b/>
                <w:sz w:val="28"/>
              </w:rPr>
            </w:pPr>
            <w:r w:rsidRPr="004C16A8">
              <w:rPr>
                <w:b/>
                <w:sz w:val="28"/>
              </w:rPr>
              <w:t>0</w:t>
            </w:r>
          </w:p>
        </w:tc>
        <w:tc>
          <w:tcPr>
            <w:tcW w:w="0" w:type="auto"/>
            <w:tcBorders>
              <w:top w:val="single" w:sz="4" w:space="0" w:color="606060"/>
              <w:left w:val="single" w:sz="4" w:space="0" w:color="606060"/>
              <w:bottom w:val="single" w:sz="4" w:space="0" w:color="606060"/>
              <w:right w:val="single" w:sz="4" w:space="0" w:color="606060"/>
            </w:tcBorders>
            <w:shd w:val="clear" w:color="auto" w:fill="66FF33"/>
            <w:tcMar>
              <w:top w:w="11" w:type="dxa"/>
              <w:left w:w="11" w:type="dxa"/>
              <w:bottom w:w="0" w:type="dxa"/>
              <w:right w:w="11" w:type="dxa"/>
            </w:tcMar>
            <w:vAlign w:val="center"/>
            <w:hideMark/>
          </w:tcPr>
          <w:p w14:paraId="464F625A" w14:textId="77777777" w:rsidR="00EB054E" w:rsidRPr="004C16A8" w:rsidRDefault="00EB054E" w:rsidP="00346F8F">
            <w:pPr>
              <w:spacing w:before="120"/>
              <w:jc w:val="center"/>
              <w:rPr>
                <w:b/>
                <w:sz w:val="28"/>
              </w:rPr>
            </w:pPr>
            <w:r w:rsidRPr="004C16A8">
              <w:rPr>
                <w:b/>
                <w:sz w:val="28"/>
              </w:rPr>
              <w:t>1</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6E7CDFAC" w14:textId="77777777" w:rsidR="00EB054E" w:rsidRPr="004C16A8" w:rsidRDefault="00EB054E" w:rsidP="00346F8F">
            <w:pPr>
              <w:spacing w:before="120"/>
              <w:jc w:val="center"/>
              <w:rPr>
                <w:b/>
                <w:sz w:val="28"/>
              </w:rPr>
            </w:pPr>
            <w:r w:rsidRPr="004C16A8">
              <w:rPr>
                <w:b/>
                <w:sz w:val="28"/>
              </w:rPr>
              <w:t>2</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479DC68A" w14:textId="77777777" w:rsidR="00EB054E" w:rsidRPr="004C16A8" w:rsidRDefault="00EB054E" w:rsidP="00346F8F">
            <w:pPr>
              <w:spacing w:before="120"/>
              <w:jc w:val="center"/>
              <w:rPr>
                <w:b/>
                <w:sz w:val="28"/>
              </w:rPr>
            </w:pPr>
            <w:r w:rsidRPr="004C16A8">
              <w:rPr>
                <w:b/>
                <w:sz w:val="28"/>
              </w:rPr>
              <w:t>3</w:t>
            </w:r>
          </w:p>
        </w:tc>
        <w:tc>
          <w:tcPr>
            <w:tcW w:w="0" w:type="auto"/>
            <w:tcBorders>
              <w:top w:val="single" w:sz="4" w:space="0" w:color="606060"/>
              <w:left w:val="single" w:sz="4" w:space="0" w:color="606060"/>
              <w:bottom w:val="single" w:sz="4" w:space="0" w:color="606060"/>
              <w:right w:val="single" w:sz="4" w:space="0" w:color="606060"/>
            </w:tcBorders>
            <w:shd w:val="clear" w:color="auto" w:fill="FF6565"/>
            <w:tcMar>
              <w:top w:w="11" w:type="dxa"/>
              <w:left w:w="11" w:type="dxa"/>
              <w:bottom w:w="0" w:type="dxa"/>
              <w:right w:w="11" w:type="dxa"/>
            </w:tcMar>
            <w:vAlign w:val="center"/>
            <w:hideMark/>
          </w:tcPr>
          <w:p w14:paraId="0AD67C1F" w14:textId="77777777" w:rsidR="00EB054E" w:rsidRPr="004C16A8" w:rsidRDefault="00EB054E" w:rsidP="00346F8F">
            <w:pPr>
              <w:spacing w:before="120"/>
              <w:jc w:val="center"/>
              <w:rPr>
                <w:b/>
                <w:sz w:val="28"/>
              </w:rPr>
            </w:pPr>
            <w:r w:rsidRPr="004C16A8">
              <w:rPr>
                <w:b/>
                <w:sz w:val="28"/>
              </w:rPr>
              <w:t>4</w:t>
            </w:r>
          </w:p>
        </w:tc>
      </w:tr>
    </w:tbl>
    <w:p w14:paraId="61A4ED69" w14:textId="54E94A92" w:rsidR="00EB054E" w:rsidRPr="004C16A8" w:rsidRDefault="00EB054E" w:rsidP="00F70A40">
      <w:pPr>
        <w:pStyle w:val="Caption"/>
      </w:pPr>
      <w:bookmarkStart w:id="46" w:name="_Ref11234418"/>
      <w:bookmarkStart w:id="47" w:name="_Toc11234413"/>
      <w:bookmarkStart w:id="48" w:name="_Toc12273584"/>
      <w:bookmarkStart w:id="49" w:name="_Toc152696966"/>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5A26CC">
        <w:rPr>
          <w:noProof/>
        </w:rPr>
        <w:t>3</w:t>
      </w:r>
      <w:r w:rsidR="00D46640">
        <w:rPr>
          <w:noProof/>
        </w:rPr>
        <w:fldChar w:fldCharType="end"/>
      </w:r>
      <w:bookmarkEnd w:id="46"/>
      <w:r w:rsidRPr="004C16A8">
        <w:t xml:space="preserve">: </w:t>
      </w:r>
      <w:r w:rsidRPr="004C16A8">
        <w:fldChar w:fldCharType="begin"/>
      </w:r>
      <w:r w:rsidRPr="004C16A8">
        <w:instrText xml:space="preserve"> REF _Ref10271269 \h </w:instrText>
      </w:r>
      <w:r w:rsidRPr="004C16A8">
        <w:fldChar w:fldCharType="separate"/>
      </w:r>
      <w:r w:rsidR="005A26CC" w:rsidRPr="004C16A8">
        <w:t>State Machine Compatibility Indicator (SMCI)</w:t>
      </w:r>
      <w:r w:rsidRPr="004C16A8">
        <w:fldChar w:fldCharType="end"/>
      </w:r>
      <w:r w:rsidRPr="004C16A8">
        <w:t xml:space="preserve"> values</w:t>
      </w:r>
      <w:bookmarkEnd w:id="47"/>
      <w:bookmarkEnd w:id="48"/>
      <w:bookmarkEnd w:id="49"/>
    </w:p>
    <w:p w14:paraId="0F34C218" w14:textId="77777777" w:rsidR="00EB054E" w:rsidRPr="004C16A8" w:rsidRDefault="00EB054E" w:rsidP="00F70A40">
      <w:pPr>
        <w:pStyle w:val="Heading2"/>
      </w:pPr>
      <w:bookmarkStart w:id="50" w:name="_Ref10271451"/>
      <w:bookmarkStart w:id="51" w:name="_Toc11234226"/>
      <w:bookmarkStart w:id="52" w:name="_Toc13399605"/>
      <w:bookmarkStart w:id="53" w:name="_Toc152696961"/>
      <w:r w:rsidRPr="004C16A8">
        <w:lastRenderedPageBreak/>
        <w:t>Transition Analysis Outcome</w:t>
      </w:r>
      <w:bookmarkEnd w:id="50"/>
      <w:bookmarkEnd w:id="51"/>
      <w:bookmarkEnd w:id="52"/>
      <w:bookmarkEnd w:id="53"/>
    </w:p>
    <w:p w14:paraId="7606CA3D" w14:textId="150E3C0E" w:rsidR="00EB054E" w:rsidRPr="004C16A8" w:rsidRDefault="00EB054E" w:rsidP="00F70A40">
      <w:r w:rsidRPr="004C16A8">
        <w:t>The Transition Analysis Outcome (TAO) is the analysis result for the feasibility of a particular scenario during Transition</w:t>
      </w:r>
      <w:r w:rsidR="000E4A1B">
        <w:t>al</w:t>
      </w:r>
      <w:r w:rsidRPr="004C16A8">
        <w:t xml:space="preserve"> Period.</w:t>
      </w:r>
    </w:p>
    <w:p w14:paraId="7D8976D9" w14:textId="77777777" w:rsidR="00EB054E" w:rsidRPr="004C16A8" w:rsidRDefault="00EB054E" w:rsidP="00F70A40">
      <w:r w:rsidRPr="004C16A8">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4C16A8" w14:paraId="2ACA8951" w14:textId="77777777" w:rsidTr="00EB054E">
        <w:trPr>
          <w:trHeight w:val="20"/>
        </w:trPr>
        <w:tc>
          <w:tcPr>
            <w:tcW w:w="1149" w:type="dxa"/>
            <w:shd w:val="clear" w:color="auto" w:fill="D9D9D9"/>
            <w:tcMar>
              <w:top w:w="15" w:type="dxa"/>
              <w:left w:w="15" w:type="dxa"/>
              <w:bottom w:w="0" w:type="dxa"/>
              <w:right w:w="15" w:type="dxa"/>
            </w:tcMar>
            <w:vAlign w:val="center"/>
            <w:hideMark/>
          </w:tcPr>
          <w:p w14:paraId="1DA16A3B" w14:textId="77777777" w:rsidR="00EB054E" w:rsidRPr="004C16A8" w:rsidRDefault="00EB054E" w:rsidP="00F70A40">
            <w:r w:rsidRPr="004C16A8">
              <w:t>Value</w:t>
            </w:r>
          </w:p>
        </w:tc>
        <w:tc>
          <w:tcPr>
            <w:tcW w:w="7952" w:type="dxa"/>
            <w:shd w:val="clear" w:color="auto" w:fill="D9D9D9"/>
            <w:tcMar>
              <w:top w:w="15" w:type="dxa"/>
              <w:left w:w="15" w:type="dxa"/>
              <w:bottom w:w="0" w:type="dxa"/>
              <w:right w:w="15" w:type="dxa"/>
            </w:tcMar>
            <w:vAlign w:val="center"/>
            <w:hideMark/>
          </w:tcPr>
          <w:p w14:paraId="5475159A" w14:textId="77777777" w:rsidR="00EB054E" w:rsidRPr="004C16A8" w:rsidRDefault="00EB054E" w:rsidP="00F70A40">
            <w:r w:rsidRPr="004C16A8">
              <w:t>Description</w:t>
            </w:r>
          </w:p>
        </w:tc>
      </w:tr>
      <w:tr w:rsidR="00EB054E" w:rsidRPr="004C16A8" w14:paraId="16972EBA" w14:textId="77777777" w:rsidTr="00EB054E">
        <w:trPr>
          <w:trHeight w:val="20"/>
        </w:trPr>
        <w:tc>
          <w:tcPr>
            <w:tcW w:w="1149" w:type="dxa"/>
            <w:shd w:val="clear" w:color="auto" w:fill="7FFF00"/>
            <w:tcMar>
              <w:top w:w="15" w:type="dxa"/>
              <w:left w:w="15" w:type="dxa"/>
              <w:bottom w:w="0" w:type="dxa"/>
              <w:right w:w="15" w:type="dxa"/>
            </w:tcMar>
            <w:vAlign w:val="center"/>
            <w:hideMark/>
          </w:tcPr>
          <w:p w14:paraId="3702B022" w14:textId="77777777" w:rsidR="00EB054E" w:rsidRPr="004C16A8" w:rsidRDefault="00EB054E" w:rsidP="00F70A40">
            <w:r w:rsidRPr="004C16A8">
              <w:t>1</w:t>
            </w:r>
          </w:p>
        </w:tc>
        <w:tc>
          <w:tcPr>
            <w:tcW w:w="7952" w:type="dxa"/>
            <w:shd w:val="clear" w:color="auto" w:fill="auto"/>
            <w:tcMar>
              <w:top w:w="15" w:type="dxa"/>
              <w:left w:w="15" w:type="dxa"/>
              <w:bottom w:w="0" w:type="dxa"/>
              <w:right w:w="15" w:type="dxa"/>
            </w:tcMar>
            <w:vAlign w:val="center"/>
            <w:hideMark/>
          </w:tcPr>
          <w:p w14:paraId="7D2BDBAB" w14:textId="77777777" w:rsidR="00EB054E" w:rsidRPr="004C16A8" w:rsidRDefault="00EB054E" w:rsidP="00F70A40">
            <w:r w:rsidRPr="004C16A8">
              <w:rPr>
                <w:b/>
                <w:bCs/>
              </w:rPr>
              <w:t xml:space="preserve">Feasible: </w:t>
            </w:r>
            <w:r w:rsidRPr="004C16A8">
              <w:t>Transition is feasible based on IE and STD continuity indicators</w:t>
            </w:r>
          </w:p>
        </w:tc>
      </w:tr>
      <w:tr w:rsidR="00EB054E" w:rsidRPr="004C16A8" w14:paraId="1D66E87E" w14:textId="77777777" w:rsidTr="00EB054E">
        <w:trPr>
          <w:trHeight w:val="20"/>
        </w:trPr>
        <w:tc>
          <w:tcPr>
            <w:tcW w:w="1149" w:type="dxa"/>
            <w:shd w:val="clear" w:color="auto" w:fill="FFD700"/>
            <w:tcMar>
              <w:top w:w="15" w:type="dxa"/>
              <w:left w:w="15" w:type="dxa"/>
              <w:bottom w:w="0" w:type="dxa"/>
              <w:right w:w="15" w:type="dxa"/>
            </w:tcMar>
            <w:vAlign w:val="center"/>
            <w:hideMark/>
          </w:tcPr>
          <w:p w14:paraId="40E855EF" w14:textId="77777777" w:rsidR="00EB054E" w:rsidRPr="004C16A8" w:rsidRDefault="00EB054E" w:rsidP="00F70A40">
            <w:r w:rsidRPr="004C16A8">
              <w:t>2</w:t>
            </w:r>
          </w:p>
        </w:tc>
        <w:tc>
          <w:tcPr>
            <w:tcW w:w="7952" w:type="dxa"/>
            <w:shd w:val="clear" w:color="auto" w:fill="auto"/>
            <w:tcMar>
              <w:top w:w="15" w:type="dxa"/>
              <w:left w:w="15" w:type="dxa"/>
              <w:bottom w:w="0" w:type="dxa"/>
              <w:right w:w="15" w:type="dxa"/>
            </w:tcMar>
            <w:vAlign w:val="center"/>
            <w:hideMark/>
          </w:tcPr>
          <w:p w14:paraId="2C358CCA" w14:textId="77777777" w:rsidR="00EB054E" w:rsidRPr="004C16A8" w:rsidRDefault="00EB054E" w:rsidP="00F70A40">
            <w:r w:rsidRPr="004C16A8">
              <w:rPr>
                <w:b/>
                <w:bCs/>
              </w:rPr>
              <w:t>Feasible with resolution</w:t>
            </w:r>
            <w:r w:rsidRPr="004C16A8">
              <w:t>: a special resolution/transitional message exchange protocol is necessary for resolving discontinuity.</w:t>
            </w:r>
          </w:p>
        </w:tc>
      </w:tr>
      <w:tr w:rsidR="00EB054E" w:rsidRPr="004C16A8" w14:paraId="60E95905" w14:textId="77777777" w:rsidTr="00EB054E">
        <w:trPr>
          <w:trHeight w:val="20"/>
        </w:trPr>
        <w:tc>
          <w:tcPr>
            <w:tcW w:w="1149" w:type="dxa"/>
            <w:shd w:val="clear" w:color="auto" w:fill="FA8072"/>
            <w:tcMar>
              <w:top w:w="15" w:type="dxa"/>
              <w:left w:w="15" w:type="dxa"/>
              <w:bottom w:w="0" w:type="dxa"/>
              <w:right w:w="15" w:type="dxa"/>
            </w:tcMar>
            <w:vAlign w:val="center"/>
            <w:hideMark/>
          </w:tcPr>
          <w:p w14:paraId="0FF1EBB7" w14:textId="77777777" w:rsidR="00EB054E" w:rsidRPr="004C16A8" w:rsidRDefault="00EB054E" w:rsidP="00F70A40">
            <w:r w:rsidRPr="004C16A8">
              <w:t>3</w:t>
            </w:r>
          </w:p>
        </w:tc>
        <w:tc>
          <w:tcPr>
            <w:tcW w:w="7952" w:type="dxa"/>
            <w:shd w:val="clear" w:color="auto" w:fill="auto"/>
            <w:tcMar>
              <w:top w:w="15" w:type="dxa"/>
              <w:left w:w="15" w:type="dxa"/>
              <w:bottom w:w="0" w:type="dxa"/>
              <w:right w:w="15" w:type="dxa"/>
            </w:tcMar>
            <w:vAlign w:val="center"/>
            <w:hideMark/>
          </w:tcPr>
          <w:p w14:paraId="4EEC78F6" w14:textId="77777777" w:rsidR="00EB054E" w:rsidRPr="004C16A8" w:rsidRDefault="00EB054E" w:rsidP="00F70A40">
            <w:r w:rsidRPr="004C16A8">
              <w:rPr>
                <w:b/>
                <w:bCs/>
              </w:rPr>
              <w:t>Blocking/Not Feasible</w:t>
            </w:r>
            <w:r w:rsidRPr="004C16A8">
              <w:t>: there is no resolution with transitional message exchange protocol for the particular scenario.</w:t>
            </w:r>
          </w:p>
        </w:tc>
      </w:tr>
    </w:tbl>
    <w:p w14:paraId="730904FB" w14:textId="246FF38E" w:rsidR="00EB054E" w:rsidRPr="004C16A8" w:rsidRDefault="00EB054E" w:rsidP="00F70A40">
      <w:pPr>
        <w:pStyle w:val="Caption"/>
      </w:pPr>
      <w:bookmarkStart w:id="54" w:name="_Toc12273585"/>
      <w:bookmarkStart w:id="55" w:name="_Toc152696967"/>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5A26CC">
        <w:rPr>
          <w:noProof/>
        </w:rPr>
        <w:t>4</w:t>
      </w:r>
      <w:r w:rsidR="00D46640">
        <w:rPr>
          <w:noProof/>
        </w:rPr>
        <w:fldChar w:fldCharType="end"/>
      </w:r>
      <w:r w:rsidRPr="004C16A8">
        <w:t xml:space="preserve">: </w:t>
      </w:r>
      <w:r w:rsidRPr="004C16A8">
        <w:fldChar w:fldCharType="begin"/>
      </w:r>
      <w:r w:rsidRPr="004C16A8">
        <w:instrText xml:space="preserve"> REF _Ref10271451 \h </w:instrText>
      </w:r>
      <w:r w:rsidRPr="004C16A8">
        <w:fldChar w:fldCharType="separate"/>
      </w:r>
      <w:r w:rsidR="005A26CC" w:rsidRPr="004C16A8">
        <w:t>Transition Analysis Outcome</w:t>
      </w:r>
      <w:r w:rsidRPr="004C16A8">
        <w:fldChar w:fldCharType="end"/>
      </w:r>
      <w:r w:rsidRPr="004C16A8">
        <w:t xml:space="preserve"> values</w:t>
      </w:r>
      <w:bookmarkEnd w:id="54"/>
      <w:bookmarkEnd w:id="55"/>
    </w:p>
    <w:p w14:paraId="6CCC8DD2" w14:textId="55C26F12" w:rsidR="009146D2" w:rsidRDefault="009146D2" w:rsidP="009146D2">
      <w:r>
        <w:t>If TAO has value 1 then the matching of the State Machine or Common Domain exchanges is provided.</w:t>
      </w:r>
    </w:p>
    <w:p w14:paraId="3322161E" w14:textId="1FF25556" w:rsidR="009146D2" w:rsidRDefault="009146D2" w:rsidP="009146D2">
      <w:r>
        <w:t>If TAO has value 2 then a special resolution/transitional scenario is necessary for resolving discontinuity. The transitional scenarios are defined in Sub-Section IV.II of the DDNTA Main Document.</w:t>
      </w:r>
    </w:p>
    <w:p w14:paraId="7B1A814D" w14:textId="3DB74641" w:rsidR="00EB054E" w:rsidRPr="004C16A8" w:rsidRDefault="009146D2" w:rsidP="009146D2">
      <w:r>
        <w:t>In case of TAO value 3, then the particular scenario/functionality must be excluded from the Transitional Period (i.e. can be used only after the end of transition)</w:t>
      </w:r>
    </w:p>
    <w:p w14:paraId="42DF71F7" w14:textId="77777777" w:rsidR="00EB054E" w:rsidRPr="004C16A8" w:rsidRDefault="00EB054E" w:rsidP="00F70A40">
      <w:pPr>
        <w:pStyle w:val="Heading1"/>
      </w:pPr>
      <w:bookmarkStart w:id="56" w:name="_Ref11232148"/>
      <w:bookmarkStart w:id="57" w:name="_Toc11234227"/>
      <w:bookmarkStart w:id="58" w:name="_Toc13399606"/>
      <w:bookmarkStart w:id="59" w:name="_Toc152696962"/>
      <w:r w:rsidRPr="004C16A8">
        <w:lastRenderedPageBreak/>
        <w:t>State Machine Transition Analysis</w:t>
      </w:r>
      <w:bookmarkEnd w:id="56"/>
      <w:bookmarkEnd w:id="57"/>
      <w:bookmarkEnd w:id="58"/>
      <w:bookmarkEnd w:id="59"/>
    </w:p>
    <w:p w14:paraId="1123E87A" w14:textId="77777777" w:rsidR="00EB054E" w:rsidRPr="004C16A8" w:rsidRDefault="00EB054E" w:rsidP="00F70A40">
      <w:r w:rsidRPr="004C16A8">
        <w:t xml:space="preserve">The State machines defined in </w:t>
      </w:r>
      <w:r w:rsidR="007D7321" w:rsidRPr="004C16A8">
        <w:t>NCTS-P5</w:t>
      </w:r>
      <w:r w:rsidRPr="004C16A8">
        <w:t xml:space="preserve"> (</w:t>
      </w:r>
      <w:r w:rsidR="007D7321" w:rsidRPr="004C16A8">
        <w:t>Sub-S</w:t>
      </w:r>
      <w:r w:rsidRPr="004C16A8">
        <w:t xml:space="preserve">ection </w:t>
      </w:r>
      <w:r w:rsidR="007D7321" w:rsidRPr="004C16A8">
        <w:t>III.IV</w:t>
      </w:r>
      <w:r w:rsidRPr="004C16A8">
        <w:t xml:space="preserve"> of </w:t>
      </w:r>
      <w:r w:rsidR="007D7321" w:rsidRPr="004C16A8">
        <w:t xml:space="preserve">the </w:t>
      </w:r>
      <w:r w:rsidRPr="004C16A8">
        <w:t>DDN</w:t>
      </w:r>
      <w:r w:rsidR="007D7321" w:rsidRPr="004C16A8">
        <w:t>T</w:t>
      </w:r>
      <w:r w:rsidRPr="004C16A8">
        <w:t xml:space="preserve">A </w:t>
      </w:r>
      <w:r w:rsidR="007D7321" w:rsidRPr="004C16A8">
        <w:t>Main Document</w:t>
      </w:r>
      <w:r w:rsidRPr="004C16A8">
        <w:t xml:space="preserve">) and </w:t>
      </w:r>
      <w:r w:rsidR="007D7321" w:rsidRPr="004C16A8">
        <w:t>NCTS-P4</w:t>
      </w:r>
      <w:r w:rsidRPr="004C16A8">
        <w:t xml:space="preserve"> have been consolidated and a mapping </w:t>
      </w:r>
      <w:r w:rsidR="007D7321" w:rsidRPr="004C16A8">
        <w:t>has been</w:t>
      </w:r>
      <w:r w:rsidRPr="004C16A8">
        <w:t xml:space="preserve"> performed during this activity.</w:t>
      </w:r>
    </w:p>
    <w:p w14:paraId="299A3855" w14:textId="3E41A154" w:rsidR="00EB054E" w:rsidRPr="004C16A8" w:rsidRDefault="000D7CCF" w:rsidP="00F70A40">
      <w:r w:rsidRPr="004C16A8">
        <w:fldChar w:fldCharType="begin"/>
      </w:r>
      <w:r w:rsidRPr="004C16A8">
        <w:instrText xml:space="preserve"> REF _Ref13731690 \h </w:instrText>
      </w:r>
      <w:r w:rsidRPr="004C16A8">
        <w:fldChar w:fldCharType="separate"/>
      </w:r>
      <w:r w:rsidR="005A26CC" w:rsidRPr="004C16A8">
        <w:t xml:space="preserve">Table </w:t>
      </w:r>
      <w:r w:rsidR="005A26CC">
        <w:rPr>
          <w:noProof/>
        </w:rPr>
        <w:t>5</w:t>
      </w:r>
      <w:r w:rsidRPr="004C16A8">
        <w:fldChar w:fldCharType="end"/>
      </w:r>
      <w:r w:rsidRPr="004C16A8">
        <w:t xml:space="preserve"> </w:t>
      </w:r>
      <w:r w:rsidR="00EB054E" w:rsidRPr="004C16A8">
        <w:t xml:space="preserve">presents a reference table for the mapping of state machines between phases. </w:t>
      </w:r>
    </w:p>
    <w:p w14:paraId="1C6FEE92" w14:textId="497E1A9E" w:rsidR="00EB054E" w:rsidRPr="004C16A8" w:rsidRDefault="00EB054E" w:rsidP="00F70A40">
      <w:r w:rsidRPr="004C16A8">
        <w:t xml:space="preserve">The output of </w:t>
      </w:r>
      <w:r w:rsidRPr="004C16A8">
        <w:fldChar w:fldCharType="begin"/>
      </w:r>
      <w:r w:rsidRPr="004C16A8">
        <w:instrText xml:space="preserve"> REF _Ref11232148 \h </w:instrText>
      </w:r>
      <w:r w:rsidRPr="004C16A8">
        <w:fldChar w:fldCharType="separate"/>
      </w:r>
      <w:r w:rsidR="005A26CC" w:rsidRPr="004C16A8">
        <w:t>State Machine Transition Analysis</w:t>
      </w:r>
      <w:r w:rsidRPr="004C16A8">
        <w:fldChar w:fldCharType="end"/>
      </w:r>
      <w:r w:rsidRPr="004C16A8">
        <w:t xml:space="preserve"> is provided in the </w:t>
      </w:r>
      <w:r w:rsidR="00003D6E" w:rsidRPr="004C16A8">
        <w:t>Appendix N</w:t>
      </w:r>
      <w:r w:rsidRPr="004C16A8">
        <w:rPr>
          <w:i/>
        </w:rPr>
        <w:t xml:space="preserve"> </w:t>
      </w:r>
      <w:r w:rsidRPr="004C16A8">
        <w:t>excel</w:t>
      </w:r>
      <w:r w:rsidRPr="004C16A8">
        <w:rPr>
          <w:i/>
        </w:rPr>
        <w:t xml:space="preserve"> </w:t>
      </w:r>
      <w:r w:rsidRPr="004C16A8">
        <w:t>file which accompanies DDN</w:t>
      </w:r>
      <w:r w:rsidR="007D7321" w:rsidRPr="004C16A8">
        <w:t>T</w:t>
      </w:r>
      <w:r w:rsidRPr="004C16A8">
        <w:t xml:space="preserve">A. </w:t>
      </w:r>
    </w:p>
    <w:p w14:paraId="2EAE0736" w14:textId="18D26188" w:rsidR="00F96F92" w:rsidRPr="004C16A8" w:rsidRDefault="00EB054E" w:rsidP="00F70A40">
      <w:r w:rsidRPr="004C16A8">
        <w:t>A column “</w:t>
      </w:r>
      <w:r w:rsidR="00B45050" w:rsidRPr="004C16A8">
        <w:rPr>
          <w:i/>
        </w:rPr>
        <w:t>Appendix N</w:t>
      </w:r>
      <w:r w:rsidRPr="004C16A8">
        <w:rPr>
          <w:i/>
        </w:rPr>
        <w:t xml:space="preserve"> Worksheet Ref</w:t>
      </w:r>
      <w:r w:rsidRPr="004C16A8">
        <w:t xml:space="preserve">” has been added </w:t>
      </w:r>
      <w:r w:rsidR="00361329" w:rsidRPr="004C16A8">
        <w:t xml:space="preserve">to </w:t>
      </w:r>
      <w:r w:rsidR="00361329" w:rsidRPr="004C16A8">
        <w:fldChar w:fldCharType="begin"/>
      </w:r>
      <w:r w:rsidR="00361329" w:rsidRPr="004C16A8">
        <w:instrText xml:space="preserve"> REF _Ref13731690 \h </w:instrText>
      </w:r>
      <w:r w:rsidR="00361329" w:rsidRPr="004C16A8">
        <w:fldChar w:fldCharType="separate"/>
      </w:r>
      <w:r w:rsidR="005A26CC" w:rsidRPr="004C16A8">
        <w:t xml:space="preserve">Table </w:t>
      </w:r>
      <w:r w:rsidR="005A26CC">
        <w:rPr>
          <w:noProof/>
        </w:rPr>
        <w:t>5</w:t>
      </w:r>
      <w:r w:rsidR="00361329" w:rsidRPr="004C16A8">
        <w:fldChar w:fldCharType="end"/>
      </w:r>
      <w:r w:rsidR="00361329" w:rsidRPr="004C16A8">
        <w:t xml:space="preserve"> </w:t>
      </w:r>
      <w:r w:rsidRPr="004C16A8">
        <w:t>to indicate the worksheet where the pertinent comparison of state machine is located.</w:t>
      </w:r>
    </w:p>
    <w:tbl>
      <w:tblPr>
        <w:tblW w:w="944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2715"/>
        <w:gridCol w:w="1561"/>
        <w:gridCol w:w="1929"/>
        <w:gridCol w:w="3240"/>
      </w:tblGrid>
      <w:tr w:rsidR="005F5745" w:rsidRPr="004C16A8" w14:paraId="77AA30A6" w14:textId="77777777" w:rsidTr="009A5786">
        <w:trPr>
          <w:trHeight w:val="297"/>
          <w:tblHeader/>
          <w:jc w:val="center"/>
        </w:trPr>
        <w:tc>
          <w:tcPr>
            <w:tcW w:w="2715" w:type="dxa"/>
            <w:tcBorders>
              <w:bottom w:val="single" w:sz="12" w:space="0" w:color="95B3D7"/>
            </w:tcBorders>
            <w:shd w:val="clear" w:color="auto" w:fill="ACB9CA"/>
            <w:noWrap/>
            <w:hideMark/>
          </w:tcPr>
          <w:p w14:paraId="23AFFF90"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Customs Office</w:t>
            </w:r>
          </w:p>
        </w:tc>
        <w:tc>
          <w:tcPr>
            <w:tcW w:w="1561" w:type="dxa"/>
            <w:tcBorders>
              <w:bottom w:val="single" w:sz="12" w:space="0" w:color="95B3D7"/>
            </w:tcBorders>
            <w:shd w:val="clear" w:color="auto" w:fill="ACB9CA"/>
            <w:noWrap/>
            <w:hideMark/>
          </w:tcPr>
          <w:p w14:paraId="46808C2E"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NCTS-P5</w:t>
            </w:r>
          </w:p>
        </w:tc>
        <w:tc>
          <w:tcPr>
            <w:tcW w:w="1929" w:type="dxa"/>
            <w:tcBorders>
              <w:bottom w:val="single" w:sz="12" w:space="0" w:color="95B3D7"/>
            </w:tcBorders>
            <w:shd w:val="clear" w:color="auto" w:fill="ACB9CA"/>
            <w:noWrap/>
            <w:hideMark/>
          </w:tcPr>
          <w:p w14:paraId="4C8E8F8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NCTS-P4</w:t>
            </w:r>
          </w:p>
        </w:tc>
        <w:tc>
          <w:tcPr>
            <w:tcW w:w="3240" w:type="dxa"/>
            <w:tcBorders>
              <w:bottom w:val="single" w:sz="12" w:space="0" w:color="95B3D7"/>
            </w:tcBorders>
            <w:shd w:val="clear" w:color="auto" w:fill="ACB9CA"/>
          </w:tcPr>
          <w:p w14:paraId="142557E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sz w:val="22"/>
                <w:szCs w:val="22"/>
              </w:rPr>
              <w:t>Appendix N Worksheet Ref</w:t>
            </w:r>
          </w:p>
        </w:tc>
      </w:tr>
      <w:tr w:rsidR="005F5745" w:rsidRPr="004C16A8" w14:paraId="40E14A8F" w14:textId="77777777" w:rsidTr="009A5786">
        <w:trPr>
          <w:trHeight w:val="297"/>
          <w:jc w:val="center"/>
        </w:trPr>
        <w:tc>
          <w:tcPr>
            <w:tcW w:w="2715" w:type="dxa"/>
            <w:vMerge w:val="restart"/>
            <w:shd w:val="clear" w:color="auto" w:fill="auto"/>
            <w:noWrap/>
            <w:hideMark/>
          </w:tcPr>
          <w:p w14:paraId="57195A8C"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Departure</w:t>
            </w:r>
          </w:p>
        </w:tc>
        <w:tc>
          <w:tcPr>
            <w:tcW w:w="1561" w:type="dxa"/>
            <w:shd w:val="clear" w:color="auto" w:fill="auto"/>
            <w:noWrap/>
          </w:tcPr>
          <w:p w14:paraId="3D010A2A" w14:textId="223D0F41" w:rsidR="005F5745" w:rsidRPr="004C16A8" w:rsidRDefault="005F5745" w:rsidP="008A24EF">
            <w:pPr>
              <w:spacing w:before="0"/>
              <w:jc w:val="left"/>
              <w:rPr>
                <w:rFonts w:ascii="CG Times (W1)" w:hAnsi="CG Times (W1)"/>
                <w:color w:val="000000"/>
                <w:sz w:val="22"/>
                <w:szCs w:val="22"/>
              </w:rPr>
            </w:pPr>
            <w:r w:rsidRPr="005A198D">
              <w:rPr>
                <w:rFonts w:ascii="CG Times (W1)" w:hAnsi="CG Times (W1)"/>
                <w:color w:val="000000"/>
                <w:sz w:val="22"/>
                <w:szCs w:val="22"/>
              </w:rPr>
              <w:t>State Transition Diagram for Office of Departure (until release of movement)</w:t>
            </w:r>
          </w:p>
        </w:tc>
        <w:tc>
          <w:tcPr>
            <w:tcW w:w="1929" w:type="dxa"/>
            <w:shd w:val="clear" w:color="auto" w:fill="auto"/>
            <w:noWrap/>
          </w:tcPr>
          <w:p w14:paraId="6BEFC333"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(up till release of movement)</w:t>
            </w:r>
          </w:p>
        </w:tc>
        <w:tc>
          <w:tcPr>
            <w:tcW w:w="3240" w:type="dxa"/>
            <w:shd w:val="clear" w:color="auto" w:fill="auto"/>
          </w:tcPr>
          <w:p w14:paraId="6820797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6A878534" w14:textId="77777777" w:rsidTr="009A5786">
        <w:trPr>
          <w:trHeight w:val="2399"/>
          <w:jc w:val="center"/>
        </w:trPr>
        <w:tc>
          <w:tcPr>
            <w:tcW w:w="2715" w:type="dxa"/>
            <w:vMerge/>
            <w:shd w:val="clear" w:color="auto" w:fill="auto"/>
            <w:noWrap/>
          </w:tcPr>
          <w:p w14:paraId="1DF638DA"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4DF4A280" w14:textId="4AC59DBD"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for Office of Departure after the movement is released</w:t>
            </w:r>
          </w:p>
        </w:tc>
        <w:tc>
          <w:tcPr>
            <w:tcW w:w="1929" w:type="dxa"/>
            <w:shd w:val="clear" w:color="auto" w:fill="auto"/>
            <w:noWrap/>
          </w:tcPr>
          <w:p w14:paraId="3D0AD54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after the movement is released in NCTS Phase 4</w:t>
            </w:r>
          </w:p>
        </w:tc>
        <w:tc>
          <w:tcPr>
            <w:tcW w:w="3240" w:type="dxa"/>
            <w:shd w:val="clear" w:color="auto" w:fill="auto"/>
          </w:tcPr>
          <w:p w14:paraId="63A5CBC7"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1C8A0E6A" w14:textId="77777777" w:rsidTr="009A5786">
        <w:trPr>
          <w:trHeight w:val="99"/>
          <w:jc w:val="center"/>
        </w:trPr>
        <w:tc>
          <w:tcPr>
            <w:tcW w:w="2715" w:type="dxa"/>
            <w:vMerge/>
            <w:shd w:val="clear" w:color="auto" w:fill="auto"/>
            <w:noWrap/>
          </w:tcPr>
          <w:p w14:paraId="6C0E1C04"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1747E9E8" w14:textId="40DB55F0"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of the recovery states at Departure</w:t>
            </w:r>
          </w:p>
        </w:tc>
        <w:tc>
          <w:tcPr>
            <w:tcW w:w="1929" w:type="dxa"/>
            <w:shd w:val="clear" w:color="auto" w:fill="auto"/>
            <w:noWrap/>
          </w:tcPr>
          <w:p w14:paraId="3CE517D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in the Departure in the NCTS Phase 4</w:t>
            </w:r>
          </w:p>
        </w:tc>
        <w:tc>
          <w:tcPr>
            <w:tcW w:w="3240" w:type="dxa"/>
            <w:shd w:val="clear" w:color="auto" w:fill="auto"/>
          </w:tcPr>
          <w:p w14:paraId="3BCF58AF"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317705DF" w14:textId="77777777" w:rsidTr="009A5786">
        <w:trPr>
          <w:trHeight w:val="297"/>
          <w:jc w:val="center"/>
        </w:trPr>
        <w:tc>
          <w:tcPr>
            <w:tcW w:w="2715" w:type="dxa"/>
            <w:vMerge/>
            <w:tcBorders>
              <w:bottom w:val="single" w:sz="24" w:space="0" w:color="B4C6E7"/>
            </w:tcBorders>
            <w:shd w:val="clear" w:color="auto" w:fill="auto"/>
            <w:hideMark/>
          </w:tcPr>
          <w:p w14:paraId="7757AE01"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2214CCDC" w14:textId="1F53C87C" w:rsidR="009A5786"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Invalidation at Office of Departure</w:t>
            </w:r>
          </w:p>
        </w:tc>
        <w:tc>
          <w:tcPr>
            <w:tcW w:w="1929" w:type="dxa"/>
            <w:tcBorders>
              <w:bottom w:val="single" w:sz="24" w:space="0" w:color="B4C6E7"/>
            </w:tcBorders>
            <w:shd w:val="clear" w:color="auto" w:fill="auto"/>
            <w:noWrap/>
          </w:tcPr>
          <w:p w14:paraId="1303CCF2"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Departure</w:t>
            </w:r>
          </w:p>
        </w:tc>
        <w:tc>
          <w:tcPr>
            <w:tcW w:w="3240" w:type="dxa"/>
            <w:tcBorders>
              <w:bottom w:val="single" w:sz="24" w:space="0" w:color="B4C6E7"/>
            </w:tcBorders>
            <w:shd w:val="clear" w:color="auto" w:fill="auto"/>
          </w:tcPr>
          <w:p w14:paraId="13DA1C29"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4AF9A89D" w14:textId="77777777" w:rsidTr="009A5786">
        <w:trPr>
          <w:trHeight w:val="297"/>
          <w:jc w:val="center"/>
        </w:trPr>
        <w:tc>
          <w:tcPr>
            <w:tcW w:w="2715" w:type="dxa"/>
            <w:vMerge w:val="restart"/>
            <w:tcBorders>
              <w:top w:val="single" w:sz="24" w:space="0" w:color="B4C6E7"/>
            </w:tcBorders>
            <w:shd w:val="clear" w:color="auto" w:fill="auto"/>
            <w:noWrap/>
            <w:hideMark/>
          </w:tcPr>
          <w:p w14:paraId="3E28FF99"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Destination</w:t>
            </w:r>
          </w:p>
        </w:tc>
        <w:tc>
          <w:tcPr>
            <w:tcW w:w="1561" w:type="dxa"/>
            <w:tcBorders>
              <w:top w:val="single" w:sz="24" w:space="0" w:color="B4C6E7"/>
            </w:tcBorders>
            <w:shd w:val="clear" w:color="auto" w:fill="auto"/>
            <w:noWrap/>
          </w:tcPr>
          <w:p w14:paraId="192DCD83" w14:textId="0C55DA8C" w:rsidR="005F5745"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State Transition Diagram for Office of Destination without Recovery States</w:t>
            </w:r>
          </w:p>
        </w:tc>
        <w:tc>
          <w:tcPr>
            <w:tcW w:w="1929" w:type="dxa"/>
            <w:tcBorders>
              <w:top w:val="single" w:sz="24" w:space="0" w:color="B4C6E7"/>
            </w:tcBorders>
            <w:shd w:val="clear" w:color="auto" w:fill="auto"/>
            <w:noWrap/>
          </w:tcPr>
          <w:p w14:paraId="0D31ECA4"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Destination in NCTS Phase 4 without Recovery States</w:t>
            </w:r>
          </w:p>
        </w:tc>
        <w:tc>
          <w:tcPr>
            <w:tcW w:w="3240" w:type="dxa"/>
            <w:tcBorders>
              <w:top w:val="single" w:sz="24" w:space="0" w:color="B4C6E7"/>
            </w:tcBorders>
            <w:shd w:val="clear" w:color="auto" w:fill="auto"/>
          </w:tcPr>
          <w:p w14:paraId="4F4FFF15"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TRA-OoDes</w:t>
            </w:r>
          </w:p>
        </w:tc>
      </w:tr>
      <w:tr w:rsidR="005F5745" w:rsidRPr="004C16A8" w14:paraId="4735D280" w14:textId="77777777" w:rsidTr="009A5786">
        <w:trPr>
          <w:trHeight w:val="297"/>
          <w:jc w:val="center"/>
        </w:trPr>
        <w:tc>
          <w:tcPr>
            <w:tcW w:w="2715" w:type="dxa"/>
            <w:vMerge/>
            <w:shd w:val="clear" w:color="auto" w:fill="auto"/>
            <w:hideMark/>
          </w:tcPr>
          <w:p w14:paraId="66C65CA9"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B54D892" w14:textId="6BD09DB4" w:rsidR="005F5745" w:rsidRPr="004C16A8" w:rsidRDefault="005F5745" w:rsidP="008A24EF">
            <w:pPr>
              <w:spacing w:before="0"/>
              <w:jc w:val="left"/>
              <w:rPr>
                <w:rFonts w:ascii="CG Times (W1)" w:hAnsi="CG Times (W1)"/>
                <w:color w:val="000000"/>
                <w:sz w:val="22"/>
                <w:szCs w:val="22"/>
              </w:rPr>
            </w:pPr>
            <w:r w:rsidRPr="00A20CA4">
              <w:rPr>
                <w:rFonts w:ascii="CG Times (W1)" w:hAnsi="CG Times (W1)"/>
                <w:color w:val="000000"/>
                <w:sz w:val="22"/>
                <w:szCs w:val="22"/>
              </w:rPr>
              <w:t>State Transition Diagram with Recovery States at Destination</w:t>
            </w:r>
          </w:p>
        </w:tc>
        <w:tc>
          <w:tcPr>
            <w:tcW w:w="1929" w:type="dxa"/>
            <w:shd w:val="clear" w:color="auto" w:fill="auto"/>
            <w:noWrap/>
          </w:tcPr>
          <w:p w14:paraId="310536E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of the recovery states in the Destination in the NCTS Phase 4</w:t>
            </w:r>
          </w:p>
        </w:tc>
        <w:tc>
          <w:tcPr>
            <w:tcW w:w="3240" w:type="dxa"/>
            <w:shd w:val="clear" w:color="auto" w:fill="auto"/>
          </w:tcPr>
          <w:p w14:paraId="3018EC81"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09B76258" w14:textId="77777777" w:rsidTr="009A5786">
        <w:trPr>
          <w:trHeight w:val="297"/>
          <w:jc w:val="center"/>
        </w:trPr>
        <w:tc>
          <w:tcPr>
            <w:tcW w:w="2715" w:type="dxa"/>
            <w:vMerge/>
            <w:tcBorders>
              <w:bottom w:val="single" w:sz="24" w:space="0" w:color="B4C6E7"/>
            </w:tcBorders>
            <w:shd w:val="clear" w:color="auto" w:fill="auto"/>
            <w:hideMark/>
          </w:tcPr>
          <w:p w14:paraId="76D956D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12AA3FC6" w14:textId="6C7BADC4"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285D5B35"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2080D6A6"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1D44D0CE" w14:textId="77777777" w:rsidTr="009A5786">
        <w:trPr>
          <w:trHeight w:val="297"/>
          <w:jc w:val="center"/>
        </w:trPr>
        <w:tc>
          <w:tcPr>
            <w:tcW w:w="2715" w:type="dxa"/>
            <w:vMerge w:val="restart"/>
            <w:tcBorders>
              <w:top w:val="single" w:sz="24" w:space="0" w:color="B4C6E7"/>
            </w:tcBorders>
            <w:shd w:val="clear" w:color="auto" w:fill="auto"/>
            <w:noWrap/>
            <w:hideMark/>
          </w:tcPr>
          <w:p w14:paraId="5B447ABF"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Exit for Transit</w:t>
            </w:r>
          </w:p>
        </w:tc>
        <w:tc>
          <w:tcPr>
            <w:tcW w:w="1561" w:type="dxa"/>
            <w:tcBorders>
              <w:top w:val="single" w:sz="24" w:space="0" w:color="B4C6E7"/>
            </w:tcBorders>
            <w:shd w:val="clear" w:color="auto" w:fill="auto"/>
            <w:noWrap/>
          </w:tcPr>
          <w:p w14:paraId="5F5F5151" w14:textId="4F47A5C9"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p>
        </w:tc>
        <w:tc>
          <w:tcPr>
            <w:tcW w:w="1929" w:type="dxa"/>
            <w:tcBorders>
              <w:top w:val="single" w:sz="24" w:space="0" w:color="B4C6E7"/>
            </w:tcBorders>
            <w:shd w:val="clear" w:color="auto" w:fill="auto"/>
            <w:noWrap/>
            <w:hideMark/>
          </w:tcPr>
          <w:p w14:paraId="66BF779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5A5C2D5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1DE47B4D" w14:textId="77777777" w:rsidTr="009A5786">
        <w:trPr>
          <w:trHeight w:val="1432"/>
          <w:jc w:val="center"/>
        </w:trPr>
        <w:tc>
          <w:tcPr>
            <w:tcW w:w="2715" w:type="dxa"/>
            <w:vMerge/>
            <w:shd w:val="clear" w:color="auto" w:fill="auto"/>
            <w:hideMark/>
          </w:tcPr>
          <w:p w14:paraId="740B330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3EDCB61" w14:textId="762DEBAE"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p>
        </w:tc>
        <w:tc>
          <w:tcPr>
            <w:tcW w:w="1929" w:type="dxa"/>
            <w:shd w:val="clear" w:color="auto" w:fill="auto"/>
            <w:noWrap/>
            <w:hideMark/>
          </w:tcPr>
          <w:p w14:paraId="34A0245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shd w:val="clear" w:color="auto" w:fill="auto"/>
          </w:tcPr>
          <w:p w14:paraId="7E9E670E"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TRA-OoExtTra</w:t>
            </w:r>
          </w:p>
        </w:tc>
      </w:tr>
      <w:tr w:rsidR="005F5745" w:rsidRPr="004C16A8" w14:paraId="7A04ADBB" w14:textId="77777777" w:rsidTr="009A5786">
        <w:trPr>
          <w:trHeight w:val="83"/>
          <w:jc w:val="center"/>
        </w:trPr>
        <w:tc>
          <w:tcPr>
            <w:tcW w:w="2715" w:type="dxa"/>
            <w:vMerge/>
            <w:tcBorders>
              <w:bottom w:val="single" w:sz="24" w:space="0" w:color="B4C6E7"/>
            </w:tcBorders>
            <w:shd w:val="clear" w:color="auto" w:fill="auto"/>
          </w:tcPr>
          <w:p w14:paraId="615AEC26"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567C729A" w14:textId="0F6511E1"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F45711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26111FF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0E82A83E" w14:textId="77777777" w:rsidTr="009A5786">
        <w:trPr>
          <w:trHeight w:val="2431"/>
          <w:jc w:val="center"/>
        </w:trPr>
        <w:tc>
          <w:tcPr>
            <w:tcW w:w="2715" w:type="dxa"/>
            <w:vMerge w:val="restart"/>
            <w:tcBorders>
              <w:top w:val="single" w:sz="24" w:space="0" w:color="B4C6E7"/>
            </w:tcBorders>
            <w:shd w:val="clear" w:color="auto" w:fill="auto"/>
            <w:noWrap/>
            <w:hideMark/>
          </w:tcPr>
          <w:p w14:paraId="2089DF10"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Transit</w:t>
            </w:r>
          </w:p>
        </w:tc>
        <w:tc>
          <w:tcPr>
            <w:tcW w:w="1561" w:type="dxa"/>
            <w:tcBorders>
              <w:top w:val="single" w:sz="24" w:space="0" w:color="B4C6E7"/>
            </w:tcBorders>
            <w:shd w:val="clear" w:color="auto" w:fill="auto"/>
            <w:noWrap/>
          </w:tcPr>
          <w:p w14:paraId="67ADEC34" w14:textId="7663BA87"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for Office of Transit without Recovery States</w:t>
            </w:r>
          </w:p>
        </w:tc>
        <w:tc>
          <w:tcPr>
            <w:tcW w:w="1929" w:type="dxa"/>
            <w:tcBorders>
              <w:top w:val="single" w:sz="24" w:space="0" w:color="B4C6E7"/>
            </w:tcBorders>
            <w:shd w:val="clear" w:color="auto" w:fill="auto"/>
            <w:noWrap/>
          </w:tcPr>
          <w:p w14:paraId="164B72D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Transit in NCTS Phase 4 without Recovery States</w:t>
            </w:r>
          </w:p>
        </w:tc>
        <w:tc>
          <w:tcPr>
            <w:tcW w:w="3240" w:type="dxa"/>
            <w:tcBorders>
              <w:top w:val="single" w:sz="24" w:space="0" w:color="B4C6E7"/>
            </w:tcBorders>
            <w:shd w:val="clear" w:color="auto" w:fill="auto"/>
          </w:tcPr>
          <w:p w14:paraId="6782584E"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5AE49D1A" w14:textId="77777777" w:rsidTr="009A5786">
        <w:trPr>
          <w:trHeight w:val="92"/>
          <w:jc w:val="center"/>
        </w:trPr>
        <w:tc>
          <w:tcPr>
            <w:tcW w:w="2715" w:type="dxa"/>
            <w:vMerge/>
            <w:shd w:val="clear" w:color="auto" w:fill="auto"/>
            <w:noWrap/>
          </w:tcPr>
          <w:p w14:paraId="457D0852" w14:textId="77777777" w:rsidR="005F5745" w:rsidRPr="004C16A8" w:rsidRDefault="005F5745" w:rsidP="008A24EF">
            <w:pPr>
              <w:spacing w:before="0"/>
              <w:jc w:val="left"/>
              <w:rPr>
                <w:rFonts w:ascii="CG Times (W1)" w:hAnsi="CG Times (W1)"/>
                <w:b/>
                <w:bCs/>
                <w:color w:val="000000"/>
                <w:sz w:val="22"/>
                <w:szCs w:val="22"/>
              </w:rPr>
            </w:pPr>
          </w:p>
        </w:tc>
        <w:tc>
          <w:tcPr>
            <w:tcW w:w="1561" w:type="dxa"/>
            <w:shd w:val="clear" w:color="auto" w:fill="auto"/>
            <w:noWrap/>
          </w:tcPr>
          <w:p w14:paraId="06F3157D" w14:textId="74EFBD66"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of the recovery states at Office of Transit</w:t>
            </w:r>
          </w:p>
        </w:tc>
        <w:tc>
          <w:tcPr>
            <w:tcW w:w="1929" w:type="dxa"/>
            <w:shd w:val="clear" w:color="auto" w:fill="auto"/>
            <w:noWrap/>
          </w:tcPr>
          <w:p w14:paraId="368C0FE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at Office of Transit in the NCTS Phase 4</w:t>
            </w:r>
          </w:p>
        </w:tc>
        <w:tc>
          <w:tcPr>
            <w:tcW w:w="3240" w:type="dxa"/>
            <w:shd w:val="clear" w:color="auto" w:fill="auto"/>
          </w:tcPr>
          <w:p w14:paraId="364A492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C734A2F" w14:textId="77777777" w:rsidTr="009A5786">
        <w:trPr>
          <w:trHeight w:val="117"/>
          <w:jc w:val="center"/>
        </w:trPr>
        <w:tc>
          <w:tcPr>
            <w:tcW w:w="2715" w:type="dxa"/>
            <w:vMerge/>
            <w:tcBorders>
              <w:bottom w:val="single" w:sz="24" w:space="0" w:color="B4C6E7"/>
            </w:tcBorders>
            <w:shd w:val="clear" w:color="auto" w:fill="auto"/>
            <w:noWrap/>
          </w:tcPr>
          <w:p w14:paraId="0F6BE309"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27FB5E29" w14:textId="51A34AE9"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1580569"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58D48807"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466F5E7" w14:textId="77777777" w:rsidTr="009A5786">
        <w:trPr>
          <w:trHeight w:val="117"/>
          <w:jc w:val="center"/>
        </w:trPr>
        <w:tc>
          <w:tcPr>
            <w:tcW w:w="2715" w:type="dxa"/>
            <w:vMerge w:val="restart"/>
            <w:tcBorders>
              <w:top w:val="single" w:sz="24" w:space="0" w:color="B4C6E7"/>
            </w:tcBorders>
            <w:shd w:val="clear" w:color="auto" w:fill="auto"/>
            <w:noWrap/>
          </w:tcPr>
          <w:p w14:paraId="1DF1DE85"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Incident Registration</w:t>
            </w:r>
          </w:p>
        </w:tc>
        <w:tc>
          <w:tcPr>
            <w:tcW w:w="1561" w:type="dxa"/>
            <w:tcBorders>
              <w:top w:val="single" w:sz="24" w:space="0" w:color="B4C6E7"/>
            </w:tcBorders>
            <w:shd w:val="clear" w:color="auto" w:fill="auto"/>
            <w:noWrap/>
          </w:tcPr>
          <w:p w14:paraId="03C487E8" w14:textId="2D75A913"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p>
        </w:tc>
        <w:tc>
          <w:tcPr>
            <w:tcW w:w="1929" w:type="dxa"/>
            <w:tcBorders>
              <w:top w:val="single" w:sz="24" w:space="0" w:color="B4C6E7"/>
            </w:tcBorders>
            <w:shd w:val="clear" w:color="auto" w:fill="auto"/>
            <w:noWrap/>
          </w:tcPr>
          <w:p w14:paraId="259E71D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4A817B6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467DD220" w14:textId="77777777" w:rsidTr="009A5786">
        <w:trPr>
          <w:trHeight w:val="117"/>
          <w:jc w:val="center"/>
        </w:trPr>
        <w:tc>
          <w:tcPr>
            <w:tcW w:w="2715" w:type="dxa"/>
            <w:vMerge/>
            <w:tcBorders>
              <w:bottom w:val="single" w:sz="24" w:space="0" w:color="B4C6E7"/>
            </w:tcBorders>
            <w:shd w:val="clear" w:color="auto" w:fill="auto"/>
            <w:noWrap/>
          </w:tcPr>
          <w:p w14:paraId="5CF48B90"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50B669C0" w14:textId="0F465DF8"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p>
        </w:tc>
        <w:tc>
          <w:tcPr>
            <w:tcW w:w="1929" w:type="dxa"/>
            <w:tcBorders>
              <w:bottom w:val="single" w:sz="24" w:space="0" w:color="B4C6E7"/>
            </w:tcBorders>
            <w:shd w:val="clear" w:color="auto" w:fill="auto"/>
            <w:noWrap/>
          </w:tcPr>
          <w:p w14:paraId="0103CA4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09741CB4"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70A3245E" w14:textId="77777777" w:rsidTr="009A5786">
        <w:trPr>
          <w:trHeight w:val="117"/>
          <w:jc w:val="center"/>
        </w:trPr>
        <w:tc>
          <w:tcPr>
            <w:tcW w:w="2715" w:type="dxa"/>
            <w:tcBorders>
              <w:top w:val="single" w:sz="24" w:space="0" w:color="B4C6E7"/>
              <w:bottom w:val="single" w:sz="24" w:space="0" w:color="B4C6E7"/>
            </w:tcBorders>
            <w:shd w:val="clear" w:color="auto" w:fill="auto"/>
            <w:noWrap/>
          </w:tcPr>
          <w:p w14:paraId="63F2E576"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Other Country</w:t>
            </w:r>
          </w:p>
        </w:tc>
        <w:tc>
          <w:tcPr>
            <w:tcW w:w="1561" w:type="dxa"/>
            <w:tcBorders>
              <w:top w:val="single" w:sz="24" w:space="0" w:color="B4C6E7"/>
              <w:bottom w:val="single" w:sz="24" w:space="0" w:color="B4C6E7"/>
            </w:tcBorders>
            <w:shd w:val="clear" w:color="auto" w:fill="auto"/>
            <w:noWrap/>
          </w:tcPr>
          <w:p w14:paraId="256CC3F8" w14:textId="3E546B89"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p>
        </w:tc>
        <w:tc>
          <w:tcPr>
            <w:tcW w:w="1929" w:type="dxa"/>
            <w:tcBorders>
              <w:top w:val="single" w:sz="24" w:space="0" w:color="B4C6E7"/>
              <w:bottom w:val="single" w:sz="24" w:space="0" w:color="B4C6E7"/>
            </w:tcBorders>
            <w:shd w:val="clear" w:color="auto" w:fill="auto"/>
            <w:noWrap/>
          </w:tcPr>
          <w:p w14:paraId="58A6D8FC"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for another Office</w:t>
            </w:r>
          </w:p>
        </w:tc>
        <w:tc>
          <w:tcPr>
            <w:tcW w:w="3240" w:type="dxa"/>
            <w:tcBorders>
              <w:top w:val="single" w:sz="24" w:space="0" w:color="B4C6E7"/>
              <w:bottom w:val="single" w:sz="24" w:space="0" w:color="B4C6E7"/>
            </w:tcBorders>
            <w:shd w:val="clear" w:color="auto" w:fill="auto"/>
          </w:tcPr>
          <w:p w14:paraId="13DF17DD" w14:textId="77777777" w:rsidR="005F5745" w:rsidRPr="004C16A8" w:rsidRDefault="005F5745" w:rsidP="008A24EF">
            <w:pPr>
              <w:keepNext/>
              <w:spacing w:before="0"/>
              <w:jc w:val="left"/>
              <w:rPr>
                <w:rFonts w:ascii="CG Times (W1)" w:hAnsi="CG Times (W1)"/>
                <w:color w:val="000000"/>
                <w:sz w:val="22"/>
                <w:szCs w:val="22"/>
              </w:rPr>
            </w:pPr>
            <w:r w:rsidRPr="004C16A8">
              <w:rPr>
                <w:rFonts w:ascii="CG Times (W1)" w:hAnsi="CG Times (W1)"/>
                <w:color w:val="000000"/>
                <w:sz w:val="22"/>
                <w:szCs w:val="22"/>
              </w:rPr>
              <w:t>TRA-Other Country</w:t>
            </w:r>
          </w:p>
        </w:tc>
      </w:tr>
    </w:tbl>
    <w:p w14:paraId="3DB714FF" w14:textId="1CA5CB14" w:rsidR="007D7321" w:rsidRPr="004C16A8" w:rsidRDefault="00C96DFE" w:rsidP="00C96DFE">
      <w:pPr>
        <w:pStyle w:val="Caption"/>
      </w:pPr>
      <w:bookmarkStart w:id="60" w:name="_Ref13731690"/>
      <w:bookmarkStart w:id="61" w:name="_Toc152696968"/>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5A26CC">
        <w:rPr>
          <w:noProof/>
        </w:rPr>
        <w:t>5</w:t>
      </w:r>
      <w:r w:rsidR="00D46640">
        <w:rPr>
          <w:noProof/>
        </w:rPr>
        <w:fldChar w:fldCharType="end"/>
      </w:r>
      <w:bookmarkEnd w:id="60"/>
      <w:r w:rsidRPr="004C16A8">
        <w:t>: State Machines reference mapping table</w:t>
      </w:r>
      <w:bookmarkEnd w:id="61"/>
    </w:p>
    <w:p w14:paraId="33AD5560" w14:textId="67E835CB" w:rsidR="00EB054E" w:rsidRPr="004C16A8" w:rsidRDefault="00EB054E" w:rsidP="00F70A40">
      <w:r w:rsidRPr="004C16A8">
        <w:t xml:space="preserve">A side-by-side gap analysis </w:t>
      </w:r>
      <w:r w:rsidR="00630CF9" w:rsidRPr="00630CF9">
        <w:t>was</w:t>
      </w:r>
      <w:r w:rsidR="00630CF9">
        <w:t xml:space="preserve"> </w:t>
      </w:r>
      <w:r w:rsidRPr="004C16A8">
        <w:t>performed per state machine to identify differences at the level of state transitions. The state transition attributes are:</w:t>
      </w:r>
    </w:p>
    <w:p w14:paraId="1BB11C71" w14:textId="77777777" w:rsidR="00EB054E" w:rsidRPr="004C16A8" w:rsidRDefault="00EB054E" w:rsidP="00F70A40">
      <w:pPr>
        <w:pStyle w:val="ListParagraph"/>
        <w:numPr>
          <w:ilvl w:val="0"/>
          <w:numId w:val="18"/>
        </w:numPr>
      </w:pPr>
      <w:r w:rsidRPr="004C16A8">
        <w:t>the state from which transition occurred (state before state transition)</w:t>
      </w:r>
    </w:p>
    <w:p w14:paraId="749CE959" w14:textId="77777777" w:rsidR="00EB054E" w:rsidRPr="004C16A8" w:rsidRDefault="00EB054E" w:rsidP="00F70A40">
      <w:pPr>
        <w:pStyle w:val="ListParagraph"/>
        <w:numPr>
          <w:ilvl w:val="0"/>
          <w:numId w:val="18"/>
        </w:numPr>
      </w:pPr>
      <w:r w:rsidRPr="004C16A8">
        <w:t>the state to which transition resulted (state after state transition)</w:t>
      </w:r>
    </w:p>
    <w:p w14:paraId="42B0F46B" w14:textId="33ECA434" w:rsidR="00EB054E" w:rsidRPr="004C16A8" w:rsidRDefault="00EB054E" w:rsidP="00F70A40">
      <w:pPr>
        <w:pStyle w:val="ListParagraph"/>
        <w:numPr>
          <w:ilvl w:val="0"/>
          <w:numId w:val="18"/>
        </w:numPr>
      </w:pPr>
      <w:r w:rsidRPr="004C16A8">
        <w:t>the triggers of state transition</w:t>
      </w:r>
      <w:r w:rsidR="00D46640">
        <w:t>,</w:t>
      </w:r>
      <w:r w:rsidRPr="004C16A8">
        <w:t xml:space="preserve"> which are events or actions</w:t>
      </w:r>
      <w:r w:rsidR="00D46640">
        <w:t>,</w:t>
      </w:r>
      <w:r w:rsidRPr="004C16A8">
        <w:t xml:space="preserve"> as well as conditions that must be fulfilled so as to activ</w:t>
      </w:r>
      <w:r w:rsidR="001326A5">
        <w:t>at</w:t>
      </w:r>
      <w:r w:rsidRPr="004C16A8">
        <w:t>e state transition</w:t>
      </w:r>
    </w:p>
    <w:p w14:paraId="199D74BB" w14:textId="77777777" w:rsidR="00EB054E" w:rsidRPr="004C16A8" w:rsidRDefault="00EB054E" w:rsidP="00F70A40">
      <w:pPr>
        <w:pStyle w:val="ListParagraph"/>
        <w:numPr>
          <w:ilvl w:val="0"/>
          <w:numId w:val="18"/>
        </w:numPr>
      </w:pPr>
      <w:r w:rsidRPr="004C16A8">
        <w:t>Receiving IE(s) causing state transition</w:t>
      </w:r>
    </w:p>
    <w:p w14:paraId="4893E4D4" w14:textId="77777777" w:rsidR="00EB054E" w:rsidRPr="004C16A8" w:rsidRDefault="00EB054E" w:rsidP="00F70A40">
      <w:pPr>
        <w:pStyle w:val="ListParagraph"/>
        <w:numPr>
          <w:ilvl w:val="0"/>
          <w:numId w:val="18"/>
        </w:numPr>
      </w:pPr>
      <w:r w:rsidRPr="004C16A8">
        <w:t xml:space="preserve">Sending IE(s) because of state transition </w:t>
      </w:r>
    </w:p>
    <w:p w14:paraId="6CBE6A03" w14:textId="77777777" w:rsidR="00EB054E" w:rsidRPr="004C16A8" w:rsidRDefault="00EB054E" w:rsidP="00F2397C">
      <w:r w:rsidRPr="004C16A8">
        <w:t>The comparison per state transition considered all state transition attributes.</w:t>
      </w:r>
    </w:p>
    <w:p w14:paraId="5FF5DC7D" w14:textId="77777777" w:rsidR="00EB054E" w:rsidRPr="004C16A8" w:rsidRDefault="00EB054E" w:rsidP="00F2397C">
      <w:pPr>
        <w:pStyle w:val="ListParagraph"/>
        <w:numPr>
          <w:ilvl w:val="0"/>
          <w:numId w:val="17"/>
        </w:numPr>
        <w:jc w:val="both"/>
      </w:pPr>
      <w:r w:rsidRPr="004C16A8">
        <w:t xml:space="preserve">If at least one of above state transition attributes are not the same for a particular state transition between two phases, then the particular attribute is highlighted with </w:t>
      </w:r>
      <w:r w:rsidRPr="004C16A8">
        <w:rPr>
          <w:shd w:val="clear" w:color="auto" w:fill="FFC000"/>
        </w:rPr>
        <w:t>orange colour</w:t>
      </w:r>
    </w:p>
    <w:p w14:paraId="76189AB9" w14:textId="5C6A8527" w:rsidR="00EB054E" w:rsidRPr="004C16A8" w:rsidRDefault="00EB054E" w:rsidP="00F2397C">
      <w:pPr>
        <w:pStyle w:val="ListParagraph"/>
        <w:numPr>
          <w:ilvl w:val="1"/>
          <w:numId w:val="17"/>
        </w:numPr>
        <w:jc w:val="both"/>
      </w:pPr>
      <w:r w:rsidRPr="004C16A8">
        <w:t>If difference does not cause any problem in transition</w:t>
      </w:r>
      <w:r w:rsidR="000E4A1B">
        <w:t>al</w:t>
      </w:r>
      <w:r w:rsidRPr="004C16A8">
        <w:t xml:space="preserve"> period (e.g. state name difference, SMCI with value 1 (</w:t>
      </w:r>
      <w:r w:rsidRPr="004C16A8">
        <w:fldChar w:fldCharType="begin"/>
      </w:r>
      <w:r w:rsidRPr="004C16A8">
        <w:instrText xml:space="preserve"> REF _Ref11234418 \h  \* MERGEFORMAT </w:instrText>
      </w:r>
      <w:r w:rsidRPr="004C16A8">
        <w:fldChar w:fldCharType="separate"/>
      </w:r>
      <w:r w:rsidR="005A26CC" w:rsidRPr="004C16A8">
        <w:t xml:space="preserve">Table </w:t>
      </w:r>
      <w:r w:rsidR="005A26CC">
        <w:t>3</w:t>
      </w:r>
      <w:r w:rsidRPr="004C16A8">
        <w:fldChar w:fldCharType="end"/>
      </w:r>
      <w:r w:rsidRPr="004C16A8">
        <w:t>) is expected 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on scenarios having such CD state transition (unless there is a CD state transition causing greater discontinuity - value &gt; 1).</w:t>
      </w:r>
    </w:p>
    <w:p w14:paraId="28F499F4" w14:textId="77777777" w:rsidR="00EB054E" w:rsidRPr="004C16A8" w:rsidRDefault="00EB054E" w:rsidP="00F2397C">
      <w:pPr>
        <w:pStyle w:val="ListParagraph"/>
        <w:numPr>
          <w:ilvl w:val="0"/>
          <w:numId w:val="17"/>
        </w:numPr>
        <w:jc w:val="both"/>
      </w:pPr>
      <w:r w:rsidRPr="004C16A8">
        <w:lastRenderedPageBreak/>
        <w:t xml:space="preserve">If NCTS-P4 information is empty for a specific state transition in </w:t>
      </w:r>
      <w:r w:rsidR="00D23394" w:rsidRPr="004C16A8">
        <w:t>Appendix N</w:t>
      </w:r>
      <w:r w:rsidRPr="004C16A8">
        <w:t xml:space="preserve"> file, then it shall be understood that the corresponding </w:t>
      </w:r>
      <w:r w:rsidR="00C96797" w:rsidRPr="004C16A8">
        <w:t>NCTS-P5</w:t>
      </w:r>
      <w:r w:rsidRPr="004C16A8">
        <w:t xml:space="preserve"> state transition is new.</w:t>
      </w:r>
    </w:p>
    <w:p w14:paraId="4AC2EB19" w14:textId="77777777" w:rsidR="00EB054E" w:rsidRPr="004C16A8" w:rsidRDefault="00DD56D5" w:rsidP="00F2397C">
      <w:pPr>
        <w:pStyle w:val="ListParagraph"/>
        <w:numPr>
          <w:ilvl w:val="1"/>
          <w:numId w:val="17"/>
        </w:numPr>
        <w:jc w:val="both"/>
      </w:pPr>
      <w:r w:rsidRPr="004C16A8">
        <w:t xml:space="preserve">Appendix N </w:t>
      </w:r>
      <w:r w:rsidR="00EB054E" w:rsidRPr="004C16A8">
        <w:t xml:space="preserve">file shows those new state transitions with </w:t>
      </w:r>
      <w:r w:rsidR="00EB054E" w:rsidRPr="004C16A8">
        <w:rPr>
          <w:shd w:val="clear" w:color="auto" w:fill="C5E0B3" w:themeFill="accent6" w:themeFillTint="66"/>
        </w:rPr>
        <w:t>green colour</w:t>
      </w:r>
      <w:r w:rsidR="00EB054E" w:rsidRPr="004C16A8">
        <w:t>;</w:t>
      </w:r>
    </w:p>
    <w:p w14:paraId="32C20688" w14:textId="518E41F4" w:rsidR="00EB054E" w:rsidRPr="004C16A8" w:rsidRDefault="00EB054E" w:rsidP="00F2397C">
      <w:pPr>
        <w:pStyle w:val="ListParagraph"/>
        <w:numPr>
          <w:ilvl w:val="1"/>
          <w:numId w:val="17"/>
        </w:numPr>
        <w:jc w:val="both"/>
      </w:pPr>
      <w:r w:rsidRPr="004C16A8">
        <w:t>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SMCI with value 2 (</w:t>
      </w:r>
      <w:r w:rsidRPr="004C16A8">
        <w:fldChar w:fldCharType="begin"/>
      </w:r>
      <w:r w:rsidRPr="004C16A8">
        <w:instrText xml:space="preserve"> REF _Ref11234418 \h  \* MERGEFORMAT </w:instrText>
      </w:r>
      <w:r w:rsidRPr="004C16A8">
        <w:fldChar w:fldCharType="separate"/>
      </w:r>
      <w:r w:rsidR="005A26CC" w:rsidRPr="004C16A8">
        <w:t xml:space="preserve">Table </w:t>
      </w:r>
      <w:r w:rsidR="005A26CC">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2).</w:t>
      </w:r>
    </w:p>
    <w:p w14:paraId="58817130" w14:textId="77777777" w:rsidR="00EB054E" w:rsidRPr="004C16A8" w:rsidRDefault="00EB054E" w:rsidP="00F2397C">
      <w:pPr>
        <w:pStyle w:val="ListParagraph"/>
        <w:numPr>
          <w:ilvl w:val="0"/>
          <w:numId w:val="17"/>
        </w:numPr>
        <w:jc w:val="both"/>
      </w:pPr>
      <w:r w:rsidRPr="004C16A8">
        <w:t xml:space="preserve">If NCTS-P5 information is empty for a specific state transition in </w:t>
      </w:r>
      <w:r w:rsidR="00477A34" w:rsidRPr="004C16A8">
        <w:t>Appendix N</w:t>
      </w:r>
      <w:r w:rsidRPr="004C16A8">
        <w:t xml:space="preserve"> file, then it shall be understood that NCTS-P4 state transition is no more applicable in NCTS-P5.</w:t>
      </w:r>
    </w:p>
    <w:p w14:paraId="78E019D9" w14:textId="77777777" w:rsidR="00EB054E" w:rsidRPr="004C16A8" w:rsidRDefault="00C51993" w:rsidP="00F2397C">
      <w:pPr>
        <w:pStyle w:val="ListParagraph"/>
        <w:numPr>
          <w:ilvl w:val="1"/>
          <w:numId w:val="17"/>
        </w:numPr>
        <w:jc w:val="both"/>
      </w:pPr>
      <w:r w:rsidRPr="004C16A8">
        <w:t>Appendix N</w:t>
      </w:r>
      <w:r w:rsidR="00EB054E" w:rsidRPr="004C16A8">
        <w:t xml:space="preserve"> file shows those removed state transitions with </w:t>
      </w:r>
      <w:r w:rsidR="00EB054E" w:rsidRPr="004C16A8">
        <w:rPr>
          <w:shd w:val="clear" w:color="auto" w:fill="FFCCCC"/>
        </w:rPr>
        <w:t>red colour</w:t>
      </w:r>
      <w:r w:rsidR="00EB054E" w:rsidRPr="004C16A8">
        <w:t>;</w:t>
      </w:r>
    </w:p>
    <w:p w14:paraId="484C8AC0" w14:textId="5BD2E0BB" w:rsidR="00EB054E" w:rsidRPr="004C16A8" w:rsidRDefault="00EB054E" w:rsidP="00F2397C">
      <w:pPr>
        <w:pStyle w:val="ListParagraph"/>
        <w:numPr>
          <w:ilvl w:val="1"/>
          <w:numId w:val="17"/>
        </w:numPr>
        <w:jc w:val="both"/>
      </w:pPr>
      <w:r w:rsidRPr="004C16A8">
        <w:t>In Scenarios Transition Analysis (</w:t>
      </w:r>
      <w:r w:rsidR="005312B0" w:rsidRPr="004C16A8">
        <w:t>S</w:t>
      </w:r>
      <w:r w:rsidR="0082765E" w:rsidRPr="004C16A8">
        <w:t xml:space="preserve">ection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SMCI with value 3 (</w:t>
      </w:r>
      <w:r w:rsidRPr="004C16A8">
        <w:fldChar w:fldCharType="begin"/>
      </w:r>
      <w:r w:rsidRPr="004C16A8">
        <w:instrText xml:space="preserve"> REF _Ref11234418 \h  \* MERGEFORMAT </w:instrText>
      </w:r>
      <w:r w:rsidRPr="004C16A8">
        <w:fldChar w:fldCharType="separate"/>
      </w:r>
      <w:r w:rsidR="005A26CC" w:rsidRPr="004C16A8">
        <w:t xml:space="preserve">Table </w:t>
      </w:r>
      <w:r w:rsidR="005A26CC">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3).</w:t>
      </w:r>
    </w:p>
    <w:p w14:paraId="3B73B766" w14:textId="0F328553" w:rsidR="00EB054E" w:rsidRPr="004C16A8" w:rsidRDefault="00EB054E" w:rsidP="00F70A40">
      <w:r w:rsidRPr="004C16A8">
        <w:fldChar w:fldCharType="begin"/>
      </w:r>
      <w:r w:rsidRPr="004C16A8">
        <w:instrText xml:space="preserve"> REF _Ref11238532 \h  \* MERGEFORMAT </w:instrText>
      </w:r>
      <w:r w:rsidRPr="004C16A8">
        <w:fldChar w:fldCharType="separate"/>
      </w:r>
      <w:r w:rsidR="005A26CC" w:rsidRPr="004C16A8">
        <w:t xml:space="preserve">Figure </w:t>
      </w:r>
      <w:r w:rsidR="005A26CC">
        <w:t>5</w:t>
      </w:r>
      <w:r w:rsidRPr="004C16A8">
        <w:fldChar w:fldCharType="end"/>
      </w:r>
      <w:r w:rsidRPr="004C16A8">
        <w:t xml:space="preserve"> presents an example of State Machine Transition Analysis.</w:t>
      </w:r>
    </w:p>
    <w:p w14:paraId="614FA11D" w14:textId="77777777" w:rsidR="00C96797" w:rsidRPr="004C16A8" w:rsidRDefault="00C96797" w:rsidP="00F70A40">
      <w:pPr>
        <w:sectPr w:rsidR="00C96797" w:rsidRPr="004C16A8" w:rsidSect="003560E3">
          <w:footnotePr>
            <w:numRestart w:val="eachSect"/>
          </w:footnotePr>
          <w:type w:val="continuous"/>
          <w:pgSz w:w="11907" w:h="16840" w:code="9"/>
          <w:pgMar w:top="1412" w:right="1412" w:bottom="1412" w:left="1412" w:header="720" w:footer="720" w:gutter="0"/>
          <w:cols w:space="720"/>
        </w:sectPr>
      </w:pPr>
    </w:p>
    <w:p w14:paraId="46E4C64D" w14:textId="77777777" w:rsidR="00EB054E" w:rsidRPr="004C16A8" w:rsidRDefault="00177D78" w:rsidP="00F70A40">
      <w:r w:rsidRPr="004C16A8">
        <w:rPr>
          <w:noProof/>
        </w:rPr>
        <w:lastRenderedPageBreak/>
        <w:drawing>
          <wp:inline distT="0" distB="0" distL="0" distR="0" wp14:anchorId="41BAEDB2" wp14:editId="3B3DACC4">
            <wp:extent cx="9172575" cy="3105150"/>
            <wp:effectExtent l="19050" t="19050" r="9525" b="0"/>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72575" cy="3105150"/>
                    </a:xfrm>
                    <a:prstGeom prst="rect">
                      <a:avLst/>
                    </a:prstGeom>
                    <a:noFill/>
                    <a:ln w="9525" cmpd="sng">
                      <a:solidFill>
                        <a:srgbClr val="4472C4"/>
                      </a:solidFill>
                      <a:miter lim="800000"/>
                      <a:headEnd/>
                      <a:tailEnd/>
                    </a:ln>
                    <a:effectLst/>
                  </pic:spPr>
                </pic:pic>
              </a:graphicData>
            </a:graphic>
          </wp:inline>
        </w:drawing>
      </w:r>
    </w:p>
    <w:p w14:paraId="51985FF9" w14:textId="6BFD93DE" w:rsidR="00EB054E" w:rsidRPr="004C16A8" w:rsidRDefault="00EB054E" w:rsidP="00F70A40">
      <w:pPr>
        <w:pStyle w:val="Caption"/>
      </w:pPr>
      <w:bookmarkStart w:id="62" w:name="_Ref11238532"/>
      <w:bookmarkStart w:id="63" w:name="_Toc13400070"/>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5A26CC">
        <w:rPr>
          <w:noProof/>
        </w:rPr>
        <w:t>5</w:t>
      </w:r>
      <w:r w:rsidR="00D46640">
        <w:rPr>
          <w:noProof/>
        </w:rPr>
        <w:fldChar w:fldCharType="end"/>
      </w:r>
      <w:bookmarkEnd w:id="62"/>
      <w:r w:rsidRPr="004C16A8">
        <w:t>: State Machine Transition Analysis example</w:t>
      </w:r>
      <w:bookmarkEnd w:id="63"/>
    </w:p>
    <w:p w14:paraId="5DA6B1CA" w14:textId="40BC9C2A" w:rsidR="00EB054E" w:rsidRPr="004C16A8" w:rsidRDefault="00EB054E" w:rsidP="00F70A40"/>
    <w:p w14:paraId="5EFF8685" w14:textId="77777777" w:rsidR="00EB054E" w:rsidRPr="004C16A8" w:rsidRDefault="00EB054E" w:rsidP="00F70A40"/>
    <w:p w14:paraId="0BD88AFD" w14:textId="77777777" w:rsidR="00EB054E" w:rsidRPr="004C16A8" w:rsidRDefault="00EB054E" w:rsidP="00F70A40"/>
    <w:p w14:paraId="0D58CA41" w14:textId="77777777" w:rsidR="00EB054E" w:rsidRPr="004C16A8" w:rsidRDefault="00EB054E" w:rsidP="00F70A40">
      <w:pPr>
        <w:sectPr w:rsidR="00EB054E" w:rsidRPr="004C16A8" w:rsidSect="003560E3">
          <w:footnotePr>
            <w:numRestart w:val="eachSect"/>
          </w:footnotePr>
          <w:type w:val="continuous"/>
          <w:pgSz w:w="16840" w:h="11907" w:orient="landscape" w:code="9"/>
          <w:pgMar w:top="1412" w:right="1412" w:bottom="1412" w:left="1412" w:header="720" w:footer="720" w:gutter="0"/>
          <w:cols w:space="720"/>
        </w:sectPr>
      </w:pPr>
    </w:p>
    <w:p w14:paraId="2253D7E3" w14:textId="77777777" w:rsidR="00EB054E" w:rsidRPr="004C16A8" w:rsidRDefault="00EB054E" w:rsidP="00F70A40">
      <w:pPr>
        <w:pStyle w:val="Heading1"/>
      </w:pPr>
      <w:bookmarkStart w:id="64" w:name="_Ref11162931"/>
      <w:bookmarkStart w:id="65" w:name="_Toc11234228"/>
      <w:bookmarkStart w:id="66" w:name="_Toc13399607"/>
      <w:bookmarkStart w:id="67" w:name="_Toc152696963"/>
      <w:r w:rsidRPr="004C16A8">
        <w:lastRenderedPageBreak/>
        <w:t>Information Exchange Reference Table (</w:t>
      </w:r>
      <w:r w:rsidR="00333F53" w:rsidRPr="004C16A8">
        <w:t>NCTS-P5</w:t>
      </w:r>
      <w:r w:rsidRPr="004C16A8">
        <w:t xml:space="preserve"> and </w:t>
      </w:r>
      <w:r w:rsidR="00333F53" w:rsidRPr="004C16A8">
        <w:t>NCTS-P4</w:t>
      </w:r>
      <w:r w:rsidRPr="004C16A8">
        <w:t>)</w:t>
      </w:r>
      <w:bookmarkEnd w:id="64"/>
      <w:bookmarkEnd w:id="65"/>
      <w:bookmarkEnd w:id="66"/>
      <w:bookmarkEnd w:id="67"/>
    </w:p>
    <w:p w14:paraId="058DE2C1" w14:textId="14089B8B" w:rsidR="00EB054E" w:rsidRPr="004C16A8" w:rsidRDefault="00A85DB3" w:rsidP="00F70A40">
      <w:r w:rsidRPr="004C16A8">
        <w:t>Appendix A shall be used as a</w:t>
      </w:r>
      <w:r w:rsidR="00EB054E" w:rsidRPr="004C16A8">
        <w:t xml:space="preserve"> reference table</w:t>
      </w:r>
      <w:r w:rsidRPr="004C16A8">
        <w:t xml:space="preserve"> providing </w:t>
      </w:r>
      <w:r w:rsidR="00EB054E" w:rsidRPr="004C16A8">
        <w:t xml:space="preserve">per IE (IE No) the </w:t>
      </w:r>
      <w:r w:rsidRPr="004C16A8">
        <w:t>mapping of each</w:t>
      </w:r>
      <w:r w:rsidR="00EB054E" w:rsidRPr="004C16A8">
        <w:t xml:space="preserve"> IE version</w:t>
      </w:r>
      <w:r w:rsidRPr="004C16A8">
        <w:t xml:space="preserve"> (message type)</w:t>
      </w:r>
      <w:r w:rsidR="00EB054E" w:rsidRPr="004C16A8">
        <w:t xml:space="preserve"> applicable to </w:t>
      </w:r>
      <w:r w:rsidR="00333F53" w:rsidRPr="004C16A8">
        <w:t>NCTS-P4</w:t>
      </w:r>
      <w:r w:rsidR="00EB054E" w:rsidRPr="004C16A8">
        <w:t xml:space="preserve"> and </w:t>
      </w:r>
      <w:r w:rsidR="00333F53" w:rsidRPr="004C16A8">
        <w:t>NCTS-P5</w:t>
      </w:r>
      <w:r w:rsidRPr="004C16A8">
        <w:t xml:space="preserve">. Therefore, it shall be used by the convertors (ieCA or </w:t>
      </w:r>
      <w:r w:rsidR="00F70A40" w:rsidRPr="004C16A8">
        <w:t xml:space="preserve">national convertor) or </w:t>
      </w:r>
      <w:r w:rsidR="0002548F">
        <w:t>NTA</w:t>
      </w:r>
      <w:r w:rsidR="00F70A40" w:rsidRPr="004C16A8">
        <w:t>s for conversion purpose</w:t>
      </w:r>
      <w:r w:rsidR="00EB054E" w:rsidRPr="004C16A8">
        <w:t xml:space="preserve">. </w:t>
      </w:r>
      <w:r w:rsidR="002B2D89" w:rsidRPr="002B2D89">
        <w:t>Appendix A was used as input to perform the Scenarios Transition Analysis (</w:t>
      </w:r>
      <w:r w:rsidR="00BF2288">
        <w:t xml:space="preserve">section </w:t>
      </w:r>
      <w:r w:rsidR="00BF2288">
        <w:fldChar w:fldCharType="begin"/>
      </w:r>
      <w:r w:rsidR="00BF2288">
        <w:instrText xml:space="preserve"> REF _Ref13405502 \r \h </w:instrText>
      </w:r>
      <w:r w:rsidR="00BF2288">
        <w:fldChar w:fldCharType="separate"/>
      </w:r>
      <w:r w:rsidR="005A26CC">
        <w:t>2</w:t>
      </w:r>
      <w:r w:rsidR="00BF2288">
        <w:fldChar w:fldCharType="end"/>
      </w:r>
      <w:r w:rsidR="002B2D89" w:rsidRPr="002B2D89">
        <w:t xml:space="preserve">) and to build the IE Compatibility Indicator (IECI) (section </w:t>
      </w:r>
      <w:r w:rsidR="00FE0D51">
        <w:fldChar w:fldCharType="begin"/>
      </w:r>
      <w:r w:rsidR="00FE0D51">
        <w:instrText xml:space="preserve"> REF _Ref10271268 \r \h </w:instrText>
      </w:r>
      <w:r w:rsidR="00FE0D51">
        <w:fldChar w:fldCharType="separate"/>
      </w:r>
      <w:r w:rsidR="005A26CC">
        <w:t>2.2</w:t>
      </w:r>
      <w:r w:rsidR="00FE0D51">
        <w:fldChar w:fldCharType="end"/>
      </w:r>
      <w:r w:rsidR="002B2D89" w:rsidRPr="002B2D89">
        <w:t>)</w:t>
      </w:r>
      <w:r w:rsidR="00EB054E" w:rsidRPr="004C16A8">
        <w:t xml:space="preserve">. </w:t>
      </w:r>
    </w:p>
    <w:p w14:paraId="2F40BDF0" w14:textId="3B7628A7" w:rsidR="00EB054E" w:rsidRPr="004C16A8" w:rsidRDefault="00EB054E" w:rsidP="00D3759D">
      <w:pPr>
        <w:pStyle w:val="ListParagraph"/>
        <w:numPr>
          <w:ilvl w:val="0"/>
          <w:numId w:val="17"/>
        </w:numPr>
        <w:jc w:val="both"/>
      </w:pPr>
      <w:r w:rsidRPr="004C16A8">
        <w:t>In most of the scenarios, same IE number exists in both phases with different message version. Therefore, scenarios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involving only such CD IEs must have IECI with value 2 (</w:t>
      </w:r>
      <w:r w:rsidRPr="004C16A8">
        <w:fldChar w:fldCharType="begin"/>
      </w:r>
      <w:r w:rsidRPr="004C16A8">
        <w:instrText xml:space="preserve"> REF _Ref11172001 \h  \* MERGEFORMAT </w:instrText>
      </w:r>
      <w:r w:rsidRPr="004C16A8">
        <w:fldChar w:fldCharType="separate"/>
      </w:r>
      <w:r w:rsidR="005A26CC" w:rsidRPr="004C16A8">
        <w:t xml:space="preserve">Table </w:t>
      </w:r>
      <w:r w:rsidR="005A26CC">
        <w:t>2</w:t>
      </w:r>
      <w:r w:rsidRPr="004C16A8">
        <w:fldChar w:fldCharType="end"/>
      </w:r>
      <w:r w:rsidRPr="004C16A8">
        <w:t>). It means that the CD IEs conversion shall be performed based on the table below (e.g. upgrade from CD</w:t>
      </w:r>
      <w:r w:rsidR="00CA2EE2" w:rsidRPr="004C16A8">
        <w:t>0</w:t>
      </w:r>
      <w:r w:rsidRPr="004C16A8">
        <w:t>01B to CD</w:t>
      </w:r>
      <w:r w:rsidR="00CA2EE2" w:rsidRPr="004C16A8">
        <w:t>0</w:t>
      </w:r>
      <w:r w:rsidRPr="004C16A8">
        <w:t xml:space="preserve">01C). </w:t>
      </w:r>
    </w:p>
    <w:p w14:paraId="61C36006" w14:textId="05BBECEC" w:rsidR="00EB054E" w:rsidRPr="004C16A8" w:rsidRDefault="00EB054E" w:rsidP="00D3759D">
      <w:pPr>
        <w:pStyle w:val="ListParagraph"/>
        <w:numPr>
          <w:ilvl w:val="0"/>
          <w:numId w:val="17"/>
        </w:numPr>
        <w:jc w:val="both"/>
      </w:pPr>
      <w:r w:rsidRPr="004C16A8">
        <w:t xml:space="preserve">In some cases, IE number has changed from </w:t>
      </w:r>
      <w:r w:rsidR="00EE4EED" w:rsidRPr="004C16A8">
        <w:t>NCTS-P4</w:t>
      </w:r>
      <w:r w:rsidRPr="004C16A8">
        <w:t xml:space="preserve"> to </w:t>
      </w:r>
      <w:r w:rsidR="00EE4EED" w:rsidRPr="004C16A8">
        <w:t>NCTS-P5</w:t>
      </w:r>
      <w:r w:rsidRPr="004C16A8">
        <w:t xml:space="preserve"> and therefore a reference/link to the New or Previous IE Number is provided </w:t>
      </w:r>
      <w:r w:rsidR="00F70A40" w:rsidRPr="004C16A8">
        <w:t>Appendix A</w:t>
      </w:r>
      <w:r w:rsidRPr="004C16A8">
        <w:t xml:space="preserve"> below.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scenarios involving such CD IEs shall have IECI with value 3 (</w:t>
      </w:r>
      <w:r w:rsidRPr="004C16A8">
        <w:fldChar w:fldCharType="begin"/>
      </w:r>
      <w:r w:rsidRPr="004C16A8">
        <w:instrText xml:space="preserve"> REF _Ref11172001 \h  \* MERGEFORMAT </w:instrText>
      </w:r>
      <w:r w:rsidRPr="004C16A8">
        <w:fldChar w:fldCharType="separate"/>
      </w:r>
      <w:r w:rsidR="005A26CC" w:rsidRPr="004C16A8">
        <w:t xml:space="preserve">Table </w:t>
      </w:r>
      <w:r w:rsidR="005A26CC">
        <w:t>2</w:t>
      </w:r>
      <w:r w:rsidRPr="004C16A8">
        <w:fldChar w:fldCharType="end"/>
      </w:r>
      <w:r w:rsidRPr="004C16A8">
        <w:t xml:space="preserve">) unless there is a case causing greater discontinuity (value &gt; 3). It means that the CD IEs conversion shall be performed based on the table below. </w:t>
      </w:r>
    </w:p>
    <w:p w14:paraId="1F47BD18" w14:textId="67B27C2F" w:rsidR="00EB054E" w:rsidRPr="004C16A8" w:rsidRDefault="00EB054E" w:rsidP="00D3759D">
      <w:pPr>
        <w:pStyle w:val="ListParagraph"/>
        <w:numPr>
          <w:ilvl w:val="0"/>
          <w:numId w:val="17"/>
        </w:numPr>
        <w:jc w:val="both"/>
      </w:pPr>
      <w:r w:rsidRPr="004C16A8">
        <w:t xml:space="preserve">If </w:t>
      </w:r>
      <w:r w:rsidR="00EE4EED" w:rsidRPr="004C16A8">
        <w:t>NCTS-P4</w:t>
      </w:r>
      <w:r w:rsidRPr="004C16A8">
        <w:t xml:space="preserve"> message version is empty for a specific IE in </w:t>
      </w:r>
      <w:r w:rsidR="00F70A40" w:rsidRPr="004C16A8">
        <w:t>Appendix A</w:t>
      </w:r>
      <w:r w:rsidRPr="004C16A8">
        <w:t xml:space="preserve">, then it shall be understood that the corresponding </w:t>
      </w:r>
      <w:r w:rsidR="00EE4EED" w:rsidRPr="004C16A8">
        <w:t>NCTS-P5</w:t>
      </w:r>
      <w:r w:rsidRPr="004C16A8">
        <w:t xml:space="preserve"> message version is new. In Scenarios Transition Analysis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IECI with value 4 (</w:t>
      </w:r>
      <w:r w:rsidRPr="004C16A8">
        <w:fldChar w:fldCharType="begin"/>
      </w:r>
      <w:r w:rsidRPr="004C16A8">
        <w:instrText xml:space="preserve"> REF _Ref11172001 \h  \* MERGEFORMAT </w:instrText>
      </w:r>
      <w:r w:rsidRPr="004C16A8">
        <w:fldChar w:fldCharType="separate"/>
      </w:r>
      <w:r w:rsidR="005A26CC" w:rsidRPr="004C16A8">
        <w:t xml:space="preserve">Table </w:t>
      </w:r>
      <w:r w:rsidR="005A26CC">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CD IE causing greater discontinuity - value &gt; 4).</w:t>
      </w:r>
    </w:p>
    <w:p w14:paraId="1E2DFF50" w14:textId="2C3CC9C1" w:rsidR="00287030" w:rsidRPr="004C16A8" w:rsidRDefault="00EB054E" w:rsidP="00D3759D">
      <w:pPr>
        <w:pStyle w:val="ListParagraph"/>
        <w:numPr>
          <w:ilvl w:val="0"/>
          <w:numId w:val="17"/>
        </w:numPr>
        <w:jc w:val="both"/>
      </w:pPr>
      <w:r w:rsidRPr="004C16A8">
        <w:t xml:space="preserve">If </w:t>
      </w:r>
      <w:r w:rsidR="00EE4EED" w:rsidRPr="004C16A8">
        <w:t>NCTS-P5</w:t>
      </w:r>
      <w:r w:rsidRPr="004C16A8">
        <w:t xml:space="preserve"> message version is empty for a specific IE in </w:t>
      </w:r>
      <w:r w:rsidR="00F70A40" w:rsidRPr="004C16A8">
        <w:t>Appendix A</w:t>
      </w:r>
      <w:r w:rsidRPr="004C16A8">
        <w:t xml:space="preserve">, then it shall be understood that </w:t>
      </w:r>
      <w:r w:rsidR="00EE4EED" w:rsidRPr="004C16A8">
        <w:t>NCTS-P4</w:t>
      </w:r>
      <w:r w:rsidRPr="004C16A8">
        <w:t xml:space="preserve"> message is no more exchanged in </w:t>
      </w:r>
      <w:r w:rsidR="00EE4EED" w:rsidRPr="004C16A8">
        <w:t>NCTS-P5</w:t>
      </w:r>
      <w:r w:rsidRPr="004C16A8">
        <w:t>. In Scenarios Transition Analysis (</w:t>
      </w:r>
      <w:r w:rsidRPr="004C16A8">
        <w:fldChar w:fldCharType="begin"/>
      </w:r>
      <w:r w:rsidRPr="004C16A8">
        <w:instrText xml:space="preserve"> REF _Ref11163246 \r \h  \* MERGEFORMAT </w:instrText>
      </w:r>
      <w:r w:rsidRPr="004C16A8">
        <w:fldChar w:fldCharType="separate"/>
      </w:r>
      <w:r w:rsidR="005A26CC">
        <w:t>1</w:t>
      </w:r>
      <w:r w:rsidRPr="004C16A8">
        <w:fldChar w:fldCharType="end"/>
      </w:r>
      <w:r w:rsidRPr="004C16A8">
        <w:t>), IECI with value 5 (</w:t>
      </w:r>
      <w:r w:rsidRPr="004C16A8">
        <w:fldChar w:fldCharType="begin"/>
      </w:r>
      <w:r w:rsidRPr="004C16A8">
        <w:instrText xml:space="preserve"> REF _Ref11172001 \h  \* MERGEFORMAT </w:instrText>
      </w:r>
      <w:r w:rsidRPr="004C16A8">
        <w:fldChar w:fldCharType="separate"/>
      </w:r>
      <w:r w:rsidR="005A26CC" w:rsidRPr="004C16A8">
        <w:t xml:space="preserve">Table </w:t>
      </w:r>
      <w:r w:rsidR="005A26CC">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case causing greater discontinuity - value &gt; 5)</w:t>
      </w:r>
      <w:r w:rsidR="00287030" w:rsidRPr="004C16A8">
        <w:t>.</w:t>
      </w:r>
    </w:p>
    <w:sectPr w:rsidR="00287030" w:rsidRPr="004C16A8" w:rsidSect="003560E3">
      <w:headerReference w:type="default" r:id="rId23"/>
      <w:type w:val="continuous"/>
      <w:pgSz w:w="11907" w:h="16840" w:code="9"/>
      <w:pgMar w:top="1412" w:right="1412" w:bottom="1412"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E4AF8" w14:textId="77777777" w:rsidR="00C65778" w:rsidRDefault="00C65778" w:rsidP="00F70A40">
      <w:r>
        <w:separator/>
      </w:r>
    </w:p>
  </w:endnote>
  <w:endnote w:type="continuationSeparator" w:id="0">
    <w:p w14:paraId="19CD425F" w14:textId="77777777" w:rsidR="00C65778" w:rsidRDefault="00C65778" w:rsidP="00F70A40">
      <w:r>
        <w:continuationSeparator/>
      </w:r>
    </w:p>
  </w:endnote>
  <w:endnote w:type="continuationNotice" w:id="1">
    <w:p w14:paraId="7F4F69F2" w14:textId="77777777" w:rsidR="00C65778" w:rsidRDefault="00C657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8B1D" w14:textId="77777777" w:rsidR="005A26CC" w:rsidRDefault="005A2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E644" w14:textId="4018FE75" w:rsidR="007E3058" w:rsidRDefault="003071FB" w:rsidP="00232810">
    <w:pPr>
      <w:pStyle w:val="Footerport"/>
    </w:pPr>
    <w:r>
      <w:rPr>
        <w:noProof/>
      </w:rPr>
      <w:fldChar w:fldCharType="begin"/>
    </w:r>
    <w:r>
      <w:rPr>
        <w:noProof/>
      </w:rPr>
      <w:instrText xml:space="preserve"> FILENAME  \* MERGEFORMAT </w:instrText>
    </w:r>
    <w:r>
      <w:rPr>
        <w:noProof/>
      </w:rPr>
      <w:fldChar w:fldCharType="separate"/>
    </w:r>
    <w:r w:rsidR="00A30D18">
      <w:rPr>
        <w:noProof/>
      </w:rPr>
      <w:t>DDNTA_APP_B-5.15.2-v</w:t>
    </w:r>
    <w:r w:rsidR="004F483E" w:rsidRPr="004F483E">
      <w:rPr>
        <w:noProof/>
        <w:lang w:val="en-US"/>
      </w:rPr>
      <w:t>2</w:t>
    </w:r>
    <w:r w:rsidR="00A30D18">
      <w:rPr>
        <w:noProof/>
      </w:rPr>
      <w:t>.</w:t>
    </w:r>
    <w:r w:rsidR="004F483E" w:rsidRPr="004F483E">
      <w:rPr>
        <w:noProof/>
        <w:lang w:val="en-US"/>
      </w:rPr>
      <w:t>0</w:t>
    </w:r>
    <w:r w:rsidR="00A30D18">
      <w:rPr>
        <w:noProof/>
      </w:rPr>
      <w:t>0.docx</w:t>
    </w:r>
    <w:r>
      <w:rPr>
        <w:noProof/>
      </w:rPr>
      <w:fldChar w:fldCharType="end"/>
    </w:r>
    <w:r w:rsidR="007E3058">
      <w:tab/>
    </w:r>
    <w:r w:rsidR="007E3058">
      <w:tab/>
      <w:t xml:space="preserve">Page </w:t>
    </w:r>
    <w:r w:rsidR="007E3058">
      <w:fldChar w:fldCharType="begin"/>
    </w:r>
    <w:r w:rsidR="007E3058">
      <w:instrText xml:space="preserve"> PAGE  \* MERGEFORMAT </w:instrText>
    </w:r>
    <w:r w:rsidR="007E3058">
      <w:fldChar w:fldCharType="separate"/>
    </w:r>
    <w:r w:rsidR="007E3058">
      <w:rPr>
        <w:noProof/>
      </w:rPr>
      <w:t>2</w:t>
    </w:r>
    <w:r w:rsidR="007E3058">
      <w:fldChar w:fldCharType="end"/>
    </w:r>
    <w:r w:rsidR="007E3058">
      <w:t xml:space="preserve"> of </w:t>
    </w:r>
    <w:r>
      <w:rPr>
        <w:noProof/>
      </w:rPr>
      <w:fldChar w:fldCharType="begin"/>
    </w:r>
    <w:r>
      <w:rPr>
        <w:noProof/>
      </w:rPr>
      <w:instrText xml:space="preserve"> NUMPAGES  \* MERGEFORMAT </w:instrText>
    </w:r>
    <w:r>
      <w:rPr>
        <w:noProof/>
      </w:rPr>
      <w:fldChar w:fldCharType="separate"/>
    </w:r>
    <w:r w:rsidR="007E3058">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9D0" w14:textId="77777777" w:rsidR="007E3058" w:rsidRDefault="007E3058" w:rsidP="00FF5017">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C3795" w14:textId="77777777" w:rsidR="00C65778" w:rsidRDefault="00C65778" w:rsidP="00F70A40">
      <w:r>
        <w:separator/>
      </w:r>
    </w:p>
  </w:footnote>
  <w:footnote w:type="continuationSeparator" w:id="0">
    <w:p w14:paraId="664D924E" w14:textId="77777777" w:rsidR="00C65778" w:rsidRDefault="00C65778" w:rsidP="00F70A40">
      <w:r>
        <w:continuationSeparator/>
      </w:r>
    </w:p>
  </w:footnote>
  <w:footnote w:type="continuationNotice" w:id="1">
    <w:p w14:paraId="1FF713D2" w14:textId="77777777" w:rsidR="00C65778" w:rsidRDefault="00C657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0CF9" w14:textId="77777777" w:rsidR="005A26CC" w:rsidRDefault="005A2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7E3058" w:rsidRPr="008E65EB" w14:paraId="26036AF5"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6ADA7E5D" w14:textId="32CA1F99" w:rsidR="007E3058" w:rsidRPr="008E65EB" w:rsidRDefault="00B53ED6" w:rsidP="006672C5">
          <w:pPr>
            <w:pStyle w:val="Headerbox"/>
            <w:rPr>
              <w:rFonts w:ascii="Arial" w:hAnsi="Arial"/>
              <w:b/>
              <w:caps/>
            </w:rPr>
          </w:pPr>
          <w:r>
            <w:rPr>
              <w:rFonts w:ascii="Arial" w:hAnsi="Arial"/>
              <w:b/>
              <w:caps/>
            </w:rPr>
            <w:t>SOFT-DEV</w:t>
          </w:r>
          <w:r w:rsidR="007E3058" w:rsidRPr="008E65EB">
            <w:rPr>
              <w:rFonts w:ascii="Arial" w:hAnsi="Arial"/>
              <w:b/>
              <w:caps/>
            </w:rPr>
            <w:t xml:space="preserve"> – FC </w:t>
          </w:r>
          <w:r w:rsidR="007E3058" w:rsidRPr="008E65EB">
            <w:rPr>
              <w:rFonts w:ascii="Arial" w:hAnsi="Arial"/>
              <w:b/>
              <w:caps/>
            </w:rPr>
            <w:fldChar w:fldCharType="begin"/>
          </w:r>
          <w:r w:rsidR="007E3058" w:rsidRPr="008E65EB">
            <w:rPr>
              <w:rFonts w:ascii="Arial" w:hAnsi="Arial"/>
              <w:b/>
              <w:caps/>
            </w:rPr>
            <w:instrText xml:space="preserve"> DOCPROPERTY  FC  \* MERGEFORMAT </w:instrText>
          </w:r>
          <w:r w:rsidR="007E3058" w:rsidRPr="008E65EB">
            <w:rPr>
              <w:rFonts w:ascii="Arial" w:hAnsi="Arial"/>
              <w:b/>
              <w:caps/>
            </w:rPr>
            <w:fldChar w:fldCharType="separate"/>
          </w:r>
          <w:r w:rsidR="004C78D4">
            <w:rPr>
              <w:rFonts w:ascii="Arial" w:hAnsi="Arial"/>
              <w:b/>
              <w:caps/>
            </w:rPr>
            <w:t>TAXUD/2021/CC/162</w:t>
          </w:r>
          <w:r w:rsidR="007E3058" w:rsidRPr="008E65EB">
            <w:rPr>
              <w:rFonts w:ascii="Arial" w:hAnsi="Arial"/>
              <w:b/>
              <w:caps/>
            </w:rPr>
            <w:fldChar w:fldCharType="end"/>
          </w:r>
          <w:r w:rsidR="007E3058" w:rsidRPr="008E65EB">
            <w:rPr>
              <w:rFonts w:ascii="Arial" w:hAnsi="Arial"/>
              <w:b/>
              <w:caps/>
            </w:rPr>
            <w:t>– SC</w:t>
          </w:r>
          <w:r w:rsidR="007E3058" w:rsidRPr="008E65EB">
            <w:rPr>
              <w:rFonts w:ascii="Arial" w:hAnsi="Arial"/>
              <w:b/>
              <w:caps/>
            </w:rPr>
            <w:fldChar w:fldCharType="begin"/>
          </w:r>
          <w:r w:rsidR="007E3058" w:rsidRPr="008E65EB">
            <w:rPr>
              <w:rFonts w:ascii="Arial" w:hAnsi="Arial"/>
              <w:b/>
              <w:caps/>
            </w:rPr>
            <w:instrText xml:space="preserve"> DOCPROPERTY  SC  \* MERGEFORMAT </w:instrText>
          </w:r>
          <w:r w:rsidR="007E3058" w:rsidRPr="008E65EB">
            <w:rPr>
              <w:rFonts w:ascii="Arial" w:hAnsi="Arial"/>
              <w:b/>
              <w:caps/>
            </w:rPr>
            <w:fldChar w:fldCharType="separate"/>
          </w:r>
          <w:r w:rsidR="004C78D4">
            <w:rPr>
              <w:rFonts w:ascii="Arial" w:hAnsi="Arial"/>
              <w:b/>
              <w:caps/>
            </w:rPr>
            <w:t>06</w:t>
          </w:r>
          <w:r w:rsidR="007E3058" w:rsidRPr="008E65EB">
            <w:rPr>
              <w:rFonts w:ascii="Arial" w:hAnsi="Arial"/>
              <w:b/>
              <w:caps/>
            </w:rPr>
            <w:fldChar w:fldCharType="end"/>
          </w:r>
          <w:r w:rsidR="007E3058" w:rsidRPr="008E65EB">
            <w:rPr>
              <w:rFonts w:ascii="Arial" w:hAnsi="Arial"/>
              <w:b/>
            </w:rPr>
            <w:fldChar w:fldCharType="begin"/>
          </w:r>
          <w:r w:rsidR="007E3058" w:rsidRPr="008E65EB">
            <w:rPr>
              <w:rFonts w:ascii="Arial" w:hAnsi="Arial"/>
              <w:b/>
            </w:rPr>
            <w:instrText xml:space="preserve"> KEYWORDS  \* MERGEFORMAT </w:instrText>
          </w:r>
          <w:r w:rsidR="007E3058" w:rsidRPr="008E65EB">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5B2E9B29" w14:textId="43001F2E" w:rsidR="007E3058" w:rsidRPr="008E65EB" w:rsidRDefault="007E3058">
          <w:pPr>
            <w:pStyle w:val="Headerbox"/>
            <w:rPr>
              <w:rFonts w:ascii="Arial" w:hAnsi="Arial"/>
              <w:b/>
              <w:caps/>
            </w:rPr>
          </w:pPr>
          <w:r w:rsidRPr="008E65EB">
            <w:rPr>
              <w:rFonts w:ascii="Arial" w:hAnsi="Arial"/>
              <w:b/>
              <w:caps/>
            </w:rPr>
            <w:t xml:space="preserve">REF : </w:t>
          </w:r>
          <w:r w:rsidRPr="008E65EB">
            <w:rPr>
              <w:rFonts w:ascii="Arial" w:hAnsi="Arial"/>
              <w:b/>
              <w:caps/>
            </w:rPr>
            <w:fldChar w:fldCharType="begin"/>
          </w:r>
          <w:r w:rsidRPr="008E65EB">
            <w:rPr>
              <w:rFonts w:ascii="Arial" w:hAnsi="Arial"/>
              <w:b/>
              <w:caps/>
            </w:rPr>
            <w:instrText xml:space="preserve"> DOCPROPERTY "Reference" \* MERGEFORMAT </w:instrText>
          </w:r>
          <w:r w:rsidRPr="008E65EB">
            <w:rPr>
              <w:rFonts w:ascii="Arial" w:hAnsi="Arial"/>
              <w:b/>
              <w:caps/>
            </w:rPr>
            <w:fldChar w:fldCharType="separate"/>
          </w:r>
          <w:r w:rsidR="008D7509" w:rsidRPr="008E65EB">
            <w:rPr>
              <w:rFonts w:ascii="Arial" w:hAnsi="Arial"/>
              <w:b/>
              <w:caps/>
            </w:rPr>
            <w:t>DDNTA_APP_B</w:t>
          </w:r>
          <w:r w:rsidRPr="008E65EB">
            <w:rPr>
              <w:rFonts w:ascii="Arial" w:hAnsi="Arial"/>
              <w:b/>
              <w:caps/>
            </w:rPr>
            <w:fldChar w:fldCharType="end"/>
          </w:r>
        </w:p>
      </w:tc>
    </w:tr>
    <w:tr w:rsidR="007E3058" w:rsidRPr="008E65EB" w14:paraId="112ECF6E"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6C2B0487" w14:textId="2F7DD26D" w:rsidR="007E3058" w:rsidRPr="008E65EB" w:rsidRDefault="007E3058" w:rsidP="00FF5017">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DOCPROPERTY "Title"  \* MERGEFORMAT </w:instrText>
          </w:r>
          <w:r w:rsidRPr="008E65EB">
            <w:rPr>
              <w:rFonts w:ascii="Arial" w:hAnsi="Arial"/>
              <w:b/>
              <w:caps/>
            </w:rPr>
            <w:fldChar w:fldCharType="separate"/>
          </w:r>
          <w:r w:rsidR="008D7509" w:rsidRPr="008E65EB">
            <w:rPr>
              <w:rFonts w:ascii="Arial" w:hAnsi="Arial"/>
              <w:b/>
              <w:caps/>
            </w:rPr>
            <w:t>DDNTA FOR NCTS</w:t>
          </w:r>
          <w:r w:rsidRPr="008E65EB">
            <w:rPr>
              <w:rFonts w:ascii="Arial" w:hAnsi="Arial"/>
              <w:b/>
              <w:caps/>
            </w:rPr>
            <w:fldChar w:fldCharType="end"/>
          </w:r>
        </w:p>
      </w:tc>
      <w:tc>
        <w:tcPr>
          <w:tcW w:w="4678" w:type="dxa"/>
          <w:tcBorders>
            <w:top w:val="single" w:sz="6" w:space="0" w:color="auto"/>
            <w:left w:val="nil"/>
            <w:bottom w:val="single" w:sz="6" w:space="0" w:color="auto"/>
            <w:right w:val="single" w:sz="6" w:space="0" w:color="auto"/>
          </w:tcBorders>
        </w:tcPr>
        <w:p w14:paraId="4959B2D7" w14:textId="34837487" w:rsidR="007E3058" w:rsidRPr="008E65EB" w:rsidRDefault="007E3058" w:rsidP="00FF5017">
          <w:pPr>
            <w:pStyle w:val="Headerbox"/>
            <w:rPr>
              <w:rFonts w:ascii="Arial" w:hAnsi="Arial"/>
              <w:b/>
              <w:caps/>
            </w:rPr>
          </w:pPr>
          <w:r w:rsidRPr="008E65EB">
            <w:rPr>
              <w:rFonts w:ascii="Arial" w:hAnsi="Arial"/>
              <w:b/>
              <w:caps/>
            </w:rPr>
            <w:t xml:space="preserve">VER : </w:t>
          </w:r>
          <w:r w:rsidR="00657FEA">
            <w:rPr>
              <w:rFonts w:ascii="Arial" w:hAnsi="Arial"/>
              <w:b/>
              <w:caps/>
            </w:rPr>
            <w:fldChar w:fldCharType="begin"/>
          </w:r>
          <w:r w:rsidR="00657FEA">
            <w:rPr>
              <w:rFonts w:ascii="Arial" w:hAnsi="Arial"/>
              <w:b/>
              <w:caps/>
            </w:rPr>
            <w:instrText xml:space="preserve"> DOCPROPERTY  Version  \* MERGEFORMAT </w:instrText>
          </w:r>
          <w:r w:rsidR="00657FEA">
            <w:rPr>
              <w:rFonts w:ascii="Arial" w:hAnsi="Arial"/>
              <w:b/>
              <w:caps/>
            </w:rPr>
            <w:fldChar w:fldCharType="separate"/>
          </w:r>
          <w:r w:rsidR="00657FEA">
            <w:rPr>
              <w:rFonts w:ascii="Arial" w:hAnsi="Arial"/>
              <w:b/>
              <w:caps/>
            </w:rPr>
            <w:t>5.15.2</w:t>
          </w:r>
          <w:r w:rsidR="00657FEA">
            <w:rPr>
              <w:rFonts w:ascii="Arial" w:hAnsi="Arial"/>
              <w:b/>
              <w:caps/>
            </w:rPr>
            <w:fldChar w:fldCharType="end"/>
          </w:r>
          <w:r w:rsidR="00F1085A">
            <w:rPr>
              <w:rFonts w:ascii="Arial" w:hAnsi="Arial"/>
              <w:b/>
              <w:caps/>
            </w:rPr>
            <w:t xml:space="preserve"> v</w:t>
          </w:r>
          <w:r w:rsidR="004F483E">
            <w:rPr>
              <w:rFonts w:ascii="Arial" w:hAnsi="Arial"/>
              <w:b/>
              <w:caps/>
              <w:lang w:val="el-GR"/>
            </w:rPr>
            <w:t>2</w:t>
          </w:r>
          <w:r w:rsidR="00F1085A">
            <w:rPr>
              <w:rFonts w:ascii="Arial" w:hAnsi="Arial"/>
              <w:b/>
              <w:caps/>
            </w:rPr>
            <w:t>.</w:t>
          </w:r>
          <w:r w:rsidR="004F483E">
            <w:rPr>
              <w:rFonts w:ascii="Arial" w:hAnsi="Arial"/>
              <w:b/>
              <w:caps/>
              <w:lang w:val="el-GR"/>
            </w:rPr>
            <w:t>0</w:t>
          </w:r>
          <w:r w:rsidR="00F1085A">
            <w:rPr>
              <w:rFonts w:ascii="Arial" w:hAnsi="Arial"/>
              <w:b/>
              <w:caps/>
            </w:rPr>
            <w:t>0</w:t>
          </w:r>
        </w:p>
      </w:tc>
    </w:tr>
    <w:tr w:rsidR="007E3058" w:rsidRPr="008E65EB" w14:paraId="47595374"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BD862F6" w14:textId="7F4078B8"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SUBJECT  \* MERGEFORMAT </w:instrText>
          </w:r>
          <w:r w:rsidRPr="008E65EB">
            <w:rPr>
              <w:rFonts w:ascii="Arial" w:hAnsi="Arial"/>
              <w:b/>
              <w:caps/>
            </w:rPr>
            <w:fldChar w:fldCharType="separate"/>
          </w:r>
          <w:r w:rsidR="008D7509" w:rsidRPr="008E65EB">
            <w:rPr>
              <w:rFonts w:ascii="Arial" w:hAnsi="Arial"/>
              <w:b/>
              <w:caps/>
            </w:rPr>
            <w:t>Appendix B: Transitional Analysis</w:t>
          </w:r>
          <w:r w:rsidRPr="008E65EB">
            <w:rPr>
              <w:rFonts w:ascii="Arial" w:hAnsi="Arial"/>
              <w:b/>
              <w:caps/>
            </w:rPr>
            <w:fldChar w:fldCharType="end"/>
          </w:r>
        </w:p>
      </w:tc>
    </w:tr>
    <w:tr w:rsidR="007E3058" w:rsidRPr="008E65EB" w14:paraId="57B4D935"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8E36C0C" w14:textId="66FC6EE8"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styleref "Heading </w:instrText>
          </w:r>
          <w:r w:rsidR="008E65EB" w:rsidRPr="008E65EB">
            <w:rPr>
              <w:rFonts w:ascii="Arial" w:hAnsi="Arial"/>
              <w:b/>
              <w:caps/>
            </w:rPr>
            <w:instrText>1</w:instrText>
          </w:r>
          <w:r w:rsidRPr="008E65EB">
            <w:rPr>
              <w:rFonts w:ascii="Arial" w:hAnsi="Arial"/>
              <w:b/>
              <w:caps/>
            </w:rPr>
            <w:instrText xml:space="preserve">" \* mergeformat </w:instrText>
          </w:r>
          <w:r w:rsidRPr="008E65EB">
            <w:rPr>
              <w:rFonts w:ascii="Arial" w:hAnsi="Arial"/>
              <w:b/>
              <w:caps/>
            </w:rPr>
            <w:fldChar w:fldCharType="separate"/>
          </w:r>
          <w:r w:rsidR="005A26CC" w:rsidRPr="005A26CC">
            <w:rPr>
              <w:rFonts w:ascii="Arial" w:hAnsi="Arial"/>
              <w:b/>
              <w:caps/>
              <w:noProof/>
              <w:lang w:val="en-US"/>
            </w:rPr>
            <w:t>State</w:t>
          </w:r>
          <w:r w:rsidR="005A26CC">
            <w:rPr>
              <w:rFonts w:ascii="Arial" w:hAnsi="Arial"/>
              <w:b/>
              <w:caps/>
              <w:noProof/>
            </w:rPr>
            <w:t xml:space="preserve"> Machine Transition Analysis</w:t>
          </w:r>
          <w:r w:rsidRPr="008E65EB">
            <w:rPr>
              <w:rFonts w:ascii="Arial" w:hAnsi="Arial"/>
              <w:b/>
              <w:caps/>
            </w:rPr>
            <w:fldChar w:fldCharType="end"/>
          </w:r>
        </w:p>
      </w:tc>
    </w:tr>
  </w:tbl>
  <w:p w14:paraId="4FFD9FB8" w14:textId="77777777" w:rsidR="007E3058" w:rsidRPr="00A62942" w:rsidRDefault="007E3058">
    <w:pPr>
      <w:pStyle w:val="Header"/>
      <w:tabs>
        <w:tab w:val="left" w:pos="284"/>
      </w:tabs>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73" w14:textId="77777777" w:rsidR="007E3058" w:rsidRDefault="007E3058" w:rsidP="00866220">
    <w:pPr>
      <w:pStyle w:val="Header"/>
      <w:tabs>
        <w:tab w:val="clear" w:pos="567"/>
        <w:tab w:val="left" w:pos="247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76" w:type="dxa"/>
      <w:tblInd w:w="-228" w:type="dxa"/>
      <w:tblLayout w:type="fixed"/>
      <w:tblCellMar>
        <w:left w:w="56" w:type="dxa"/>
        <w:right w:w="56" w:type="dxa"/>
      </w:tblCellMar>
      <w:tblLook w:val="0000" w:firstRow="0" w:lastRow="0" w:firstColumn="0" w:lastColumn="0" w:noHBand="0" w:noVBand="0"/>
    </w:tblPr>
    <w:tblGrid>
      <w:gridCol w:w="4756"/>
      <w:gridCol w:w="4920"/>
    </w:tblGrid>
    <w:tr w:rsidR="007E3058" w:rsidRPr="00C944B7" w14:paraId="2F922D55" w14:textId="77777777" w:rsidTr="00782B18">
      <w:trPr>
        <w:cantSplit/>
        <w:trHeight w:val="411"/>
      </w:trPr>
      <w:tc>
        <w:tcPr>
          <w:tcW w:w="4756" w:type="dxa"/>
          <w:tcBorders>
            <w:top w:val="single" w:sz="6" w:space="0" w:color="auto"/>
            <w:left w:val="single" w:sz="6" w:space="0" w:color="auto"/>
            <w:bottom w:val="single" w:sz="6" w:space="0" w:color="auto"/>
            <w:right w:val="single" w:sz="6" w:space="0" w:color="auto"/>
          </w:tcBorders>
        </w:tcPr>
        <w:p w14:paraId="075FD260" w14:textId="3092367F" w:rsidR="007E3058" w:rsidRPr="00C944B7" w:rsidRDefault="000567E8" w:rsidP="006672C5">
          <w:pPr>
            <w:pStyle w:val="Headerbox"/>
            <w:rPr>
              <w:rFonts w:ascii="Arial" w:hAnsi="Arial"/>
              <w:b/>
              <w:caps/>
            </w:rPr>
          </w:pPr>
          <w:r>
            <w:rPr>
              <w:rFonts w:ascii="Arial" w:hAnsi="Arial"/>
              <w:b/>
              <w:caps/>
            </w:rPr>
            <w:t>SOFT</w:t>
          </w:r>
          <w:r w:rsidR="007E3058" w:rsidRPr="00C944B7">
            <w:rPr>
              <w:rFonts w:ascii="Arial" w:hAnsi="Arial"/>
              <w:b/>
              <w:caps/>
            </w:rPr>
            <w:t xml:space="preserve">-DEV – FC </w:t>
          </w:r>
          <w:r w:rsidR="007E3058" w:rsidRPr="00C944B7">
            <w:rPr>
              <w:rFonts w:ascii="Arial" w:hAnsi="Arial"/>
              <w:b/>
              <w:caps/>
            </w:rPr>
            <w:fldChar w:fldCharType="begin"/>
          </w:r>
          <w:r w:rsidR="007E3058" w:rsidRPr="00C944B7">
            <w:rPr>
              <w:rFonts w:ascii="Arial" w:hAnsi="Arial"/>
              <w:b/>
              <w:caps/>
            </w:rPr>
            <w:instrText xml:space="preserve"> DOCPROPERTY  FC  \* MERGEFORMAT </w:instrText>
          </w:r>
          <w:r w:rsidR="007E3058" w:rsidRPr="00C944B7">
            <w:rPr>
              <w:rFonts w:ascii="Arial" w:hAnsi="Arial"/>
              <w:b/>
              <w:caps/>
            </w:rPr>
            <w:fldChar w:fldCharType="separate"/>
          </w:r>
          <w:r w:rsidR="004C78D4">
            <w:rPr>
              <w:rFonts w:ascii="Arial" w:hAnsi="Arial"/>
              <w:b/>
              <w:caps/>
            </w:rPr>
            <w:t>TAXUD/2021/CC/162</w:t>
          </w:r>
          <w:r w:rsidR="007E3058" w:rsidRPr="00C944B7">
            <w:rPr>
              <w:rFonts w:ascii="Arial" w:hAnsi="Arial"/>
              <w:b/>
              <w:caps/>
            </w:rPr>
            <w:fldChar w:fldCharType="end"/>
          </w:r>
          <w:r w:rsidR="007E3058" w:rsidRPr="00C944B7">
            <w:rPr>
              <w:rFonts w:ascii="Arial" w:hAnsi="Arial"/>
              <w:b/>
              <w:caps/>
            </w:rPr>
            <w:t>– SC</w:t>
          </w:r>
          <w:r w:rsidR="007E3058" w:rsidRPr="00C944B7">
            <w:rPr>
              <w:rFonts w:ascii="Arial" w:hAnsi="Arial"/>
              <w:b/>
              <w:caps/>
            </w:rPr>
            <w:fldChar w:fldCharType="begin"/>
          </w:r>
          <w:r w:rsidR="007E3058" w:rsidRPr="00C944B7">
            <w:rPr>
              <w:rFonts w:ascii="Arial" w:hAnsi="Arial"/>
              <w:b/>
              <w:caps/>
            </w:rPr>
            <w:instrText xml:space="preserve"> DOCPROPERTY  SC  \* MERGEFORMAT </w:instrText>
          </w:r>
          <w:r w:rsidR="007E3058" w:rsidRPr="00C944B7">
            <w:rPr>
              <w:rFonts w:ascii="Arial" w:hAnsi="Arial"/>
              <w:b/>
              <w:caps/>
            </w:rPr>
            <w:fldChar w:fldCharType="separate"/>
          </w:r>
          <w:r w:rsidR="004C78D4">
            <w:rPr>
              <w:rFonts w:ascii="Arial" w:hAnsi="Arial"/>
              <w:b/>
              <w:caps/>
            </w:rPr>
            <w:t>06</w:t>
          </w:r>
          <w:r w:rsidR="007E3058" w:rsidRPr="00C944B7">
            <w:rPr>
              <w:rFonts w:ascii="Arial" w:hAnsi="Arial"/>
              <w:b/>
              <w:caps/>
            </w:rPr>
            <w:fldChar w:fldCharType="end"/>
          </w:r>
          <w:r w:rsidR="007E3058" w:rsidRPr="00C944B7">
            <w:rPr>
              <w:rFonts w:ascii="Arial" w:hAnsi="Arial"/>
              <w:b/>
            </w:rPr>
            <w:fldChar w:fldCharType="begin"/>
          </w:r>
          <w:r w:rsidR="007E3058" w:rsidRPr="00C944B7">
            <w:rPr>
              <w:rFonts w:ascii="Arial" w:hAnsi="Arial"/>
              <w:b/>
            </w:rPr>
            <w:instrText xml:space="preserve"> KEYWORDS  \* MERGEFORMAT </w:instrText>
          </w:r>
          <w:r w:rsidR="007E3058" w:rsidRPr="00C944B7">
            <w:rPr>
              <w:rFonts w:ascii="Arial" w:hAnsi="Arial"/>
              <w:b/>
            </w:rPr>
            <w:fldChar w:fldCharType="end"/>
          </w:r>
        </w:p>
      </w:tc>
      <w:tc>
        <w:tcPr>
          <w:tcW w:w="4920" w:type="dxa"/>
          <w:tcBorders>
            <w:top w:val="single" w:sz="6" w:space="0" w:color="auto"/>
            <w:left w:val="single" w:sz="6" w:space="0" w:color="auto"/>
            <w:bottom w:val="single" w:sz="6" w:space="0" w:color="auto"/>
            <w:right w:val="single" w:sz="6" w:space="0" w:color="auto"/>
          </w:tcBorders>
        </w:tcPr>
        <w:p w14:paraId="021660F4" w14:textId="73A60899" w:rsidR="007E3058" w:rsidRPr="00C944B7" w:rsidRDefault="007E3058">
          <w:pPr>
            <w:pStyle w:val="Headerbox"/>
            <w:rPr>
              <w:rFonts w:ascii="Arial" w:hAnsi="Arial"/>
              <w:b/>
              <w:caps/>
            </w:rPr>
          </w:pPr>
          <w:r w:rsidRPr="00C944B7">
            <w:rPr>
              <w:rFonts w:ascii="Arial" w:hAnsi="Arial"/>
              <w:b/>
              <w:caps/>
            </w:rPr>
            <w:t xml:space="preserve">REF : </w:t>
          </w:r>
          <w:r w:rsidRPr="00C944B7">
            <w:rPr>
              <w:rFonts w:ascii="Arial" w:hAnsi="Arial"/>
              <w:b/>
              <w:caps/>
            </w:rPr>
            <w:fldChar w:fldCharType="begin"/>
          </w:r>
          <w:r w:rsidRPr="00C944B7">
            <w:rPr>
              <w:rFonts w:ascii="Arial" w:hAnsi="Arial"/>
              <w:b/>
              <w:caps/>
            </w:rPr>
            <w:instrText xml:space="preserve"> DOCPROPERTY "Reference" \* MERGEFORMAT </w:instrText>
          </w:r>
          <w:r w:rsidRPr="00C944B7">
            <w:rPr>
              <w:rFonts w:ascii="Arial" w:hAnsi="Arial"/>
              <w:b/>
              <w:caps/>
            </w:rPr>
            <w:fldChar w:fldCharType="separate"/>
          </w:r>
          <w:r w:rsidR="00F5380C" w:rsidRPr="00C944B7">
            <w:rPr>
              <w:rFonts w:ascii="Arial" w:hAnsi="Arial"/>
              <w:b/>
              <w:caps/>
            </w:rPr>
            <w:t>DDNTA_APP_B</w:t>
          </w:r>
          <w:r w:rsidRPr="00C944B7">
            <w:rPr>
              <w:rFonts w:ascii="Arial" w:hAnsi="Arial"/>
              <w:b/>
              <w:caps/>
            </w:rPr>
            <w:fldChar w:fldCharType="end"/>
          </w:r>
        </w:p>
      </w:tc>
    </w:tr>
    <w:tr w:rsidR="007E3058" w:rsidRPr="00C944B7" w14:paraId="3616616D" w14:textId="77777777" w:rsidTr="00782B18">
      <w:trPr>
        <w:cantSplit/>
        <w:trHeight w:val="298"/>
      </w:trPr>
      <w:tc>
        <w:tcPr>
          <w:tcW w:w="4756" w:type="dxa"/>
          <w:tcBorders>
            <w:top w:val="single" w:sz="6" w:space="0" w:color="auto"/>
            <w:left w:val="single" w:sz="6" w:space="0" w:color="auto"/>
            <w:bottom w:val="single" w:sz="6" w:space="0" w:color="auto"/>
            <w:right w:val="single" w:sz="4" w:space="0" w:color="auto"/>
          </w:tcBorders>
        </w:tcPr>
        <w:p w14:paraId="15E1F4AB" w14:textId="22AAD439" w:rsidR="007E3058" w:rsidRPr="00C944B7" w:rsidRDefault="007E3058" w:rsidP="00FF5017">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 DOCPROPERTY "Title"  \* MERGEFORMAT </w:instrText>
          </w:r>
          <w:r w:rsidRPr="00C944B7">
            <w:rPr>
              <w:rFonts w:ascii="Arial" w:hAnsi="Arial"/>
              <w:b/>
              <w:caps/>
            </w:rPr>
            <w:fldChar w:fldCharType="separate"/>
          </w:r>
          <w:r w:rsidR="00F5380C" w:rsidRPr="00C944B7">
            <w:rPr>
              <w:rFonts w:ascii="Arial" w:hAnsi="Arial"/>
              <w:b/>
              <w:caps/>
            </w:rPr>
            <w:t>DDNTA FOR NCTS</w:t>
          </w:r>
          <w:r w:rsidRPr="00C944B7">
            <w:rPr>
              <w:rFonts w:ascii="Arial" w:hAnsi="Arial"/>
              <w:b/>
              <w:caps/>
            </w:rPr>
            <w:fldChar w:fldCharType="end"/>
          </w:r>
        </w:p>
      </w:tc>
      <w:tc>
        <w:tcPr>
          <w:tcW w:w="4920" w:type="dxa"/>
          <w:tcBorders>
            <w:top w:val="single" w:sz="6" w:space="0" w:color="auto"/>
            <w:left w:val="nil"/>
            <w:bottom w:val="single" w:sz="6" w:space="0" w:color="auto"/>
            <w:right w:val="single" w:sz="6" w:space="0" w:color="auto"/>
          </w:tcBorders>
        </w:tcPr>
        <w:p w14:paraId="187405FC" w14:textId="1FB2F3C0" w:rsidR="007E3058" w:rsidRPr="00C944B7" w:rsidRDefault="007E3058" w:rsidP="00FF5017">
          <w:pPr>
            <w:pStyle w:val="Headerbox"/>
            <w:rPr>
              <w:rFonts w:ascii="Arial" w:hAnsi="Arial"/>
              <w:b/>
              <w:caps/>
            </w:rPr>
          </w:pPr>
          <w:r w:rsidRPr="00C944B7">
            <w:rPr>
              <w:rFonts w:ascii="Arial" w:hAnsi="Arial"/>
              <w:b/>
              <w:caps/>
            </w:rPr>
            <w:t xml:space="preserve">VER : </w:t>
          </w:r>
          <w:r w:rsidR="00457481">
            <w:rPr>
              <w:rFonts w:ascii="Arial" w:hAnsi="Arial"/>
              <w:b/>
              <w:caps/>
            </w:rPr>
            <w:fldChar w:fldCharType="begin"/>
          </w:r>
          <w:r w:rsidR="00457481">
            <w:rPr>
              <w:rFonts w:ascii="Arial" w:hAnsi="Arial"/>
              <w:b/>
              <w:caps/>
            </w:rPr>
            <w:instrText xml:space="preserve"> DOCPROPERTY  Version  \* MERGEFORMAT </w:instrText>
          </w:r>
          <w:r w:rsidR="00457481">
            <w:rPr>
              <w:rFonts w:ascii="Arial" w:hAnsi="Arial"/>
              <w:b/>
              <w:caps/>
            </w:rPr>
            <w:fldChar w:fldCharType="separate"/>
          </w:r>
          <w:r w:rsidR="00457481">
            <w:rPr>
              <w:rFonts w:ascii="Arial" w:hAnsi="Arial"/>
              <w:b/>
              <w:caps/>
            </w:rPr>
            <w:t>5.15.2</w:t>
          </w:r>
          <w:r w:rsidR="00457481">
            <w:rPr>
              <w:rFonts w:ascii="Arial" w:hAnsi="Arial"/>
              <w:b/>
              <w:caps/>
            </w:rPr>
            <w:fldChar w:fldCharType="end"/>
          </w:r>
        </w:p>
      </w:tc>
    </w:tr>
    <w:tr w:rsidR="007E3058" w:rsidRPr="00C944B7" w14:paraId="2237C086"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13A45403" w14:textId="5EEBB411" w:rsidR="007E3058" w:rsidRPr="00C944B7" w:rsidRDefault="007E3058">
          <w:pPr>
            <w:pStyle w:val="Headerbox"/>
            <w:rPr>
              <w:rFonts w:ascii="Arial" w:hAnsi="Arial"/>
              <w:b/>
              <w:caps/>
              <w:lang w:val="fr-FR"/>
            </w:rPr>
          </w:pPr>
          <w:r w:rsidRPr="00C944B7">
            <w:rPr>
              <w:rFonts w:ascii="Arial" w:hAnsi="Arial"/>
              <w:b/>
              <w:caps/>
            </w:rPr>
            <w:fldChar w:fldCharType="begin"/>
          </w:r>
          <w:r w:rsidRPr="00C944B7">
            <w:rPr>
              <w:rFonts w:ascii="Arial" w:hAnsi="Arial"/>
              <w:b/>
              <w:caps/>
              <w:lang w:val="fr-FR"/>
            </w:rPr>
            <w:instrText xml:space="preserve"> SUBJECT  \* MERGEFORMAT </w:instrText>
          </w:r>
          <w:r w:rsidRPr="00C944B7">
            <w:rPr>
              <w:rFonts w:ascii="Arial" w:hAnsi="Arial"/>
              <w:b/>
              <w:caps/>
            </w:rPr>
            <w:fldChar w:fldCharType="separate"/>
          </w:r>
          <w:r w:rsidR="00F5380C" w:rsidRPr="00C944B7">
            <w:rPr>
              <w:rFonts w:ascii="Arial" w:hAnsi="Arial"/>
              <w:b/>
              <w:caps/>
              <w:lang w:val="fr-FR"/>
            </w:rPr>
            <w:t xml:space="preserve">Appendix B: Transitional </w:t>
          </w:r>
          <w:r w:rsidR="00F5380C" w:rsidRPr="00C944B7">
            <w:rPr>
              <w:rFonts w:ascii="Arial" w:hAnsi="Arial"/>
              <w:b/>
              <w:caps/>
            </w:rPr>
            <w:t>Analysis</w:t>
          </w:r>
          <w:r w:rsidRPr="00C944B7">
            <w:rPr>
              <w:rFonts w:ascii="Arial" w:hAnsi="Arial"/>
              <w:b/>
              <w:caps/>
            </w:rPr>
            <w:fldChar w:fldCharType="end"/>
          </w:r>
        </w:p>
      </w:tc>
    </w:tr>
    <w:tr w:rsidR="007E3058" w:rsidRPr="00C944B7" w14:paraId="1A3CB7B0"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4FE18874" w14:textId="12F20C27" w:rsidR="007E3058" w:rsidRPr="00C944B7" w:rsidRDefault="007E3058">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styleref "Heading </w:instrText>
          </w:r>
          <w:r w:rsidR="00C944B7" w:rsidRPr="00C944B7">
            <w:rPr>
              <w:rFonts w:ascii="Arial" w:hAnsi="Arial"/>
              <w:b/>
              <w:caps/>
            </w:rPr>
            <w:instrText>1</w:instrText>
          </w:r>
          <w:r w:rsidRPr="00C944B7">
            <w:rPr>
              <w:rFonts w:ascii="Arial" w:hAnsi="Arial"/>
              <w:b/>
              <w:caps/>
            </w:rPr>
            <w:instrText xml:space="preserve">" \* mergeformat </w:instrText>
          </w:r>
          <w:r w:rsidRPr="00C944B7">
            <w:rPr>
              <w:rFonts w:ascii="Arial" w:hAnsi="Arial"/>
              <w:b/>
              <w:caps/>
            </w:rPr>
            <w:fldChar w:fldCharType="separate"/>
          </w:r>
          <w:r w:rsidR="005A26CC" w:rsidRPr="005A26CC">
            <w:rPr>
              <w:rFonts w:ascii="Arial" w:hAnsi="Arial"/>
              <w:b/>
              <w:caps/>
              <w:noProof/>
              <w:lang w:val="en-US"/>
            </w:rPr>
            <w:t>Information Exchange Reference</w:t>
          </w:r>
          <w:r w:rsidR="005A26CC">
            <w:rPr>
              <w:rFonts w:ascii="Arial" w:hAnsi="Arial"/>
              <w:b/>
              <w:caps/>
              <w:noProof/>
            </w:rPr>
            <w:t xml:space="preserve"> Table (NCTS-P5 and NCTS-P4)</w:t>
          </w:r>
          <w:r w:rsidRPr="00C944B7">
            <w:rPr>
              <w:rFonts w:ascii="Arial" w:hAnsi="Arial"/>
              <w:b/>
              <w:caps/>
            </w:rPr>
            <w:fldChar w:fldCharType="end"/>
          </w:r>
        </w:p>
      </w:tc>
    </w:tr>
  </w:tbl>
  <w:p w14:paraId="265FA3D8" w14:textId="77777777" w:rsidR="007E3058" w:rsidRDefault="007E3058">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41059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2181207">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1028025244">
    <w:abstractNumId w:val="4"/>
  </w:num>
  <w:num w:numId="3" w16cid:durableId="123349069">
    <w:abstractNumId w:val="10"/>
  </w:num>
  <w:num w:numId="4" w16cid:durableId="1357653051">
    <w:abstractNumId w:val="0"/>
  </w:num>
  <w:num w:numId="5" w16cid:durableId="804011692">
    <w:abstractNumId w:val="2"/>
  </w:num>
  <w:num w:numId="6" w16cid:durableId="1714111953">
    <w:abstractNumId w:val="7"/>
  </w:num>
  <w:num w:numId="7" w16cid:durableId="462579449">
    <w:abstractNumId w:val="16"/>
  </w:num>
  <w:num w:numId="8" w16cid:durableId="1787309859">
    <w:abstractNumId w:val="14"/>
  </w:num>
  <w:num w:numId="9" w16cid:durableId="995493637">
    <w:abstractNumId w:val="8"/>
  </w:num>
  <w:num w:numId="10" w16cid:durableId="266012334">
    <w:abstractNumId w:val="11"/>
  </w:num>
  <w:num w:numId="11" w16cid:durableId="43913805">
    <w:abstractNumId w:val="9"/>
  </w:num>
  <w:num w:numId="12" w16cid:durableId="251282767">
    <w:abstractNumId w:val="13"/>
  </w:num>
  <w:num w:numId="13" w16cid:durableId="1087188743">
    <w:abstractNumId w:val="1"/>
  </w:num>
  <w:num w:numId="14" w16cid:durableId="467820795">
    <w:abstractNumId w:val="6"/>
  </w:num>
  <w:num w:numId="15" w16cid:durableId="1901818437">
    <w:abstractNumId w:val="17"/>
  </w:num>
  <w:num w:numId="16" w16cid:durableId="26031064">
    <w:abstractNumId w:val="12"/>
  </w:num>
  <w:num w:numId="17" w16cid:durableId="1561139430">
    <w:abstractNumId w:val="18"/>
  </w:num>
  <w:num w:numId="18" w16cid:durableId="304510034">
    <w:abstractNumId w:val="15"/>
  </w:num>
  <w:num w:numId="19" w16cid:durableId="263710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hideSpellingErrors/>
  <w:hideGrammaticalErrors/>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3D6E"/>
    <w:rsid w:val="000074C2"/>
    <w:rsid w:val="00011988"/>
    <w:rsid w:val="00020E23"/>
    <w:rsid w:val="0002548F"/>
    <w:rsid w:val="00031336"/>
    <w:rsid w:val="0004132E"/>
    <w:rsid w:val="000421ED"/>
    <w:rsid w:val="0004531F"/>
    <w:rsid w:val="000516BD"/>
    <w:rsid w:val="000567E8"/>
    <w:rsid w:val="000575C1"/>
    <w:rsid w:val="000607D6"/>
    <w:rsid w:val="00061DE7"/>
    <w:rsid w:val="00070391"/>
    <w:rsid w:val="00071E0D"/>
    <w:rsid w:val="0007456D"/>
    <w:rsid w:val="00074680"/>
    <w:rsid w:val="00074DF8"/>
    <w:rsid w:val="00081703"/>
    <w:rsid w:val="000931F3"/>
    <w:rsid w:val="000945D9"/>
    <w:rsid w:val="000A16A6"/>
    <w:rsid w:val="000A2426"/>
    <w:rsid w:val="000A2F7B"/>
    <w:rsid w:val="000A4CC5"/>
    <w:rsid w:val="000A7E8E"/>
    <w:rsid w:val="000B2858"/>
    <w:rsid w:val="000D2580"/>
    <w:rsid w:val="000D7CCF"/>
    <w:rsid w:val="000E08DA"/>
    <w:rsid w:val="000E4A1B"/>
    <w:rsid w:val="000F04D5"/>
    <w:rsid w:val="000F2F00"/>
    <w:rsid w:val="001017D8"/>
    <w:rsid w:val="00106AA7"/>
    <w:rsid w:val="001072AB"/>
    <w:rsid w:val="001074BB"/>
    <w:rsid w:val="00110029"/>
    <w:rsid w:val="0011146E"/>
    <w:rsid w:val="001211F5"/>
    <w:rsid w:val="001233FA"/>
    <w:rsid w:val="001242D6"/>
    <w:rsid w:val="001323DA"/>
    <w:rsid w:val="001326A5"/>
    <w:rsid w:val="00134A98"/>
    <w:rsid w:val="00136C43"/>
    <w:rsid w:val="00137D02"/>
    <w:rsid w:val="00143F83"/>
    <w:rsid w:val="00150E64"/>
    <w:rsid w:val="00153E65"/>
    <w:rsid w:val="00155859"/>
    <w:rsid w:val="001640D7"/>
    <w:rsid w:val="00164C8A"/>
    <w:rsid w:val="00166DB7"/>
    <w:rsid w:val="00173EBD"/>
    <w:rsid w:val="00177D78"/>
    <w:rsid w:val="001838DC"/>
    <w:rsid w:val="00184AAC"/>
    <w:rsid w:val="001865C0"/>
    <w:rsid w:val="00187FDE"/>
    <w:rsid w:val="0019341D"/>
    <w:rsid w:val="0019629C"/>
    <w:rsid w:val="001B0B10"/>
    <w:rsid w:val="001B2BFE"/>
    <w:rsid w:val="001C675C"/>
    <w:rsid w:val="001D7916"/>
    <w:rsid w:val="001E223F"/>
    <w:rsid w:val="001F3FE0"/>
    <w:rsid w:val="001F4D91"/>
    <w:rsid w:val="001F5ADC"/>
    <w:rsid w:val="001F7457"/>
    <w:rsid w:val="002043C1"/>
    <w:rsid w:val="00211531"/>
    <w:rsid w:val="00214402"/>
    <w:rsid w:val="002172B0"/>
    <w:rsid w:val="0023038A"/>
    <w:rsid w:val="00232810"/>
    <w:rsid w:val="00240AD4"/>
    <w:rsid w:val="002453E0"/>
    <w:rsid w:val="002465D4"/>
    <w:rsid w:val="002505E1"/>
    <w:rsid w:val="00251798"/>
    <w:rsid w:val="002573C0"/>
    <w:rsid w:val="00271E41"/>
    <w:rsid w:val="00281C9C"/>
    <w:rsid w:val="00281DCB"/>
    <w:rsid w:val="0028378D"/>
    <w:rsid w:val="00283A11"/>
    <w:rsid w:val="00287030"/>
    <w:rsid w:val="00287AF6"/>
    <w:rsid w:val="00292416"/>
    <w:rsid w:val="0029310E"/>
    <w:rsid w:val="00293745"/>
    <w:rsid w:val="00296DFD"/>
    <w:rsid w:val="00297E27"/>
    <w:rsid w:val="002A2062"/>
    <w:rsid w:val="002A5007"/>
    <w:rsid w:val="002B2D89"/>
    <w:rsid w:val="002C0E8A"/>
    <w:rsid w:val="002D18E3"/>
    <w:rsid w:val="002D3891"/>
    <w:rsid w:val="002E7CF6"/>
    <w:rsid w:val="002F2399"/>
    <w:rsid w:val="002F3483"/>
    <w:rsid w:val="002F39E9"/>
    <w:rsid w:val="00304749"/>
    <w:rsid w:val="00304CE6"/>
    <w:rsid w:val="003071FB"/>
    <w:rsid w:val="00326155"/>
    <w:rsid w:val="00333F53"/>
    <w:rsid w:val="00346F8F"/>
    <w:rsid w:val="003560E3"/>
    <w:rsid w:val="003600DD"/>
    <w:rsid w:val="00361329"/>
    <w:rsid w:val="00370EAF"/>
    <w:rsid w:val="00374023"/>
    <w:rsid w:val="00381D41"/>
    <w:rsid w:val="003849E3"/>
    <w:rsid w:val="00396F11"/>
    <w:rsid w:val="003A07F3"/>
    <w:rsid w:val="003A2F65"/>
    <w:rsid w:val="003A33FF"/>
    <w:rsid w:val="003A74C3"/>
    <w:rsid w:val="003B0654"/>
    <w:rsid w:val="003B2D63"/>
    <w:rsid w:val="003D1722"/>
    <w:rsid w:val="003D7E3F"/>
    <w:rsid w:val="003E07D4"/>
    <w:rsid w:val="00402554"/>
    <w:rsid w:val="00410CFF"/>
    <w:rsid w:val="0041172C"/>
    <w:rsid w:val="00412E98"/>
    <w:rsid w:val="004251C9"/>
    <w:rsid w:val="00426296"/>
    <w:rsid w:val="00432444"/>
    <w:rsid w:val="00451462"/>
    <w:rsid w:val="00452730"/>
    <w:rsid w:val="00454053"/>
    <w:rsid w:val="004561E7"/>
    <w:rsid w:val="00457481"/>
    <w:rsid w:val="004606BF"/>
    <w:rsid w:val="00477A34"/>
    <w:rsid w:val="0048072F"/>
    <w:rsid w:val="00481126"/>
    <w:rsid w:val="004819A5"/>
    <w:rsid w:val="00487A8C"/>
    <w:rsid w:val="00491A8C"/>
    <w:rsid w:val="004B47F7"/>
    <w:rsid w:val="004B7873"/>
    <w:rsid w:val="004C16A8"/>
    <w:rsid w:val="004C2886"/>
    <w:rsid w:val="004C2E2F"/>
    <w:rsid w:val="004C43B7"/>
    <w:rsid w:val="004C78D4"/>
    <w:rsid w:val="004C7D29"/>
    <w:rsid w:val="004D33AF"/>
    <w:rsid w:val="004E0527"/>
    <w:rsid w:val="004E0B49"/>
    <w:rsid w:val="004E1DB8"/>
    <w:rsid w:val="004E56BC"/>
    <w:rsid w:val="004F0299"/>
    <w:rsid w:val="004F3634"/>
    <w:rsid w:val="004F483E"/>
    <w:rsid w:val="005014F9"/>
    <w:rsid w:val="0051462C"/>
    <w:rsid w:val="0052130B"/>
    <w:rsid w:val="00524695"/>
    <w:rsid w:val="00525CBB"/>
    <w:rsid w:val="005312B0"/>
    <w:rsid w:val="005334EA"/>
    <w:rsid w:val="005358A3"/>
    <w:rsid w:val="00544E86"/>
    <w:rsid w:val="005620E9"/>
    <w:rsid w:val="005638FE"/>
    <w:rsid w:val="00564A81"/>
    <w:rsid w:val="00570564"/>
    <w:rsid w:val="00582D0C"/>
    <w:rsid w:val="00583C58"/>
    <w:rsid w:val="0058751B"/>
    <w:rsid w:val="00595276"/>
    <w:rsid w:val="005A198D"/>
    <w:rsid w:val="005A26CC"/>
    <w:rsid w:val="005A5BE1"/>
    <w:rsid w:val="005B04B4"/>
    <w:rsid w:val="005B0DC3"/>
    <w:rsid w:val="005C571C"/>
    <w:rsid w:val="005D19E6"/>
    <w:rsid w:val="005E6E7C"/>
    <w:rsid w:val="005F1D8B"/>
    <w:rsid w:val="005F4398"/>
    <w:rsid w:val="005F4707"/>
    <w:rsid w:val="005F56A1"/>
    <w:rsid w:val="005F5745"/>
    <w:rsid w:val="006018FF"/>
    <w:rsid w:val="00603638"/>
    <w:rsid w:val="0060616F"/>
    <w:rsid w:val="0062746A"/>
    <w:rsid w:val="00630CF9"/>
    <w:rsid w:val="0063532F"/>
    <w:rsid w:val="00636469"/>
    <w:rsid w:val="00651C80"/>
    <w:rsid w:val="00657FEA"/>
    <w:rsid w:val="00660181"/>
    <w:rsid w:val="00660654"/>
    <w:rsid w:val="006672C5"/>
    <w:rsid w:val="00670A19"/>
    <w:rsid w:val="00697094"/>
    <w:rsid w:val="006A2DC1"/>
    <w:rsid w:val="006A4025"/>
    <w:rsid w:val="006A47A0"/>
    <w:rsid w:val="006C33C2"/>
    <w:rsid w:val="006D32AF"/>
    <w:rsid w:val="006D3E53"/>
    <w:rsid w:val="006D4736"/>
    <w:rsid w:val="006E143A"/>
    <w:rsid w:val="006E1ED0"/>
    <w:rsid w:val="006E3480"/>
    <w:rsid w:val="006E50FA"/>
    <w:rsid w:val="006E6C08"/>
    <w:rsid w:val="006F460E"/>
    <w:rsid w:val="006F4871"/>
    <w:rsid w:val="00703BF9"/>
    <w:rsid w:val="0070648F"/>
    <w:rsid w:val="0071047E"/>
    <w:rsid w:val="00713B18"/>
    <w:rsid w:val="00716938"/>
    <w:rsid w:val="00717F12"/>
    <w:rsid w:val="00724D2D"/>
    <w:rsid w:val="00744740"/>
    <w:rsid w:val="00750096"/>
    <w:rsid w:val="007538AB"/>
    <w:rsid w:val="00754ABE"/>
    <w:rsid w:val="00762312"/>
    <w:rsid w:val="00782B18"/>
    <w:rsid w:val="007912F4"/>
    <w:rsid w:val="0079174C"/>
    <w:rsid w:val="00791EA4"/>
    <w:rsid w:val="007946D9"/>
    <w:rsid w:val="007A17A2"/>
    <w:rsid w:val="007A5910"/>
    <w:rsid w:val="007A5E17"/>
    <w:rsid w:val="007B14CF"/>
    <w:rsid w:val="007B26E9"/>
    <w:rsid w:val="007D5F55"/>
    <w:rsid w:val="007D69C6"/>
    <w:rsid w:val="007D7321"/>
    <w:rsid w:val="007E3058"/>
    <w:rsid w:val="007E5570"/>
    <w:rsid w:val="007E5877"/>
    <w:rsid w:val="007E64B4"/>
    <w:rsid w:val="008004E2"/>
    <w:rsid w:val="00802148"/>
    <w:rsid w:val="008030C3"/>
    <w:rsid w:val="0082626E"/>
    <w:rsid w:val="0082765E"/>
    <w:rsid w:val="00846F43"/>
    <w:rsid w:val="00852E5F"/>
    <w:rsid w:val="00854C2A"/>
    <w:rsid w:val="00855794"/>
    <w:rsid w:val="008613BD"/>
    <w:rsid w:val="0086288C"/>
    <w:rsid w:val="00866220"/>
    <w:rsid w:val="00872B7A"/>
    <w:rsid w:val="00873DF5"/>
    <w:rsid w:val="00876A60"/>
    <w:rsid w:val="0089211F"/>
    <w:rsid w:val="00893DEC"/>
    <w:rsid w:val="0089478F"/>
    <w:rsid w:val="008A24EF"/>
    <w:rsid w:val="008A543E"/>
    <w:rsid w:val="008A61E6"/>
    <w:rsid w:val="008B0988"/>
    <w:rsid w:val="008B3EE3"/>
    <w:rsid w:val="008B641D"/>
    <w:rsid w:val="008B6DDC"/>
    <w:rsid w:val="008B78CF"/>
    <w:rsid w:val="008D6094"/>
    <w:rsid w:val="008D7509"/>
    <w:rsid w:val="008E16EA"/>
    <w:rsid w:val="008E47F0"/>
    <w:rsid w:val="008E528A"/>
    <w:rsid w:val="008E65EB"/>
    <w:rsid w:val="008E79F6"/>
    <w:rsid w:val="008F07E9"/>
    <w:rsid w:val="008F5951"/>
    <w:rsid w:val="00902474"/>
    <w:rsid w:val="0090393C"/>
    <w:rsid w:val="00910B0D"/>
    <w:rsid w:val="009146D2"/>
    <w:rsid w:val="00921B34"/>
    <w:rsid w:val="009326AB"/>
    <w:rsid w:val="00936A0C"/>
    <w:rsid w:val="009553AA"/>
    <w:rsid w:val="0095692B"/>
    <w:rsid w:val="009574AA"/>
    <w:rsid w:val="00962ECA"/>
    <w:rsid w:val="0096644D"/>
    <w:rsid w:val="00970264"/>
    <w:rsid w:val="00970E22"/>
    <w:rsid w:val="0097654E"/>
    <w:rsid w:val="0098697C"/>
    <w:rsid w:val="009877AF"/>
    <w:rsid w:val="00992713"/>
    <w:rsid w:val="009A10D1"/>
    <w:rsid w:val="009A388C"/>
    <w:rsid w:val="009A5786"/>
    <w:rsid w:val="009B3641"/>
    <w:rsid w:val="009C54B9"/>
    <w:rsid w:val="009C64E9"/>
    <w:rsid w:val="009C6CD2"/>
    <w:rsid w:val="009D0226"/>
    <w:rsid w:val="009D0F41"/>
    <w:rsid w:val="009D489F"/>
    <w:rsid w:val="009E36FD"/>
    <w:rsid w:val="009F1027"/>
    <w:rsid w:val="009F166F"/>
    <w:rsid w:val="009F58B2"/>
    <w:rsid w:val="00A01FB6"/>
    <w:rsid w:val="00A05409"/>
    <w:rsid w:val="00A057F8"/>
    <w:rsid w:val="00A05E41"/>
    <w:rsid w:val="00A15405"/>
    <w:rsid w:val="00A17D8A"/>
    <w:rsid w:val="00A2083C"/>
    <w:rsid w:val="00A20CA4"/>
    <w:rsid w:val="00A212E3"/>
    <w:rsid w:val="00A22BBF"/>
    <w:rsid w:val="00A26465"/>
    <w:rsid w:val="00A27B32"/>
    <w:rsid w:val="00A30D18"/>
    <w:rsid w:val="00A33BD6"/>
    <w:rsid w:val="00A36AF1"/>
    <w:rsid w:val="00A424A5"/>
    <w:rsid w:val="00A529C2"/>
    <w:rsid w:val="00A54C2A"/>
    <w:rsid w:val="00A62942"/>
    <w:rsid w:val="00A72D83"/>
    <w:rsid w:val="00A72EE6"/>
    <w:rsid w:val="00A73265"/>
    <w:rsid w:val="00A73AF8"/>
    <w:rsid w:val="00A85DB3"/>
    <w:rsid w:val="00A86343"/>
    <w:rsid w:val="00A87C3A"/>
    <w:rsid w:val="00A905EE"/>
    <w:rsid w:val="00A90F58"/>
    <w:rsid w:val="00A935DC"/>
    <w:rsid w:val="00A963F9"/>
    <w:rsid w:val="00AA4974"/>
    <w:rsid w:val="00AA4E0D"/>
    <w:rsid w:val="00AA544C"/>
    <w:rsid w:val="00AA6E85"/>
    <w:rsid w:val="00AA754A"/>
    <w:rsid w:val="00AC2583"/>
    <w:rsid w:val="00AE6A0B"/>
    <w:rsid w:val="00AE79F3"/>
    <w:rsid w:val="00B126A6"/>
    <w:rsid w:val="00B25575"/>
    <w:rsid w:val="00B3051E"/>
    <w:rsid w:val="00B347AA"/>
    <w:rsid w:val="00B34BC9"/>
    <w:rsid w:val="00B42A70"/>
    <w:rsid w:val="00B45050"/>
    <w:rsid w:val="00B47564"/>
    <w:rsid w:val="00B53ED6"/>
    <w:rsid w:val="00B56B13"/>
    <w:rsid w:val="00B57F27"/>
    <w:rsid w:val="00B61C7D"/>
    <w:rsid w:val="00B62372"/>
    <w:rsid w:val="00B67341"/>
    <w:rsid w:val="00B67814"/>
    <w:rsid w:val="00B71AF1"/>
    <w:rsid w:val="00B814A1"/>
    <w:rsid w:val="00B85D1D"/>
    <w:rsid w:val="00B87674"/>
    <w:rsid w:val="00BA6E49"/>
    <w:rsid w:val="00BB1783"/>
    <w:rsid w:val="00BB1A65"/>
    <w:rsid w:val="00BB46EB"/>
    <w:rsid w:val="00BC11D4"/>
    <w:rsid w:val="00BC667A"/>
    <w:rsid w:val="00BD298C"/>
    <w:rsid w:val="00BE118E"/>
    <w:rsid w:val="00BE6529"/>
    <w:rsid w:val="00BF09DD"/>
    <w:rsid w:val="00BF204D"/>
    <w:rsid w:val="00BF2288"/>
    <w:rsid w:val="00BF56C3"/>
    <w:rsid w:val="00C00526"/>
    <w:rsid w:val="00C00E9F"/>
    <w:rsid w:val="00C01FF4"/>
    <w:rsid w:val="00C02BFF"/>
    <w:rsid w:val="00C03109"/>
    <w:rsid w:val="00C07294"/>
    <w:rsid w:val="00C138D9"/>
    <w:rsid w:val="00C147AC"/>
    <w:rsid w:val="00C2499B"/>
    <w:rsid w:val="00C2794E"/>
    <w:rsid w:val="00C33275"/>
    <w:rsid w:val="00C33807"/>
    <w:rsid w:val="00C419B9"/>
    <w:rsid w:val="00C41D83"/>
    <w:rsid w:val="00C47D51"/>
    <w:rsid w:val="00C50DF4"/>
    <w:rsid w:val="00C51993"/>
    <w:rsid w:val="00C53D2F"/>
    <w:rsid w:val="00C56B21"/>
    <w:rsid w:val="00C61667"/>
    <w:rsid w:val="00C65778"/>
    <w:rsid w:val="00C660E5"/>
    <w:rsid w:val="00C71622"/>
    <w:rsid w:val="00C80DB0"/>
    <w:rsid w:val="00C944B7"/>
    <w:rsid w:val="00C96797"/>
    <w:rsid w:val="00C96DFE"/>
    <w:rsid w:val="00CA2EE2"/>
    <w:rsid w:val="00CA44EE"/>
    <w:rsid w:val="00CA4CFE"/>
    <w:rsid w:val="00CA6330"/>
    <w:rsid w:val="00CB0E6E"/>
    <w:rsid w:val="00CB2CEB"/>
    <w:rsid w:val="00CB3732"/>
    <w:rsid w:val="00CB489E"/>
    <w:rsid w:val="00CB688F"/>
    <w:rsid w:val="00CC1A8A"/>
    <w:rsid w:val="00CD2B57"/>
    <w:rsid w:val="00CD4F3A"/>
    <w:rsid w:val="00CE04FB"/>
    <w:rsid w:val="00CF36B4"/>
    <w:rsid w:val="00CF7A5A"/>
    <w:rsid w:val="00D0121A"/>
    <w:rsid w:val="00D02694"/>
    <w:rsid w:val="00D04610"/>
    <w:rsid w:val="00D23394"/>
    <w:rsid w:val="00D237E0"/>
    <w:rsid w:val="00D25E15"/>
    <w:rsid w:val="00D268A9"/>
    <w:rsid w:val="00D326F5"/>
    <w:rsid w:val="00D33F43"/>
    <w:rsid w:val="00D3759D"/>
    <w:rsid w:val="00D37785"/>
    <w:rsid w:val="00D41C42"/>
    <w:rsid w:val="00D43021"/>
    <w:rsid w:val="00D46640"/>
    <w:rsid w:val="00D62A62"/>
    <w:rsid w:val="00D66C72"/>
    <w:rsid w:val="00D718C3"/>
    <w:rsid w:val="00D774A0"/>
    <w:rsid w:val="00D81D33"/>
    <w:rsid w:val="00D929D1"/>
    <w:rsid w:val="00D97630"/>
    <w:rsid w:val="00DA10CE"/>
    <w:rsid w:val="00DA35E0"/>
    <w:rsid w:val="00DB3867"/>
    <w:rsid w:val="00DB3EEB"/>
    <w:rsid w:val="00DC0AFA"/>
    <w:rsid w:val="00DC0EC7"/>
    <w:rsid w:val="00DC2286"/>
    <w:rsid w:val="00DC3BFC"/>
    <w:rsid w:val="00DC4E32"/>
    <w:rsid w:val="00DC5787"/>
    <w:rsid w:val="00DD56D5"/>
    <w:rsid w:val="00DE3CEE"/>
    <w:rsid w:val="00DE6FE8"/>
    <w:rsid w:val="00DF67B7"/>
    <w:rsid w:val="00E03F11"/>
    <w:rsid w:val="00E1304C"/>
    <w:rsid w:val="00E211F6"/>
    <w:rsid w:val="00E22EEE"/>
    <w:rsid w:val="00E30CB6"/>
    <w:rsid w:val="00E30FEB"/>
    <w:rsid w:val="00E34794"/>
    <w:rsid w:val="00E3669C"/>
    <w:rsid w:val="00E36BB1"/>
    <w:rsid w:val="00E4575D"/>
    <w:rsid w:val="00E60B76"/>
    <w:rsid w:val="00E621F5"/>
    <w:rsid w:val="00E6422D"/>
    <w:rsid w:val="00E64282"/>
    <w:rsid w:val="00E70E53"/>
    <w:rsid w:val="00E81295"/>
    <w:rsid w:val="00E875B0"/>
    <w:rsid w:val="00E923AB"/>
    <w:rsid w:val="00EB00D2"/>
    <w:rsid w:val="00EB054E"/>
    <w:rsid w:val="00EB1EB3"/>
    <w:rsid w:val="00EB668D"/>
    <w:rsid w:val="00EC3237"/>
    <w:rsid w:val="00ED00CA"/>
    <w:rsid w:val="00ED2117"/>
    <w:rsid w:val="00ED61BA"/>
    <w:rsid w:val="00EE4EED"/>
    <w:rsid w:val="00EF0793"/>
    <w:rsid w:val="00F1085A"/>
    <w:rsid w:val="00F109D9"/>
    <w:rsid w:val="00F10BB0"/>
    <w:rsid w:val="00F16194"/>
    <w:rsid w:val="00F17104"/>
    <w:rsid w:val="00F221B6"/>
    <w:rsid w:val="00F2397C"/>
    <w:rsid w:val="00F33FBE"/>
    <w:rsid w:val="00F501E9"/>
    <w:rsid w:val="00F5380C"/>
    <w:rsid w:val="00F548FC"/>
    <w:rsid w:val="00F57052"/>
    <w:rsid w:val="00F66353"/>
    <w:rsid w:val="00F7099E"/>
    <w:rsid w:val="00F70A40"/>
    <w:rsid w:val="00F70B35"/>
    <w:rsid w:val="00F74F41"/>
    <w:rsid w:val="00F76928"/>
    <w:rsid w:val="00F80842"/>
    <w:rsid w:val="00F82008"/>
    <w:rsid w:val="00F82926"/>
    <w:rsid w:val="00F839D2"/>
    <w:rsid w:val="00F96F92"/>
    <w:rsid w:val="00FA29C4"/>
    <w:rsid w:val="00FA5727"/>
    <w:rsid w:val="00FB5D01"/>
    <w:rsid w:val="00FC002A"/>
    <w:rsid w:val="00FC0036"/>
    <w:rsid w:val="00FC574D"/>
    <w:rsid w:val="00FD6938"/>
    <w:rsid w:val="00FE0D51"/>
    <w:rsid w:val="00FE46EA"/>
    <w:rsid w:val="00FE4CF3"/>
    <w:rsid w:val="00FE517C"/>
    <w:rsid w:val="00FE60E7"/>
    <w:rsid w:val="00FE7827"/>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1DC2F"/>
  <w15:chartTrackingRefBased/>
  <w15:docId w15:val="{474CB7D8-DCDC-4C79-9FA0-24D2FBF4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eastAsia="en-US"/>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eastAsia="en-US"/>
    </w:rPr>
  </w:style>
  <w:style w:type="paragraph" w:styleId="Header">
    <w:name w:val="header"/>
    <w:link w:val="HeaderChar"/>
    <w:pPr>
      <w:tabs>
        <w:tab w:val="left" w:pos="567"/>
      </w:tabs>
    </w:pPr>
    <w:rPr>
      <w:rFonts w:ascii="Arial" w:hAnsi="Arial"/>
      <w:b/>
      <w:caps/>
      <w:noProof/>
      <w:lang w:eastAsia="en-US"/>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eastAsia="en-US"/>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eastAsia="en-US"/>
    </w:rPr>
  </w:style>
  <w:style w:type="paragraph" w:customStyle="1" w:styleId="Footerport">
    <w:name w:val="Footer port"/>
    <w:pPr>
      <w:pBdr>
        <w:top w:val="single" w:sz="2" w:space="6" w:color="auto"/>
      </w:pBdr>
      <w:tabs>
        <w:tab w:val="center" w:pos="4536"/>
        <w:tab w:val="right" w:pos="9072"/>
      </w:tabs>
      <w:spacing w:before="360"/>
    </w:pPr>
    <w:rPr>
      <w:sz w:val="16"/>
      <w:lang w:eastAsia="en-US"/>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eastAsia="en-US"/>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eastAsia="en-US"/>
    </w:rPr>
  </w:style>
  <w:style w:type="paragraph" w:customStyle="1" w:styleId="Covertitle">
    <w:name w:val="Cover title"/>
    <w:pPr>
      <w:tabs>
        <w:tab w:val="left" w:pos="567"/>
        <w:tab w:val="left" w:pos="1134"/>
        <w:tab w:val="left" w:pos="1701"/>
      </w:tabs>
      <w:spacing w:before="480" w:after="480"/>
      <w:jc w:val="center"/>
    </w:pPr>
    <w:rPr>
      <w:b/>
      <w:sz w:val="32"/>
      <w:lang w:eastAsia="en-US"/>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eastAsia="en-US"/>
    </w:rPr>
  </w:style>
  <w:style w:type="paragraph" w:customStyle="1" w:styleId="APs">
    <w:name w:val="APs"/>
    <w:pPr>
      <w:keepLines/>
      <w:spacing w:after="120"/>
      <w:ind w:left="1078" w:hanging="284"/>
    </w:pPr>
    <w:rPr>
      <w:sz w:val="24"/>
      <w:lang w:eastAsia="en-US"/>
    </w:rPr>
  </w:style>
  <w:style w:type="paragraph" w:customStyle="1" w:styleId="bullet1">
    <w:name w:val="bullet1"/>
    <w:pPr>
      <w:keepLines/>
      <w:numPr>
        <w:numId w:val="1"/>
      </w:numPr>
      <w:spacing w:after="60"/>
      <w:ind w:left="568" w:hanging="284"/>
    </w:pPr>
    <w:rPr>
      <w:sz w:val="24"/>
      <w:lang w:eastAsia="en-US"/>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eastAsia="en-US"/>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eastAsia="en-US"/>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eastAsia="en-US"/>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eastAsia="en-US"/>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eastAsia="en-US"/>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eastAsia="en-US"/>
    </w:rPr>
  </w:style>
  <w:style w:type="paragraph" w:customStyle="1" w:styleId="han2-4">
    <w:name w:val="han2-4"/>
    <w:pPr>
      <w:spacing w:after="120"/>
      <w:ind w:left="1928" w:hanging="567"/>
    </w:pPr>
    <w:rPr>
      <w:sz w:val="24"/>
      <w:lang w:eastAsia="en-US"/>
    </w:rPr>
  </w:style>
  <w:style w:type="paragraph" w:customStyle="1" w:styleId="table8bullet">
    <w:name w:val="table8bullet"/>
    <w:pPr>
      <w:tabs>
        <w:tab w:val="left" w:pos="0"/>
        <w:tab w:val="left" w:pos="284"/>
        <w:tab w:val="left" w:pos="567"/>
      </w:tabs>
      <w:ind w:left="283" w:hanging="283"/>
    </w:pPr>
    <w:rPr>
      <w:rFonts w:ascii="Arial" w:hAnsi="Arial"/>
      <w:sz w:val="16"/>
      <w:lang w:eastAsia="en-US"/>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eastAsia="en-US"/>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eastAsia="en-US"/>
    </w:rPr>
  </w:style>
  <w:style w:type="paragraph" w:customStyle="1" w:styleId="ehang1">
    <w:name w:val="ehang1"/>
    <w:pPr>
      <w:spacing w:before="120" w:line="260" w:lineRule="atLeast"/>
      <w:ind w:left="1503" w:hanging="709"/>
    </w:pPr>
    <w:rPr>
      <w:i/>
      <w:sz w:val="24"/>
      <w:lang w:eastAsia="en-US"/>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eastAsia="en-US"/>
    </w:rPr>
  </w:style>
  <w:style w:type="paragraph" w:customStyle="1" w:styleId="Refdocs">
    <w:name w:val="Refdocs"/>
    <w:pPr>
      <w:numPr>
        <w:numId w:val="2"/>
      </w:numPr>
      <w:spacing w:after="120"/>
    </w:pPr>
    <w:rPr>
      <w:lang w:eastAsia="en-US"/>
    </w:rPr>
  </w:style>
  <w:style w:type="paragraph" w:customStyle="1" w:styleId="Table-caption">
    <w:name w:val="Table-caption"/>
    <w:next w:val="paratext"/>
    <w:pPr>
      <w:spacing w:before="120" w:after="120"/>
      <w:ind w:left="794"/>
    </w:pPr>
    <w:rPr>
      <w:i/>
      <w:sz w:val="24"/>
      <w:lang w:eastAsia="en-US"/>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eastAsia="en-US"/>
    </w:rPr>
  </w:style>
  <w:style w:type="paragraph" w:customStyle="1" w:styleId="segtable">
    <w:name w:val="segtable"/>
    <w:pPr>
      <w:tabs>
        <w:tab w:val="left" w:pos="2268"/>
      </w:tabs>
      <w:ind w:left="3062" w:hanging="2268"/>
    </w:pPr>
    <w:rPr>
      <w:sz w:val="24"/>
      <w:lang w:eastAsia="en-US"/>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eastAsia="en-US"/>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eastAsia="en-US"/>
    </w:rPr>
  </w:style>
  <w:style w:type="paragraph" w:styleId="ListParagraph">
    <w:name w:val="List Paragraph"/>
    <w:basedOn w:val="Normal"/>
    <w:link w:val="ListParagraphChar"/>
    <w:uiPriority w:val="34"/>
    <w:qFormat/>
    <w:rsid w:val="00EB054E"/>
    <w:pPr>
      <w:spacing w:before="60" w:after="60" w:line="276" w:lineRule="auto"/>
      <w:ind w:left="720"/>
      <w:contextualSpacing/>
      <w:jc w:val="left"/>
    </w:pPr>
    <w:rPr>
      <w:rFonts w:eastAsia="Calibri"/>
      <w:szCs w:val="22"/>
    </w:rPr>
  </w:style>
  <w:style w:type="character" w:customStyle="1" w:styleId="ListParagraphChar">
    <w:name w:val="List Paragraph Char"/>
    <w:link w:val="ListParagraph"/>
    <w:uiPriority w:val="34"/>
    <w:locked/>
    <w:rsid w:val="00EB054E"/>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eastAsia="en-US"/>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lang w:val="en-US" w:eastAsia="en-US"/>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eastAsia="en-US"/>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A59A352DB3EC4F88ED7EB61BD499C7" ma:contentTypeVersion="28" ma:contentTypeDescription="Create a new document." ma:contentTypeScope="" ma:versionID="7ebaf78e10104bad806213972784018e">
  <xsd:schema xmlns:xsd="http://www.w3.org/2001/XMLSchema" xmlns:xs="http://www.w3.org/2001/XMLSchema" xmlns:p="http://schemas.microsoft.com/office/2006/metadata/properties" xmlns:ns2="7d150733-584f-4c57-8f75-a626010bed1b" xmlns:ns3="ffcdf2b0-1459-4444-989c-847f95dff766" targetNamespace="http://schemas.microsoft.com/office/2006/metadata/properties" ma:root="true" ma:fieldsID="205acc0db40e25a967e8c82404745c5b" ns2:_="" ns3:_="">
    <xsd:import namespace="7d150733-584f-4c57-8f75-a626010bed1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0733-584f-4c57-8f75-a626010bed1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C xmlns="7d150733-584f-4c57-8f75-a626010bed1b">06</SC>
    <Deliverable_x0020_Version xmlns="7d150733-584f-4c57-8f75-a626010bed1b">0.10</Deliverable_x0020_Version>
    <Deliverable_x0020_Id xmlns="7d150733-584f-4c57-8f75-a626010bed1b">DLV-258-6-6-1-16</Deliverable_x0020_Id>
    <Delivery_x0020_Date xmlns="7d150733-584f-4c57-8f75-a626010bed1b">2023-07-26T21:00:00+00:00</Delivery_x0020_Date>
    <RfA xmlns="7d150733-584f-4c57-8f75-a626010bed1b">258</RfA>
    <Deliverable_x0020_Status xmlns="7d150733-584f-4c57-8f75-a626010bed1b">Internal QR</Deliverable_x0020_Status>
    <TaxCatchAll xmlns="ffcdf2b0-1459-4444-989c-847f95dff766" xsi:nil="true"/>
    <lcf76f155ced4ddcb4097134ff3c332f xmlns="7d150733-584f-4c57-8f75-a626010bed1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A75F2839-193C-4A8F-A9FB-DB7C63AB1553}">
  <ds:schemaRefs>
    <ds:schemaRef ds:uri="http://schemas.microsoft.com/office/2006/metadata/longProperties"/>
  </ds:schemaRefs>
</ds:datastoreItem>
</file>

<file path=customXml/itemProps2.xml><?xml version="1.0" encoding="utf-8"?>
<ds:datastoreItem xmlns:ds="http://schemas.openxmlformats.org/officeDocument/2006/customXml" ds:itemID="{FE6B85EC-E668-411A-80B7-AF201440B2ED}">
  <ds:schemaRefs>
    <ds:schemaRef ds:uri="http://schemas.openxmlformats.org/officeDocument/2006/bibliography"/>
  </ds:schemaRefs>
</ds:datastoreItem>
</file>

<file path=customXml/itemProps3.xml><?xml version="1.0" encoding="utf-8"?>
<ds:datastoreItem xmlns:ds="http://schemas.openxmlformats.org/officeDocument/2006/customXml" ds:itemID="{E8D8F794-5982-459E-9485-DDE1AE444834}">
  <ds:schemaRefs>
    <ds:schemaRef ds:uri="http://schemas.microsoft.com/sharepoint/v3/contenttype/forms"/>
  </ds:schemaRefs>
</ds:datastoreItem>
</file>

<file path=customXml/itemProps4.xml><?xml version="1.0" encoding="utf-8"?>
<ds:datastoreItem xmlns:ds="http://schemas.openxmlformats.org/officeDocument/2006/customXml" ds:itemID="{4C279393-FC5B-46BB-ADFC-8AB6C11B2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0733-584f-4c57-8f75-a626010bed1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BBFCBF-538E-4905-A755-0E1E1DE6E0E9}">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 ds:uri="http://purl.org/dc/terms/"/>
    <ds:schemaRef ds:uri="7d150733-584f-4c57-8f75-a626010bed1b"/>
    <ds:schemaRef ds:uri="ffcdf2b0-1459-4444-989c-847f95dff76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_TRANSIT.dot</Template>
  <TotalTime>344</TotalTime>
  <Pages>17</Pages>
  <Words>2860</Words>
  <Characters>17875</Characters>
  <Application>Microsoft Office Word</Application>
  <DocSecurity>0</DocSecurity>
  <Lines>616</Lines>
  <Paragraphs>300</Paragraphs>
  <ScaleCrop>false</ScaleCrop>
  <HeadingPairs>
    <vt:vector size="2" baseType="variant">
      <vt:variant>
        <vt:lpstr>Title</vt:lpstr>
      </vt:variant>
      <vt:variant>
        <vt:i4>1</vt:i4>
      </vt:variant>
    </vt:vector>
  </HeadingPairs>
  <TitlesOfParts>
    <vt:vector size="1" baseType="lpstr">
      <vt:lpstr>DDNTA FOR NCTS</vt:lpstr>
    </vt:vector>
  </TitlesOfParts>
  <Company>European Commission</Company>
  <LinksUpToDate>false</LinksUpToDate>
  <CharactersWithSpaces>20435</CharactersWithSpaces>
  <SharedDoc>false</SharedDoc>
  <HLinks>
    <vt:vector size="120" baseType="variant">
      <vt:variant>
        <vt:i4>4063334</vt:i4>
      </vt:variant>
      <vt:variant>
        <vt:i4>300</vt:i4>
      </vt:variant>
      <vt:variant>
        <vt:i4>0</vt:i4>
      </vt:variant>
      <vt:variant>
        <vt:i4>5</vt:i4>
      </vt:variant>
      <vt:variant>
        <vt:lpwstr/>
      </vt:variant>
      <vt:variant>
        <vt:lpwstr>CD095C</vt:lpwstr>
      </vt:variant>
      <vt:variant>
        <vt:i4>4063335</vt:i4>
      </vt:variant>
      <vt:variant>
        <vt:i4>297</vt:i4>
      </vt:variant>
      <vt:variant>
        <vt:i4>0</vt:i4>
      </vt:variant>
      <vt:variant>
        <vt:i4>5</vt:i4>
      </vt:variant>
      <vt:variant>
        <vt:lpwstr/>
      </vt:variant>
      <vt:variant>
        <vt:lpwstr>CD094C</vt:lpwstr>
      </vt:variant>
      <vt:variant>
        <vt:i4>3473519</vt:i4>
      </vt:variant>
      <vt:variant>
        <vt:i4>294</vt:i4>
      </vt:variant>
      <vt:variant>
        <vt:i4>0</vt:i4>
      </vt:variant>
      <vt:variant>
        <vt:i4>5</vt:i4>
      </vt:variant>
      <vt:variant>
        <vt:lpwstr/>
      </vt:variant>
      <vt:variant>
        <vt:lpwstr>CD905A</vt:lpwstr>
      </vt:variant>
      <vt:variant>
        <vt:i4>3473518</vt:i4>
      </vt:variant>
      <vt:variant>
        <vt:i4>291</vt:i4>
      </vt:variant>
      <vt:variant>
        <vt:i4>0</vt:i4>
      </vt:variant>
      <vt:variant>
        <vt:i4>5</vt:i4>
      </vt:variant>
      <vt:variant>
        <vt:lpwstr/>
      </vt:variant>
      <vt:variant>
        <vt:lpwstr>CD904A</vt:lpwstr>
      </vt:variant>
      <vt:variant>
        <vt:i4>7209058</vt:i4>
      </vt:variant>
      <vt:variant>
        <vt:i4>231</vt:i4>
      </vt:variant>
      <vt:variant>
        <vt:i4>0</vt:i4>
      </vt:variant>
      <vt:variant>
        <vt:i4>5</vt:i4>
      </vt:variant>
      <vt:variant>
        <vt:lpwstr/>
      </vt:variant>
      <vt:variant>
        <vt:lpwstr>_Other_Country</vt:lpwstr>
      </vt:variant>
      <vt:variant>
        <vt:i4>5439591</vt:i4>
      </vt:variant>
      <vt:variant>
        <vt:i4>228</vt:i4>
      </vt:variant>
      <vt:variant>
        <vt:i4>0</vt:i4>
      </vt:variant>
      <vt:variant>
        <vt:i4>5</vt:i4>
      </vt:variant>
      <vt:variant>
        <vt:lpwstr/>
      </vt:variant>
      <vt:variant>
        <vt:lpwstr>_Office_of_Incident</vt:lpwstr>
      </vt:variant>
      <vt:variant>
        <vt:i4>5439591</vt:i4>
      </vt:variant>
      <vt:variant>
        <vt:i4>225</vt:i4>
      </vt:variant>
      <vt:variant>
        <vt:i4>0</vt:i4>
      </vt:variant>
      <vt:variant>
        <vt:i4>5</vt:i4>
      </vt:variant>
      <vt:variant>
        <vt:lpwstr/>
      </vt:variant>
      <vt:variant>
        <vt:lpwstr>_Office_of_Incident</vt:lpwstr>
      </vt:variant>
      <vt:variant>
        <vt:i4>1179659</vt:i4>
      </vt:variant>
      <vt:variant>
        <vt:i4>222</vt:i4>
      </vt:variant>
      <vt:variant>
        <vt:i4>0</vt:i4>
      </vt:variant>
      <vt:variant>
        <vt:i4>5</vt:i4>
      </vt:variant>
      <vt:variant>
        <vt:lpwstr/>
      </vt:variant>
      <vt:variant>
        <vt:lpwstr>_Invalidation_at_Office_1</vt:lpwstr>
      </vt:variant>
      <vt:variant>
        <vt:i4>4259952</vt:i4>
      </vt:variant>
      <vt:variant>
        <vt:i4>219</vt:i4>
      </vt:variant>
      <vt:variant>
        <vt:i4>0</vt:i4>
      </vt:variant>
      <vt:variant>
        <vt:i4>5</vt:i4>
      </vt:variant>
      <vt:variant>
        <vt:lpwstr/>
      </vt:variant>
      <vt:variant>
        <vt:lpwstr>_Office_of_Transit</vt:lpwstr>
      </vt:variant>
      <vt:variant>
        <vt:i4>4259952</vt:i4>
      </vt:variant>
      <vt:variant>
        <vt:i4>216</vt:i4>
      </vt:variant>
      <vt:variant>
        <vt:i4>0</vt:i4>
      </vt:variant>
      <vt:variant>
        <vt:i4>5</vt:i4>
      </vt:variant>
      <vt:variant>
        <vt:lpwstr/>
      </vt:variant>
      <vt:variant>
        <vt:lpwstr>_Office_of_Transit</vt:lpwstr>
      </vt:variant>
      <vt:variant>
        <vt:i4>1179659</vt:i4>
      </vt:variant>
      <vt:variant>
        <vt:i4>213</vt:i4>
      </vt:variant>
      <vt:variant>
        <vt:i4>0</vt:i4>
      </vt:variant>
      <vt:variant>
        <vt:i4>5</vt:i4>
      </vt:variant>
      <vt:variant>
        <vt:lpwstr/>
      </vt:variant>
      <vt:variant>
        <vt:lpwstr>_Invalidation_at_Office_1</vt:lpwstr>
      </vt:variant>
      <vt:variant>
        <vt:i4>6226045</vt:i4>
      </vt:variant>
      <vt:variant>
        <vt:i4>210</vt:i4>
      </vt:variant>
      <vt:variant>
        <vt:i4>0</vt:i4>
      </vt:variant>
      <vt:variant>
        <vt:i4>5</vt:i4>
      </vt:variant>
      <vt:variant>
        <vt:lpwstr/>
      </vt:variant>
      <vt:variant>
        <vt:lpwstr>_Office_of_Exit</vt:lpwstr>
      </vt:variant>
      <vt:variant>
        <vt:i4>6226045</vt:i4>
      </vt:variant>
      <vt:variant>
        <vt:i4>207</vt:i4>
      </vt:variant>
      <vt:variant>
        <vt:i4>0</vt:i4>
      </vt:variant>
      <vt:variant>
        <vt:i4>5</vt:i4>
      </vt:variant>
      <vt:variant>
        <vt:lpwstr/>
      </vt:variant>
      <vt:variant>
        <vt:lpwstr>_Office_of_Exit</vt:lpwstr>
      </vt:variant>
      <vt:variant>
        <vt:i4>1179659</vt:i4>
      </vt:variant>
      <vt:variant>
        <vt:i4>204</vt:i4>
      </vt:variant>
      <vt:variant>
        <vt:i4>0</vt:i4>
      </vt:variant>
      <vt:variant>
        <vt:i4>5</vt:i4>
      </vt:variant>
      <vt:variant>
        <vt:lpwstr/>
      </vt:variant>
      <vt:variant>
        <vt:lpwstr>_Invalidation_at_Office_1</vt:lpwstr>
      </vt:variant>
      <vt:variant>
        <vt:i4>4915297</vt:i4>
      </vt:variant>
      <vt:variant>
        <vt:i4>201</vt:i4>
      </vt:variant>
      <vt:variant>
        <vt:i4>0</vt:i4>
      </vt:variant>
      <vt:variant>
        <vt:i4>5</vt:i4>
      </vt:variant>
      <vt:variant>
        <vt:lpwstr/>
      </vt:variant>
      <vt:variant>
        <vt:lpwstr>_Office_of_Destination</vt:lpwstr>
      </vt:variant>
      <vt:variant>
        <vt:i4>4915297</vt:i4>
      </vt:variant>
      <vt:variant>
        <vt:i4>198</vt:i4>
      </vt:variant>
      <vt:variant>
        <vt:i4>0</vt:i4>
      </vt:variant>
      <vt:variant>
        <vt:i4>5</vt:i4>
      </vt:variant>
      <vt:variant>
        <vt:lpwstr/>
      </vt:variant>
      <vt:variant>
        <vt:lpwstr>_Office_of_Destination</vt:lpwstr>
      </vt:variant>
      <vt:variant>
        <vt:i4>5046382</vt:i4>
      </vt:variant>
      <vt:variant>
        <vt:i4>195</vt:i4>
      </vt:variant>
      <vt:variant>
        <vt:i4>0</vt:i4>
      </vt:variant>
      <vt:variant>
        <vt:i4>5</vt:i4>
      </vt:variant>
      <vt:variant>
        <vt:lpwstr/>
      </vt:variant>
      <vt:variant>
        <vt:lpwstr>_Invalidation_at_Office</vt:lpwstr>
      </vt:variant>
      <vt:variant>
        <vt:i4>1507416</vt:i4>
      </vt:variant>
      <vt:variant>
        <vt:i4>192</vt:i4>
      </vt:variant>
      <vt:variant>
        <vt:i4>0</vt:i4>
      </vt:variant>
      <vt:variant>
        <vt:i4>5</vt:i4>
      </vt:variant>
      <vt:variant>
        <vt:lpwstr/>
      </vt:variant>
      <vt:variant>
        <vt:lpwstr>_Office_of_Departure_2</vt:lpwstr>
      </vt:variant>
      <vt:variant>
        <vt:i4>1310808</vt:i4>
      </vt:variant>
      <vt:variant>
        <vt:i4>189</vt:i4>
      </vt:variant>
      <vt:variant>
        <vt:i4>0</vt:i4>
      </vt:variant>
      <vt:variant>
        <vt:i4>5</vt:i4>
      </vt:variant>
      <vt:variant>
        <vt:lpwstr/>
      </vt:variant>
      <vt:variant>
        <vt:lpwstr>_Office_of_Departure_1</vt:lpwstr>
      </vt:variant>
      <vt:variant>
        <vt:i4>2424839</vt:i4>
      </vt:variant>
      <vt:variant>
        <vt:i4>186</vt:i4>
      </vt:variant>
      <vt:variant>
        <vt:i4>0</vt:i4>
      </vt:variant>
      <vt:variant>
        <vt:i4>5</vt:i4>
      </vt:variant>
      <vt:variant>
        <vt:lpwstr/>
      </vt:variant>
      <vt:variant>
        <vt:lpwstr>_Office_of_Departure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FOR NCTS</dc:title>
  <dc:subject>Appendix B: Transitional Analysis</dc:subject>
  <dc:creator>SOFT-DEV</dc:creator>
  <cp:keywords/>
  <cp:lastModifiedBy>DESCHUYTENEER Tanguy (TAXUD-EXT)</cp:lastModifiedBy>
  <cp:revision>177</cp:revision>
  <cp:lastPrinted>2018-12-04T23:01:00Z</cp:lastPrinted>
  <dcterms:created xsi:type="dcterms:W3CDTF">2019-07-11T08:11:00Z</dcterms:created>
  <dcterms:modified xsi:type="dcterms:W3CDTF">2023-12-05T18:32:00Z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5.15.2</vt:lpwstr>
  </property>
  <property fmtid="{D5CDD505-2E9C-101B-9397-08002B2CF9AE}" pid="3" name="Reference">
    <vt:lpwstr>DDNTA_APP_B</vt:lpwstr>
  </property>
  <property fmtid="{D5CDD505-2E9C-101B-9397-08002B2CF9AE}" pid="4" name="Owner">
    <vt:lpwstr>DG TAXUD</vt:lpwstr>
  </property>
  <property fmtid="{D5CDD505-2E9C-101B-9397-08002B2CF9AE}" pid="5" name="IssueDate">
    <vt:lpwstr>01/12/2023</vt:lpwstr>
  </property>
  <property fmtid="{D5CDD505-2E9C-101B-9397-08002B2CF9AE}" pid="6" name="FC">
    <vt:lpwstr>TAXUD/2021/CC/162</vt:lpwstr>
  </property>
  <property fmtid="{D5CDD505-2E9C-101B-9397-08002B2CF9AE}" pid="7" name="SC">
    <vt:lpwstr>06</vt:lpwstr>
  </property>
  <property fmtid="{D5CDD505-2E9C-101B-9397-08002B2CF9AE}" pid="8" name="ContentTypeId">
    <vt:lpwstr>0x0101008FA59A352DB3EC4F88ED7EB61BD499C7</vt:lpwstr>
  </property>
  <property fmtid="{D5CDD505-2E9C-101B-9397-08002B2CF9AE}" pid="9" name="Folder Description">
    <vt:lpwstr/>
  </property>
  <property fmtid="{D5CDD505-2E9C-101B-9397-08002B2CF9AE}" pid="10" name="KEL">
    <vt:lpwstr>38 &amp; 39</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y fmtid="{D5CDD505-2E9C-101B-9397-08002B2CF9AE}" pid="17" name="MSIP_Label_6bd9ddd1-4d20-43f6-abfa-fc3c07406f94_Enabled">
    <vt:lpwstr>true</vt:lpwstr>
  </property>
  <property fmtid="{D5CDD505-2E9C-101B-9397-08002B2CF9AE}" pid="18" name="MSIP_Label_6bd9ddd1-4d20-43f6-abfa-fc3c07406f94_SetDate">
    <vt:lpwstr>2023-03-09T19:58:52Z</vt:lpwstr>
  </property>
  <property fmtid="{D5CDD505-2E9C-101B-9397-08002B2CF9AE}" pid="19" name="MSIP_Label_6bd9ddd1-4d20-43f6-abfa-fc3c07406f94_Method">
    <vt:lpwstr>Standard</vt:lpwstr>
  </property>
  <property fmtid="{D5CDD505-2E9C-101B-9397-08002B2CF9AE}" pid="20" name="MSIP_Label_6bd9ddd1-4d20-43f6-abfa-fc3c07406f94_Name">
    <vt:lpwstr>Commission Use</vt:lpwstr>
  </property>
  <property fmtid="{D5CDD505-2E9C-101B-9397-08002B2CF9AE}" pid="21" name="MSIP_Label_6bd9ddd1-4d20-43f6-abfa-fc3c07406f94_SiteId">
    <vt:lpwstr>b24c8b06-522c-46fe-9080-70926f8dddb1</vt:lpwstr>
  </property>
  <property fmtid="{D5CDD505-2E9C-101B-9397-08002B2CF9AE}" pid="22" name="MSIP_Label_6bd9ddd1-4d20-43f6-abfa-fc3c07406f94_ActionId">
    <vt:lpwstr>b9a2ccf1-c1d5-445a-9276-54efe4681288</vt:lpwstr>
  </property>
  <property fmtid="{D5CDD505-2E9C-101B-9397-08002B2CF9AE}" pid="23" name="MSIP_Label_6bd9ddd1-4d20-43f6-abfa-fc3c07406f94_ContentBits">
    <vt:lpwstr>0</vt:lpwstr>
  </property>
  <property fmtid="{D5CDD505-2E9C-101B-9397-08002B2CF9AE}" pid="24" name="_ExtendedDescription">
    <vt:lpwstr/>
  </property>
</Properties>
</file>